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D52" w:rsidRPr="001149F2" w:rsidRDefault="00871D52" w:rsidP="0052649B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1149F2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Краснодарский край Мостовский район поселок Мостовской</w:t>
      </w:r>
    </w:p>
    <w:p w:rsidR="00871D52" w:rsidRPr="001149F2" w:rsidRDefault="00871D52" w:rsidP="0052649B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1149F2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Муниципальное  бюджетное общеобразовательное учреждение </w:t>
      </w:r>
    </w:p>
    <w:p w:rsidR="00871D52" w:rsidRPr="001149F2" w:rsidRDefault="00871D52" w:rsidP="004807D3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 w:rsidRPr="001149F2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средняя общеобразовательная школа  №2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имени Леонида Николаевича Плаксина </w:t>
      </w:r>
      <w:r w:rsidRPr="001149F2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поселка Мостовского муниципального образования Мостовский район</w:t>
      </w:r>
    </w:p>
    <w:p w:rsidR="00871D52" w:rsidRPr="001149F2" w:rsidRDefault="00871D52" w:rsidP="0052649B">
      <w:pPr>
        <w:shd w:val="clear" w:color="auto" w:fill="FFFFFF"/>
        <w:ind w:left="496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871D52" w:rsidRPr="001149F2" w:rsidRDefault="00871D52" w:rsidP="0052649B">
      <w:pPr>
        <w:spacing w:line="270" w:lineRule="atLeas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871D52" w:rsidRPr="001149F2" w:rsidRDefault="00871D52" w:rsidP="0052649B">
      <w:pPr>
        <w:shd w:val="clear" w:color="auto" w:fill="FFFFFF"/>
        <w:rPr>
          <w:rFonts w:ascii="Times New Roman" w:hAnsi="Times New Roman" w:cs="Times New Roman"/>
          <w:sz w:val="24"/>
          <w:szCs w:val="24"/>
          <w:lang w:val="ru-RU"/>
        </w:rPr>
      </w:pPr>
    </w:p>
    <w:p w:rsidR="00871D52" w:rsidRPr="001149F2" w:rsidRDefault="00871D52" w:rsidP="0052649B">
      <w:pPr>
        <w:shd w:val="clear" w:color="auto" w:fill="FFFFFF"/>
        <w:ind w:left="5387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149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УТВЕРЖДЕНО</w:t>
      </w:r>
    </w:p>
    <w:p w:rsidR="00871D52" w:rsidRPr="001149F2" w:rsidRDefault="00871D52" w:rsidP="0052649B">
      <w:pPr>
        <w:shd w:val="clear" w:color="auto" w:fill="FFFFFF"/>
        <w:ind w:left="5387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71D52" w:rsidRPr="001149F2" w:rsidRDefault="00871D52" w:rsidP="0052649B">
      <w:pPr>
        <w:shd w:val="clear" w:color="auto" w:fill="FFFFFF"/>
        <w:ind w:left="5387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149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решением педагогического совета </w:t>
      </w:r>
    </w:p>
    <w:p w:rsidR="00871D52" w:rsidRPr="001149F2" w:rsidRDefault="00871D52" w:rsidP="0052649B">
      <w:pPr>
        <w:shd w:val="clear" w:color="auto" w:fill="FFFFFF"/>
        <w:ind w:left="5387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от 31 августа 2019</w:t>
      </w:r>
      <w:r w:rsidRPr="001149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 протокол № 1</w:t>
      </w:r>
    </w:p>
    <w:p w:rsidR="00871D52" w:rsidRPr="001149F2" w:rsidRDefault="00871D52" w:rsidP="0052649B">
      <w:pPr>
        <w:shd w:val="clear" w:color="auto" w:fill="FFFFFF"/>
        <w:ind w:left="5387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149F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Председатель _______   М.А. Самойленко</w:t>
      </w:r>
    </w:p>
    <w:p w:rsidR="00871D52" w:rsidRPr="001149F2" w:rsidRDefault="00871D52" w:rsidP="0052649B">
      <w:pPr>
        <w:shd w:val="clear" w:color="auto" w:fill="FFFFFF"/>
        <w:ind w:left="5387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149F2"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</w:p>
    <w:p w:rsidR="00871D52" w:rsidRPr="0052649B" w:rsidRDefault="00871D52" w:rsidP="0052649B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871D52" w:rsidRPr="0052649B" w:rsidRDefault="00871D52" w:rsidP="0052649B">
      <w:pPr>
        <w:keepNext/>
        <w:snapToGrid w:val="0"/>
        <w:spacing w:line="180" w:lineRule="atLeast"/>
        <w:jc w:val="center"/>
        <w:outlineLvl w:val="2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2649B">
        <w:rPr>
          <w:rFonts w:ascii="Times New Roman" w:hAnsi="Times New Roman" w:cs="Times New Roman"/>
          <w:b/>
          <w:sz w:val="28"/>
          <w:szCs w:val="28"/>
          <w:lang w:val="ru-RU"/>
        </w:rPr>
        <w:t>РАБОЧАЯ  ПРОГРАММА</w:t>
      </w:r>
    </w:p>
    <w:p w:rsidR="00871D52" w:rsidRPr="0052649B" w:rsidRDefault="00871D52" w:rsidP="0052649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871D52" w:rsidRPr="0052649B" w:rsidRDefault="00871D52" w:rsidP="0052649B">
      <w:pPr>
        <w:shd w:val="clear" w:color="auto" w:fill="FFFFFF"/>
        <w:rPr>
          <w:rFonts w:ascii="Times New Roman" w:hAnsi="Times New Roman" w:cs="Times New Roman"/>
          <w:sz w:val="28"/>
          <w:szCs w:val="28"/>
          <w:lang w:val="ru-RU"/>
        </w:rPr>
      </w:pPr>
    </w:p>
    <w:p w:rsidR="00871D52" w:rsidRPr="0052649B" w:rsidRDefault="00871D52" w:rsidP="0052649B">
      <w:pPr>
        <w:shd w:val="clear" w:color="auto" w:fill="FFFFFF"/>
        <w:rPr>
          <w:rFonts w:ascii="Times New Roman" w:hAnsi="Times New Roman" w:cs="Times New Roman"/>
          <w:sz w:val="28"/>
          <w:szCs w:val="28"/>
          <w:lang w:val="ru-RU"/>
        </w:rPr>
      </w:pPr>
      <w:r w:rsidRPr="0052649B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По    внеурочной деятельности «Финансовая грамотность»</w:t>
      </w:r>
    </w:p>
    <w:p w:rsidR="00871D52" w:rsidRPr="0052649B" w:rsidRDefault="00871D52" w:rsidP="0052649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871D52" w:rsidRPr="0052649B" w:rsidRDefault="00871D52" w:rsidP="0052649B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52649B">
        <w:rPr>
          <w:rFonts w:ascii="Times New Roman" w:hAnsi="Times New Roman" w:cs="Times New Roman"/>
          <w:sz w:val="28"/>
          <w:szCs w:val="28"/>
          <w:lang w:val="ru-RU"/>
        </w:rPr>
        <w:t xml:space="preserve">Уровень образования (класс) </w:t>
      </w:r>
      <w:r>
        <w:rPr>
          <w:rFonts w:ascii="Times New Roman" w:hAnsi="Times New Roman" w:cs="Times New Roman"/>
          <w:sz w:val="28"/>
          <w:szCs w:val="28"/>
          <w:lang w:val="ru-RU"/>
        </w:rPr>
        <w:t>основное</w:t>
      </w:r>
      <w:r w:rsidRPr="0052649B">
        <w:rPr>
          <w:rFonts w:ascii="Times New Roman" w:hAnsi="Times New Roman" w:cs="Times New Roman"/>
          <w:sz w:val="28"/>
          <w:szCs w:val="28"/>
          <w:lang w:val="ru-RU"/>
        </w:rPr>
        <w:t xml:space="preserve"> общее образование </w:t>
      </w:r>
      <w:r>
        <w:rPr>
          <w:rFonts w:ascii="Times New Roman" w:hAnsi="Times New Roman" w:cs="Times New Roman"/>
          <w:sz w:val="28"/>
          <w:szCs w:val="28"/>
          <w:lang w:val="ru-RU"/>
        </w:rPr>
        <w:t>5-7</w:t>
      </w:r>
      <w:r w:rsidRPr="0052649B">
        <w:rPr>
          <w:rFonts w:ascii="Times New Roman" w:hAnsi="Times New Roman" w:cs="Times New Roman"/>
          <w:sz w:val="28"/>
          <w:szCs w:val="28"/>
          <w:lang w:val="ru-RU"/>
        </w:rPr>
        <w:t xml:space="preserve"> класс</w:t>
      </w:r>
    </w:p>
    <w:p w:rsidR="00871D52" w:rsidRPr="0052649B" w:rsidRDefault="00871D52" w:rsidP="0052649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871D52" w:rsidRPr="0052649B" w:rsidRDefault="00871D52" w:rsidP="0052649B">
      <w:pPr>
        <w:tabs>
          <w:tab w:val="right" w:pos="935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52649B">
        <w:rPr>
          <w:rFonts w:ascii="Times New Roman" w:hAnsi="Times New Roman" w:cs="Times New Roman"/>
          <w:sz w:val="28"/>
          <w:szCs w:val="28"/>
          <w:lang w:val="ru-RU"/>
        </w:rPr>
        <w:t xml:space="preserve">Количество часов </w:t>
      </w:r>
      <w:r>
        <w:rPr>
          <w:rFonts w:ascii="Times New Roman" w:hAnsi="Times New Roman" w:cs="Times New Roman"/>
          <w:sz w:val="28"/>
          <w:szCs w:val="28"/>
          <w:lang w:val="ru-RU"/>
        </w:rPr>
        <w:t>34</w:t>
      </w:r>
      <w:r w:rsidRPr="0052649B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871D52" w:rsidRPr="0052649B" w:rsidRDefault="00871D52" w:rsidP="0052649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871D52" w:rsidRPr="0052649B" w:rsidRDefault="00871D52" w:rsidP="0052649B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u w:val="single"/>
          <w:lang w:val="ru-RU"/>
        </w:rPr>
      </w:pPr>
      <w:r w:rsidRPr="0052649B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Учитель    Кузнецова Н.Н.</w:t>
      </w:r>
    </w:p>
    <w:p w:rsidR="00871D52" w:rsidRPr="0052649B" w:rsidRDefault="00871D52" w:rsidP="0052649B">
      <w:pPr>
        <w:shd w:val="clear" w:color="auto" w:fill="FFFFFF"/>
        <w:spacing w:line="317" w:lineRule="exact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871D52" w:rsidRPr="0052649B" w:rsidRDefault="00871D52" w:rsidP="0052649B">
      <w:pPr>
        <w:shd w:val="clear" w:color="auto" w:fill="FFFFFF"/>
        <w:rPr>
          <w:lang w:val="ru-RU"/>
        </w:rPr>
      </w:pPr>
    </w:p>
    <w:p w:rsidR="00871D52" w:rsidRPr="0052649B" w:rsidRDefault="00871D52" w:rsidP="0052649B">
      <w:pPr>
        <w:spacing w:line="270" w:lineRule="atLeast"/>
        <w:jc w:val="center"/>
        <w:rPr>
          <w:b/>
          <w:bCs/>
          <w:color w:val="000000"/>
          <w:lang w:val="ru-RU"/>
        </w:rPr>
      </w:pPr>
    </w:p>
    <w:p w:rsidR="00871D52" w:rsidRPr="0052649B" w:rsidRDefault="00871D52" w:rsidP="0052649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649B">
        <w:rPr>
          <w:rFonts w:ascii="Times New Roman" w:hAnsi="Times New Roman" w:cs="Times New Roman"/>
          <w:sz w:val="28"/>
          <w:szCs w:val="28"/>
          <w:lang w:val="ru-RU"/>
        </w:rPr>
        <w:t xml:space="preserve">Рабочая программа разработана на основе авторской программы «Финансовая грамотность»   авторы: Ю. Брехова, А. Алмосов, Д. Завьялов, А.– Москва, «ВИТА Пресс», </w:t>
      </w:r>
      <w:smartTag w:uri="urn:schemas-microsoft-com:office:smarttags" w:element="metricconverter">
        <w:smartTagPr>
          <w:attr w:name="ProductID" w:val="2014 г"/>
        </w:smartTagPr>
        <w:r w:rsidRPr="0052649B">
          <w:rPr>
            <w:rFonts w:ascii="Times New Roman" w:hAnsi="Times New Roman" w:cs="Times New Roman"/>
            <w:sz w:val="28"/>
            <w:szCs w:val="28"/>
            <w:lang w:val="ru-RU"/>
          </w:rPr>
          <w:t>2014 г</w:t>
        </w:r>
      </w:smartTag>
      <w:r w:rsidRPr="0052649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71D52" w:rsidRPr="0052649B" w:rsidRDefault="00871D52" w:rsidP="0052649B">
      <w:pPr>
        <w:pStyle w:val="BodyText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djustRightInd w:val="0"/>
        <w:rPr>
          <w:rFonts w:ascii="Times New Roman" w:hAnsi="Times New Roman" w:cs="Times New Roman"/>
          <w:sz w:val="28"/>
          <w:szCs w:val="28"/>
          <w:u w:val="single"/>
          <w:lang w:val="ru-RU"/>
        </w:rPr>
      </w:pPr>
    </w:p>
    <w:p w:rsidR="00871D52" w:rsidRPr="0052649B" w:rsidRDefault="00871D52" w:rsidP="0052649B">
      <w:pPr>
        <w:pStyle w:val="BodyText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djustRightInd w:val="0"/>
        <w:rPr>
          <w:u w:val="single"/>
          <w:lang w:val="ru-RU"/>
        </w:rPr>
      </w:pPr>
    </w:p>
    <w:p w:rsidR="00871D52" w:rsidRPr="0052649B" w:rsidRDefault="00871D52">
      <w:pPr>
        <w:rPr>
          <w:sz w:val="19"/>
          <w:lang w:val="ru-RU"/>
        </w:rPr>
        <w:sectPr w:rsidR="00871D52" w:rsidRPr="0052649B" w:rsidSect="0052649B">
          <w:pgSz w:w="9640" w:h="13890"/>
          <w:pgMar w:top="851" w:right="540" w:bottom="280" w:left="993" w:header="720" w:footer="720" w:gutter="0"/>
          <w:cols w:space="720"/>
        </w:sectPr>
      </w:pPr>
    </w:p>
    <w:p w:rsidR="00871D52" w:rsidRPr="0052649B" w:rsidRDefault="00871D52">
      <w:pPr>
        <w:spacing w:before="90"/>
        <w:ind w:left="345" w:right="533"/>
        <w:jc w:val="center"/>
        <w:rPr>
          <w:rFonts w:ascii="Times New Roman" w:hAnsi="Times New Roman" w:cs="Times New Roman"/>
          <w:sz w:val="28"/>
          <w:lang w:val="ru-RU"/>
        </w:rPr>
      </w:pPr>
      <w:r w:rsidRPr="0052649B">
        <w:rPr>
          <w:rFonts w:ascii="Times New Roman" w:hAnsi="Times New Roman" w:cs="Times New Roman"/>
          <w:color w:val="231F20"/>
          <w:sz w:val="28"/>
          <w:lang w:val="ru-RU"/>
        </w:rPr>
        <w:t xml:space="preserve">СОДЕРЖАНИЕ </w:t>
      </w:r>
    </w:p>
    <w:p w:rsidR="00871D52" w:rsidRPr="0052649B" w:rsidRDefault="00871D52">
      <w:pPr>
        <w:pStyle w:val="TOC11"/>
        <w:tabs>
          <w:tab w:val="right" w:leader="dot" w:pos="7254"/>
        </w:tabs>
        <w:spacing w:before="897"/>
        <w:rPr>
          <w:rFonts w:ascii="Times New Roman" w:hAnsi="Times New Roman" w:cs="Times New Roman"/>
          <w:lang w:val="ru-RU"/>
        </w:rPr>
      </w:pPr>
      <w:hyperlink w:anchor="_TOC_250001" w:history="1">
        <w:r w:rsidRPr="0052649B">
          <w:rPr>
            <w:rFonts w:ascii="Times New Roman" w:hAnsi="Times New Roman" w:cs="Times New Roman"/>
            <w:color w:val="231F20"/>
            <w:lang w:val="ru-RU"/>
          </w:rPr>
          <w:t>Пояснительная</w:t>
        </w:r>
        <w:r w:rsidRPr="0052649B">
          <w:rPr>
            <w:rFonts w:ascii="Times New Roman" w:hAnsi="Times New Roman" w:cs="Times New Roman"/>
            <w:color w:val="231F20"/>
            <w:spacing w:val="-12"/>
            <w:lang w:val="ru-RU"/>
          </w:rPr>
          <w:t xml:space="preserve"> </w:t>
        </w:r>
        <w:r w:rsidRPr="0052649B">
          <w:rPr>
            <w:rFonts w:ascii="Times New Roman" w:hAnsi="Times New Roman" w:cs="Times New Roman"/>
            <w:color w:val="231F20"/>
            <w:lang w:val="ru-RU"/>
          </w:rPr>
          <w:t>записка</w:t>
        </w:r>
        <w:r w:rsidRPr="0052649B">
          <w:rPr>
            <w:rFonts w:ascii="Times New Roman" w:hAnsi="Times New Roman" w:cs="Times New Roman"/>
            <w:color w:val="231F20"/>
            <w:lang w:val="ru-RU"/>
          </w:rPr>
          <w:tab/>
          <w:t>4</w:t>
        </w:r>
      </w:hyperlink>
    </w:p>
    <w:p w:rsidR="00871D52" w:rsidRPr="0052649B" w:rsidRDefault="00871D52">
      <w:pPr>
        <w:pStyle w:val="TOC11"/>
        <w:tabs>
          <w:tab w:val="right" w:leader="dot" w:pos="7254"/>
        </w:tabs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Учебно-тематический</w:t>
      </w:r>
      <w:r w:rsidRPr="0052649B">
        <w:rPr>
          <w:rFonts w:ascii="Times New Roman" w:hAnsi="Times New Roman" w:cs="Times New Roman"/>
          <w:color w:val="231F20"/>
          <w:spacing w:val="-1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план</w:t>
      </w:r>
      <w:r w:rsidRPr="0052649B">
        <w:rPr>
          <w:rFonts w:ascii="Times New Roman" w:hAnsi="Times New Roman" w:cs="Times New Roman"/>
          <w:color w:val="231F20"/>
          <w:lang w:val="ru-RU"/>
        </w:rPr>
        <w:tab/>
        <w:t>7</w:t>
      </w:r>
    </w:p>
    <w:p w:rsidR="00871D52" w:rsidRPr="0052649B" w:rsidRDefault="00871D52">
      <w:pPr>
        <w:pStyle w:val="TOC11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Содержание программы и примерный перечень</w:t>
      </w:r>
    </w:p>
    <w:p w:rsidR="00871D52" w:rsidRPr="0052649B" w:rsidRDefault="00871D52">
      <w:pPr>
        <w:pStyle w:val="TOC11"/>
        <w:tabs>
          <w:tab w:val="right" w:leader="dot" w:pos="7254"/>
        </w:tabs>
        <w:spacing w:before="45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w w:val="105"/>
          <w:lang w:val="ru-RU"/>
        </w:rPr>
        <w:t>компетенций</w:t>
      </w:r>
      <w:r w:rsidRPr="0052649B">
        <w:rPr>
          <w:rFonts w:ascii="Times New Roman" w:hAnsi="Times New Roman" w:cs="Times New Roman"/>
          <w:color w:val="231F20"/>
          <w:w w:val="105"/>
          <w:lang w:val="ru-RU"/>
        </w:rPr>
        <w:tab/>
        <w:t>8</w:t>
      </w:r>
    </w:p>
    <w:p w:rsidR="00871D52" w:rsidRPr="0052649B" w:rsidRDefault="00871D52">
      <w:pPr>
        <w:pStyle w:val="TOC11"/>
        <w:tabs>
          <w:tab w:val="right" w:leader="dot" w:pos="7254"/>
        </w:tabs>
        <w:rPr>
          <w:rFonts w:ascii="Times New Roman" w:hAnsi="Times New Roman" w:cs="Times New Roman"/>
          <w:lang w:val="ru-RU"/>
        </w:rPr>
      </w:pPr>
      <w:hyperlink w:anchor="_TOC_250000" w:history="1">
        <w:r w:rsidRPr="0052649B">
          <w:rPr>
            <w:rFonts w:ascii="Times New Roman" w:hAnsi="Times New Roman" w:cs="Times New Roman"/>
            <w:color w:val="231F20"/>
            <w:lang w:val="ru-RU"/>
          </w:rPr>
          <w:t>Формы</w:t>
        </w:r>
        <w:r w:rsidRPr="0052649B">
          <w:rPr>
            <w:rFonts w:ascii="Times New Roman" w:hAnsi="Times New Roman" w:cs="Times New Roman"/>
            <w:color w:val="231F20"/>
            <w:spacing w:val="-11"/>
            <w:lang w:val="ru-RU"/>
          </w:rPr>
          <w:t xml:space="preserve"> </w:t>
        </w:r>
        <w:r w:rsidRPr="0052649B">
          <w:rPr>
            <w:rFonts w:ascii="Times New Roman" w:hAnsi="Times New Roman" w:cs="Times New Roman"/>
            <w:color w:val="231F20"/>
            <w:lang w:val="ru-RU"/>
          </w:rPr>
          <w:t>оценивания</w:t>
        </w:r>
        <w:r w:rsidRPr="0052649B">
          <w:rPr>
            <w:rFonts w:ascii="Times New Roman" w:hAnsi="Times New Roman" w:cs="Times New Roman"/>
            <w:color w:val="231F20"/>
            <w:lang w:val="ru-RU"/>
          </w:rPr>
          <w:tab/>
          <w:t>14</w:t>
        </w:r>
      </w:hyperlink>
    </w:p>
    <w:p w:rsidR="00871D52" w:rsidRPr="0052649B" w:rsidRDefault="00871D52">
      <w:pPr>
        <w:pStyle w:val="TOC11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Учебно-методическое и материально-техническое</w:t>
      </w:r>
    </w:p>
    <w:p w:rsidR="00871D52" w:rsidRDefault="00871D52">
      <w:pPr>
        <w:pStyle w:val="TOC11"/>
        <w:tabs>
          <w:tab w:val="right" w:leader="dot" w:pos="7254"/>
        </w:tabs>
        <w:spacing w:before="45"/>
      </w:pPr>
      <w:r w:rsidRPr="0052649B">
        <w:rPr>
          <w:rFonts w:ascii="Times New Roman" w:hAnsi="Times New Roman" w:cs="Times New Roman"/>
          <w:color w:val="231F20"/>
        </w:rPr>
        <w:t>обеспечение</w:t>
      </w:r>
      <w:r w:rsidRPr="0052649B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52649B">
        <w:rPr>
          <w:rFonts w:ascii="Times New Roman" w:hAnsi="Times New Roman" w:cs="Times New Roman"/>
          <w:color w:val="231F20"/>
        </w:rPr>
        <w:t>курса</w:t>
      </w:r>
      <w:r w:rsidRPr="0052649B">
        <w:rPr>
          <w:rFonts w:ascii="Times New Roman" w:hAnsi="Times New Roman" w:cs="Times New Roman"/>
          <w:color w:val="231F20"/>
        </w:rPr>
        <w:tab/>
        <w:t>15</w:t>
      </w:r>
    </w:p>
    <w:p w:rsidR="00871D52" w:rsidRDefault="00871D52">
      <w:pPr>
        <w:sectPr w:rsidR="00871D52">
          <w:headerReference w:type="default" r:id="rId7"/>
          <w:pgSz w:w="9640" w:h="13890"/>
          <w:pgMar w:top="1040" w:right="540" w:bottom="280" w:left="560" w:header="0" w:footer="0" w:gutter="0"/>
          <w:cols w:space="720"/>
        </w:sectPr>
      </w:pPr>
    </w:p>
    <w:p w:rsidR="00871D52" w:rsidRDefault="00871D52">
      <w:pPr>
        <w:pStyle w:val="BodyText"/>
        <w:spacing w:before="0" w:line="20" w:lineRule="exact"/>
        <w:ind w:left="1424"/>
        <w:rPr>
          <w:sz w:val="2"/>
        </w:rPr>
      </w:pPr>
      <w:r>
        <w:rPr>
          <w:noProof/>
          <w:lang w:val="ru-RU" w:eastAsia="ru-RU"/>
        </w:rPr>
      </w:r>
      <w:r w:rsidRPr="00C946B6">
        <w:rPr>
          <w:sz w:val="2"/>
        </w:rPr>
        <w:pict>
          <v:group id="_x0000_s1027" style="width:340.2pt;height:1pt;mso-position-horizontal-relative:char;mso-position-vertical-relative:line" coordsize="6804,20">
            <v:rect id="_x0000_s1028" style="position:absolute;width:61;height:20" fillcolor="#ee4d9b" stroked="f"/>
            <v:rect id="_x0000_s1029" style="position:absolute;left:100;width:61;height:20" fillcolor="#ee4d9b" stroked="f"/>
            <v:rect id="_x0000_s1030" style="position:absolute;left:201;width:61;height:20" fillcolor="#ee4d9b" stroked="f"/>
            <v:rect id="_x0000_s1031" style="position:absolute;left:301;width:61;height:20" fillcolor="#ee4d9b" stroked="f"/>
            <v:rect id="_x0000_s1032" style="position:absolute;left:402;width:61;height:20" fillcolor="#ee4d9b" stroked="f"/>
            <v:rect id="_x0000_s1033" style="position:absolute;left:503;width:61;height:20" fillcolor="#ee4d9b" stroked="f"/>
            <v:rect id="_x0000_s1034" style="position:absolute;left:603;width:61;height:20" fillcolor="#ee4d9b" stroked="f"/>
            <v:rect id="_x0000_s1035" style="position:absolute;left:704;width:61;height:20" fillcolor="#ee4d9b" stroked="f"/>
            <v:rect id="_x0000_s1036" style="position:absolute;left:805;width:61;height:20" fillcolor="#ee4d9b" stroked="f"/>
            <v:rect id="_x0000_s1037" style="position:absolute;left:905;width:61;height:20" fillcolor="#ee4d9b" stroked="f"/>
            <v:rect id="_x0000_s1038" style="position:absolute;left:1006;width:61;height:20" fillcolor="#ee4d9b" stroked="f"/>
            <v:rect id="_x0000_s1039" style="position:absolute;left:1107;width:61;height:20" fillcolor="#ee4d9b" stroked="f"/>
            <v:rect id="_x0000_s1040" style="position:absolute;left:1207;width:61;height:20" fillcolor="#ee4d9b" stroked="f"/>
            <v:rect id="_x0000_s1041" style="position:absolute;left:1308;width:61;height:20" fillcolor="#ee4d9b" stroked="f"/>
            <v:rect id="_x0000_s1042" style="position:absolute;left:1408;width:61;height:20" fillcolor="#ee4d9b" stroked="f"/>
            <v:rect id="_x0000_s1043" style="position:absolute;left:1509;width:61;height:20" fillcolor="#ee4d9b" stroked="f"/>
            <v:rect id="_x0000_s1044" style="position:absolute;left:1610;width:61;height:20" fillcolor="#ee4d9b" stroked="f"/>
            <v:rect id="_x0000_s1045" style="position:absolute;left:1710;width:61;height:20" fillcolor="#ee4d9b" stroked="f"/>
            <v:rect id="_x0000_s1046" style="position:absolute;left:1811;width:61;height:20" fillcolor="#ee4d9b" stroked="f"/>
            <v:rect id="_x0000_s1047" style="position:absolute;left:1912;width:61;height:20" fillcolor="#ee4d9b" stroked="f"/>
            <v:rect id="_x0000_s1048" style="position:absolute;left:2012;width:61;height:20" fillcolor="#ee4d9b" stroked="f"/>
            <v:rect id="_x0000_s1049" style="position:absolute;left:2113;width:61;height:20" fillcolor="#ee4d9b" stroked="f"/>
            <v:rect id="_x0000_s1050" style="position:absolute;left:2214;width:61;height:20" fillcolor="#ee4d9b" stroked="f"/>
            <v:rect id="_x0000_s1051" style="position:absolute;left:2314;width:61;height:20" fillcolor="#ee4d9b" stroked="f"/>
            <v:rect id="_x0000_s1052" style="position:absolute;left:2415;width:61;height:20" fillcolor="#ee4d9b" stroked="f"/>
            <v:rect id="_x0000_s1053" style="position:absolute;left:2515;width:61;height:20" fillcolor="#ee4d9b" stroked="f"/>
            <v:rect id="_x0000_s1054" style="position:absolute;left:2616;width:61;height:20" fillcolor="#ee4d9b" stroked="f"/>
            <v:rect id="_x0000_s1055" style="position:absolute;left:2717;width:61;height:20" fillcolor="#ee4d9b" stroked="f"/>
            <v:rect id="_x0000_s1056" style="position:absolute;left:2817;width:61;height:20" fillcolor="#ee4d9b" stroked="f"/>
            <v:rect id="_x0000_s1057" style="position:absolute;left:2918;width:61;height:20" fillcolor="#ee4d9b" stroked="f"/>
            <v:rect id="_x0000_s1058" style="position:absolute;left:3019;width:61;height:20" fillcolor="#ee4d9b" stroked="f"/>
            <v:rect id="_x0000_s1059" style="position:absolute;left:3119;width:61;height:20" fillcolor="#ee4d9b" stroked="f"/>
            <v:rect id="_x0000_s1060" style="position:absolute;left:3220;width:61;height:20" fillcolor="#ee4d9b" stroked="f"/>
            <v:rect id="_x0000_s1061" style="position:absolute;left:3321;width:61;height:20" fillcolor="#ee4d9b" stroked="f"/>
            <v:rect id="_x0000_s1062" style="position:absolute;left:3421;width:61;height:20" fillcolor="#ee4d9b" stroked="f"/>
            <v:rect id="_x0000_s1063" style="position:absolute;left:3522;width:61;height:20" fillcolor="#ee4d9b" stroked="f"/>
            <v:rect id="_x0000_s1064" style="position:absolute;left:3623;width:61;height:20" fillcolor="#ee4d9b" stroked="f"/>
            <v:rect id="_x0000_s1065" style="position:absolute;left:3723;width:61;height:20" fillcolor="#ee4d9b" stroked="f"/>
            <v:rect id="_x0000_s1066" style="position:absolute;left:3824;width:61;height:20" fillcolor="#ee4d9b" stroked="f"/>
            <v:rect id="_x0000_s1067" style="position:absolute;left:3924;width:61;height:20" fillcolor="#ee4d9b" stroked="f"/>
            <v:rect id="_x0000_s1068" style="position:absolute;left:4025;width:61;height:20" fillcolor="#ee4d9b" stroked="f"/>
            <v:rect id="_x0000_s1069" style="position:absolute;left:4126;width:61;height:20" fillcolor="#ee4d9b" stroked="f"/>
            <v:rect id="_x0000_s1070" style="position:absolute;left:4226;width:61;height:20" fillcolor="#ee4d9b" stroked="f"/>
            <v:rect id="_x0000_s1071" style="position:absolute;left:4327;width:61;height:20" fillcolor="#ee4d9b" stroked="f"/>
            <v:rect id="_x0000_s1072" style="position:absolute;left:4428;width:61;height:20" fillcolor="#ee4d9b" stroked="f"/>
            <v:rect id="_x0000_s1073" style="position:absolute;left:4528;width:61;height:20" fillcolor="#ee4d9b" stroked="f"/>
            <v:rect id="_x0000_s1074" style="position:absolute;left:4629;width:61;height:20" fillcolor="#ee4d9b" stroked="f"/>
            <v:rect id="_x0000_s1075" style="position:absolute;left:4730;width:61;height:20" fillcolor="#ee4d9b" stroked="f"/>
            <v:rect id="_x0000_s1076" style="position:absolute;left:4830;width:61;height:20" fillcolor="#ee4d9b" stroked="f"/>
            <v:rect id="_x0000_s1077" style="position:absolute;left:4931;width:61;height:20" fillcolor="#ee4d9b" stroked="f"/>
            <v:rect id="_x0000_s1078" style="position:absolute;left:5031;width:61;height:20" fillcolor="#ee4d9b" stroked="f"/>
            <v:rect id="_x0000_s1079" style="position:absolute;left:5132;width:61;height:20" fillcolor="#ee4d9b" stroked="f"/>
            <v:rect id="_x0000_s1080" style="position:absolute;left:5233;width:61;height:20" fillcolor="#ee4d9b" stroked="f"/>
            <v:rect id="_x0000_s1081" style="position:absolute;left:5333;width:61;height:20" fillcolor="#ee4d9b" stroked="f"/>
            <v:rect id="_x0000_s1082" style="position:absolute;left:5434;width:61;height:20" fillcolor="#ee4d9b" stroked="f"/>
            <v:rect id="_x0000_s1083" style="position:absolute;left:5535;width:61;height:20" fillcolor="#ee4d9b" stroked="f"/>
            <v:rect id="_x0000_s1084" style="position:absolute;left:5635;width:61;height:20" fillcolor="#ee4d9b" stroked="f"/>
            <v:rect id="_x0000_s1085" style="position:absolute;left:5736;width:61;height:20" fillcolor="#ee4d9b" stroked="f"/>
            <v:rect id="_x0000_s1086" style="position:absolute;left:5837;width:61;height:20" fillcolor="#ee4d9b" stroked="f"/>
            <v:rect id="_x0000_s1087" style="position:absolute;left:5937;width:61;height:20" fillcolor="#ee4d9b" stroked="f"/>
            <v:rect id="_x0000_s1088" style="position:absolute;left:6038;width:61;height:20" fillcolor="#ee4d9b" stroked="f"/>
            <v:rect id="_x0000_s1089" style="position:absolute;left:6138;width:61;height:20" fillcolor="#ee4d9b" stroked="f"/>
            <v:rect id="_x0000_s1090" style="position:absolute;left:6239;width:61;height:20" fillcolor="#ee4d9b" stroked="f"/>
            <v:rect id="_x0000_s1091" style="position:absolute;left:6340;width:61;height:20" fillcolor="#ee4d9b" stroked="f"/>
            <v:rect id="_x0000_s1092" style="position:absolute;left:6440;width:61;height:20" fillcolor="#ee4d9b" stroked="f"/>
            <v:rect id="_x0000_s1093" style="position:absolute;left:6541;width:61;height:20" fillcolor="#ee4d9b" stroked="f"/>
            <v:rect id="_x0000_s1094" style="position:absolute;left:6642;width:61;height:20" fillcolor="#ee4d9b" stroked="f"/>
            <v:rect id="_x0000_s1095" style="position:absolute;left:6742;width:61;height:20" fillcolor="#ee4d9b" stroked="f"/>
            <w10:anchorlock/>
          </v:group>
        </w:pict>
      </w:r>
    </w:p>
    <w:p w:rsidR="00871D52" w:rsidRPr="0052649B" w:rsidRDefault="00871D52" w:rsidP="0052649B">
      <w:pPr>
        <w:pStyle w:val="Heading11"/>
        <w:spacing w:before="1"/>
        <w:ind w:left="0" w:firstLine="0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sz w:val="23"/>
          <w:szCs w:val="22"/>
          <w:lang w:val="ru-RU"/>
        </w:rPr>
        <w:t xml:space="preserve">                                  </w:t>
      </w: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28.png" o:spid="_x0000_s1096" type="#_x0000_t75" style="position:absolute;margin-left:104.4pt;margin-top:5.8pt;width:6.45pt;height:6.45pt;z-index:251653120;visibility:visible;mso-wrap-distance-left:0;mso-wrap-distance-right:0;mso-position-horizontal-relative:page;mso-position-vertical-relative:text">
            <v:imagedata r:id="rId8" o:title=""/>
            <w10:wrap anchorx="page"/>
          </v:shape>
        </w:pict>
      </w:r>
      <w:bookmarkStart w:id="0" w:name="_TOC_250001"/>
      <w:bookmarkEnd w:id="0"/>
      <w:r w:rsidRPr="0052649B">
        <w:rPr>
          <w:rFonts w:ascii="Times New Roman" w:hAnsi="Times New Roman" w:cs="Times New Roman"/>
          <w:color w:val="231F20"/>
          <w:lang w:val="ru-RU"/>
        </w:rPr>
        <w:t>Пояснительная записка</w:t>
      </w:r>
    </w:p>
    <w:p w:rsidR="00871D52" w:rsidRPr="0052649B" w:rsidRDefault="00871D52">
      <w:pPr>
        <w:pStyle w:val="BodyText"/>
        <w:spacing w:before="4"/>
        <w:rPr>
          <w:rFonts w:ascii="Times New Roman" w:hAnsi="Times New Roman" w:cs="Times New Roman"/>
          <w:sz w:val="21"/>
          <w:lang w:val="ru-RU"/>
        </w:rPr>
      </w:pPr>
      <w:r>
        <w:rPr>
          <w:noProof/>
          <w:lang w:val="ru-RU" w:eastAsia="ru-RU"/>
        </w:rPr>
        <w:pict>
          <v:group id="_x0000_s1097" style="position:absolute;margin-left:99.2pt;margin-top:14.25pt;width:340.2pt;height:1pt;z-index:-251659264;mso-wrap-distance-left:0;mso-wrap-distance-right:0;mso-position-horizontal-relative:page" coordorigin="1984,285" coordsize="6804,20">
            <v:rect id="_x0000_s1098" style="position:absolute;left:1984;top:284;width:61;height:20" fillcolor="#ee4d9b" stroked="f"/>
            <v:rect id="_x0000_s1099" style="position:absolute;left:2084;top:284;width:61;height:20" fillcolor="#ee4d9b" stroked="f"/>
            <v:rect id="_x0000_s1100" style="position:absolute;left:2185;top:284;width:61;height:20" fillcolor="#ee4d9b" stroked="f"/>
            <v:rect id="_x0000_s1101" style="position:absolute;left:2286;top:284;width:61;height:20" fillcolor="#ee4d9b" stroked="f"/>
            <v:rect id="_x0000_s1102" style="position:absolute;left:2386;top:284;width:61;height:20" fillcolor="#ee4d9b" stroked="f"/>
            <v:rect id="_x0000_s1103" style="position:absolute;left:2487;top:284;width:61;height:20" fillcolor="#ee4d9b" stroked="f"/>
            <v:rect id="_x0000_s1104" style="position:absolute;left:2588;top:284;width:61;height:20" fillcolor="#ee4d9b" stroked="f"/>
            <v:rect id="_x0000_s1105" style="position:absolute;left:2688;top:284;width:61;height:20" fillcolor="#ee4d9b" stroked="f"/>
            <v:rect id="_x0000_s1106" style="position:absolute;left:2789;top:284;width:61;height:20" fillcolor="#ee4d9b" stroked="f"/>
            <v:rect id="_x0000_s1107" style="position:absolute;left:2890;top:284;width:61;height:20" fillcolor="#ee4d9b" stroked="f"/>
            <v:rect id="_x0000_s1108" style="position:absolute;left:2990;top:284;width:61;height:20" fillcolor="#ee4d9b" stroked="f"/>
            <v:rect id="_x0000_s1109" style="position:absolute;left:3091;top:284;width:61;height:20" fillcolor="#ee4d9b" stroked="f"/>
            <v:rect id="_x0000_s1110" style="position:absolute;left:3191;top:284;width:61;height:20" fillcolor="#ee4d9b" stroked="f"/>
            <v:rect id="_x0000_s1111" style="position:absolute;left:3292;top:284;width:61;height:20" fillcolor="#ee4d9b" stroked="f"/>
            <v:rect id="_x0000_s1112" style="position:absolute;left:3393;top:284;width:61;height:20" fillcolor="#ee4d9b" stroked="f"/>
            <v:rect id="_x0000_s1113" style="position:absolute;left:3493;top:284;width:61;height:20" fillcolor="#ee4d9b" stroked="f"/>
            <v:rect id="_x0000_s1114" style="position:absolute;left:3594;top:284;width:61;height:20" fillcolor="#ee4d9b" stroked="f"/>
            <v:rect id="_x0000_s1115" style="position:absolute;left:3695;top:284;width:61;height:20" fillcolor="#ee4d9b" stroked="f"/>
            <v:rect id="_x0000_s1116" style="position:absolute;left:3795;top:284;width:61;height:20" fillcolor="#ee4d9b" stroked="f"/>
            <v:rect id="_x0000_s1117" style="position:absolute;left:3896;top:284;width:61;height:20" fillcolor="#ee4d9b" stroked="f"/>
            <v:rect id="_x0000_s1118" style="position:absolute;left:3997;top:284;width:61;height:20" fillcolor="#ee4d9b" stroked="f"/>
            <v:rect id="_x0000_s1119" style="position:absolute;left:4097;top:284;width:61;height:20" fillcolor="#ee4d9b" stroked="f"/>
            <v:rect id="_x0000_s1120" style="position:absolute;left:4198;top:284;width:61;height:20" fillcolor="#ee4d9b" stroked="f"/>
            <v:rect id="_x0000_s1121" style="position:absolute;left:4298;top:284;width:61;height:20" fillcolor="#ee4d9b" stroked="f"/>
            <v:rect id="_x0000_s1122" style="position:absolute;left:4399;top:284;width:61;height:20" fillcolor="#ee4d9b" stroked="f"/>
            <v:rect id="_x0000_s1123" style="position:absolute;left:4500;top:284;width:61;height:20" fillcolor="#ee4d9b" stroked="f"/>
            <v:rect id="_x0000_s1124" style="position:absolute;left:4600;top:284;width:61;height:20" fillcolor="#ee4d9b" stroked="f"/>
            <v:rect id="_x0000_s1125" style="position:absolute;left:4701;top:284;width:61;height:20" fillcolor="#ee4d9b" stroked="f"/>
            <v:rect id="_x0000_s1126" style="position:absolute;left:4802;top:284;width:61;height:20" fillcolor="#ee4d9b" stroked="f"/>
            <v:rect id="_x0000_s1127" style="position:absolute;left:4902;top:284;width:61;height:20" fillcolor="#ee4d9b" stroked="f"/>
            <v:rect id="_x0000_s1128" style="position:absolute;left:5003;top:284;width:61;height:20" fillcolor="#ee4d9b" stroked="f"/>
            <v:rect id="_x0000_s1129" style="position:absolute;left:5104;top:284;width:61;height:20" fillcolor="#ee4d9b" stroked="f"/>
            <v:rect id="_x0000_s1130" style="position:absolute;left:5204;top:284;width:61;height:20" fillcolor="#ee4d9b" stroked="f"/>
            <v:rect id="_x0000_s1131" style="position:absolute;left:5305;top:284;width:61;height:20" fillcolor="#ee4d9b" stroked="f"/>
            <v:rect id="_x0000_s1132" style="position:absolute;left:5405;top:284;width:61;height:20" fillcolor="#ee4d9b" stroked="f"/>
            <v:rect id="_x0000_s1133" style="position:absolute;left:5506;top:284;width:61;height:20" fillcolor="#ee4d9b" stroked="f"/>
            <v:rect id="_x0000_s1134" style="position:absolute;left:5607;top:284;width:61;height:20" fillcolor="#ee4d9b" stroked="f"/>
            <v:rect id="_x0000_s1135" style="position:absolute;left:5707;top:284;width:61;height:20" fillcolor="#ee4d9b" stroked="f"/>
            <v:rect id="_x0000_s1136" style="position:absolute;left:5808;top:284;width:61;height:20" fillcolor="#ee4d9b" stroked="f"/>
            <v:rect id="_x0000_s1137" style="position:absolute;left:5909;top:284;width:61;height:20" fillcolor="#ee4d9b" stroked="f"/>
            <v:rect id="_x0000_s1138" style="position:absolute;left:6009;top:284;width:61;height:20" fillcolor="#ee4d9b" stroked="f"/>
            <v:rect id="_x0000_s1139" style="position:absolute;left:6110;top:284;width:61;height:20" fillcolor="#ee4d9b" stroked="f"/>
            <v:rect id="_x0000_s1140" style="position:absolute;left:6211;top:284;width:61;height:20" fillcolor="#ee4d9b" stroked="f"/>
            <v:rect id="_x0000_s1141" style="position:absolute;left:6311;top:284;width:61;height:20" fillcolor="#ee4d9b" stroked="f"/>
            <v:rect id="_x0000_s1142" style="position:absolute;left:6412;top:284;width:61;height:20" fillcolor="#ee4d9b" stroked="f"/>
            <v:rect id="_x0000_s1143" style="position:absolute;left:6513;top:284;width:61;height:20" fillcolor="#ee4d9b" stroked="f"/>
            <v:rect id="_x0000_s1144" style="position:absolute;left:6613;top:284;width:61;height:20" fillcolor="#ee4d9b" stroked="f"/>
            <v:rect id="_x0000_s1145" style="position:absolute;left:6714;top:284;width:61;height:20" fillcolor="#ee4d9b" stroked="f"/>
            <v:rect id="_x0000_s1146" style="position:absolute;left:6814;top:284;width:61;height:20" fillcolor="#ee4d9b" stroked="f"/>
            <v:rect id="_x0000_s1147" style="position:absolute;left:6915;top:284;width:61;height:20" fillcolor="#ee4d9b" stroked="f"/>
            <v:rect id="_x0000_s1148" style="position:absolute;left:7016;top:284;width:61;height:20" fillcolor="#ee4d9b" stroked="f"/>
            <v:rect id="_x0000_s1149" style="position:absolute;left:7116;top:284;width:61;height:20" fillcolor="#ee4d9b" stroked="f"/>
            <v:rect id="_x0000_s1150" style="position:absolute;left:7217;top:284;width:61;height:20" fillcolor="#ee4d9b" stroked="f"/>
            <v:rect id="_x0000_s1151" style="position:absolute;left:7318;top:284;width:61;height:20" fillcolor="#ee4d9b" stroked="f"/>
            <v:rect id="_x0000_s1152" style="position:absolute;left:7418;top:284;width:61;height:20" fillcolor="#ee4d9b" stroked="f"/>
            <v:rect id="_x0000_s1153" style="position:absolute;left:7519;top:284;width:61;height:20" fillcolor="#ee4d9b" stroked="f"/>
            <v:rect id="_x0000_s1154" style="position:absolute;left:7620;top:284;width:61;height:20" fillcolor="#ee4d9b" stroked="f"/>
            <v:rect id="_x0000_s1155" style="position:absolute;left:7720;top:284;width:61;height:20" fillcolor="#ee4d9b" stroked="f"/>
            <v:rect id="_x0000_s1156" style="position:absolute;left:7821;top:284;width:61;height:20" fillcolor="#ee4d9b" stroked="f"/>
            <v:rect id="_x0000_s1157" style="position:absolute;left:7921;top:284;width:61;height:20" fillcolor="#ee4d9b" stroked="f"/>
            <v:rect id="_x0000_s1158" style="position:absolute;left:8022;top:284;width:61;height:20" fillcolor="#ee4d9b" stroked="f"/>
            <v:rect id="_x0000_s1159" style="position:absolute;left:8123;top:284;width:61;height:20" fillcolor="#ee4d9b" stroked="f"/>
            <v:rect id="_x0000_s1160" style="position:absolute;left:8223;top:284;width:61;height:20" fillcolor="#ee4d9b" stroked="f"/>
            <v:rect id="_x0000_s1161" style="position:absolute;left:8324;top:284;width:61;height:20" fillcolor="#ee4d9b" stroked="f"/>
            <v:rect id="_x0000_s1162" style="position:absolute;left:8425;top:284;width:61;height:20" fillcolor="#ee4d9b" stroked="f"/>
            <v:rect id="_x0000_s1163" style="position:absolute;left:8525;top:284;width:61;height:20" fillcolor="#ee4d9b" stroked="f"/>
            <v:rect id="_x0000_s1164" style="position:absolute;left:8626;top:284;width:61;height:20" fillcolor="#ee4d9b" stroked="f"/>
            <v:rect id="_x0000_s1165" style="position:absolute;left:8727;top:284;width:61;height:20" fillcolor="#ee4d9b" stroked="f"/>
            <w10:wrap type="topAndBottom" anchorx="page"/>
          </v:group>
        </w:pict>
      </w:r>
    </w:p>
    <w:p w:rsidR="00871D52" w:rsidRPr="0052649B" w:rsidRDefault="00871D52">
      <w:pPr>
        <w:pStyle w:val="BodyText"/>
        <w:spacing w:before="6"/>
        <w:rPr>
          <w:rFonts w:ascii="Times New Roman" w:hAnsi="Times New Roman" w:cs="Times New Roman"/>
          <w:sz w:val="9"/>
          <w:lang w:val="ru-RU"/>
        </w:rPr>
      </w:pPr>
    </w:p>
    <w:p w:rsidR="00871D52" w:rsidRPr="0052649B" w:rsidRDefault="00871D52">
      <w:pPr>
        <w:pStyle w:val="BodyText"/>
        <w:spacing w:before="86" w:line="283" w:lineRule="auto"/>
        <w:ind w:left="857" w:right="314" w:firstLine="566"/>
        <w:jc w:val="both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spacing w:val="-7"/>
          <w:lang w:val="ru-RU"/>
        </w:rPr>
        <w:t xml:space="preserve">«Финансовая грамотность» является прикладным </w:t>
      </w:r>
      <w:r w:rsidRPr="0052649B">
        <w:rPr>
          <w:rFonts w:ascii="Times New Roman" w:hAnsi="Times New Roman" w:cs="Times New Roman"/>
          <w:color w:val="231F20"/>
          <w:spacing w:val="-6"/>
          <w:lang w:val="ru-RU"/>
        </w:rPr>
        <w:t xml:space="preserve">курсом, </w:t>
      </w:r>
      <w:r w:rsidRPr="0052649B">
        <w:rPr>
          <w:rFonts w:ascii="Times New Roman" w:hAnsi="Times New Roman" w:cs="Times New Roman"/>
          <w:color w:val="231F20"/>
          <w:spacing w:val="-7"/>
          <w:lang w:val="ru-RU"/>
        </w:rPr>
        <w:t>реализую</w:t>
      </w:r>
      <w:r w:rsidRPr="0052649B">
        <w:rPr>
          <w:rFonts w:ascii="Times New Roman" w:hAnsi="Times New Roman" w:cs="Times New Roman"/>
          <w:color w:val="231F20"/>
          <w:spacing w:val="-5"/>
          <w:lang w:val="ru-RU"/>
        </w:rPr>
        <w:t xml:space="preserve">щим </w:t>
      </w:r>
      <w:r w:rsidRPr="0052649B">
        <w:rPr>
          <w:rFonts w:ascii="Times New Roman" w:hAnsi="Times New Roman" w:cs="Times New Roman"/>
          <w:color w:val="231F20"/>
          <w:spacing w:val="-7"/>
          <w:lang w:val="ru-RU"/>
        </w:rPr>
        <w:t xml:space="preserve">интересы обучающихся </w:t>
      </w:r>
      <w:r w:rsidRPr="0052649B">
        <w:rPr>
          <w:rFonts w:ascii="Times New Roman" w:hAnsi="Times New Roman" w:cs="Times New Roman"/>
          <w:color w:val="231F20"/>
          <w:spacing w:val="-5"/>
          <w:lang w:val="ru-RU"/>
        </w:rPr>
        <w:t>5</w:t>
      </w:r>
      <w:r w:rsidRPr="0052649B">
        <w:rPr>
          <w:rFonts w:ascii="Times New Roman" w:hAnsi="Times New Roman" w:cs="Times New Roman"/>
          <w:i/>
          <w:color w:val="231F20"/>
          <w:spacing w:val="-5"/>
          <w:lang w:val="ru-RU"/>
        </w:rPr>
        <w:t>–</w:t>
      </w:r>
      <w:r w:rsidRPr="0052649B">
        <w:rPr>
          <w:rFonts w:ascii="Times New Roman" w:hAnsi="Times New Roman" w:cs="Times New Roman"/>
          <w:color w:val="231F20"/>
          <w:spacing w:val="-5"/>
          <w:lang w:val="ru-RU"/>
        </w:rPr>
        <w:t xml:space="preserve">7 </w:t>
      </w:r>
      <w:r w:rsidRPr="0052649B">
        <w:rPr>
          <w:rFonts w:ascii="Times New Roman" w:hAnsi="Times New Roman" w:cs="Times New Roman"/>
          <w:color w:val="231F20"/>
          <w:spacing w:val="-6"/>
          <w:lang w:val="ru-RU"/>
        </w:rPr>
        <w:t xml:space="preserve">классов </w:t>
      </w:r>
      <w:r w:rsidRPr="0052649B">
        <w:rPr>
          <w:rFonts w:ascii="Times New Roman" w:hAnsi="Times New Roman" w:cs="Times New Roman"/>
          <w:color w:val="231F20"/>
          <w:lang w:val="ru-RU"/>
        </w:rPr>
        <w:t xml:space="preserve">в </w:t>
      </w:r>
      <w:r w:rsidRPr="0052649B">
        <w:rPr>
          <w:rFonts w:ascii="Times New Roman" w:hAnsi="Times New Roman" w:cs="Times New Roman"/>
          <w:color w:val="231F20"/>
          <w:spacing w:val="-6"/>
          <w:lang w:val="ru-RU"/>
        </w:rPr>
        <w:t xml:space="preserve">сфере </w:t>
      </w:r>
      <w:r w:rsidRPr="0052649B">
        <w:rPr>
          <w:rFonts w:ascii="Times New Roman" w:hAnsi="Times New Roman" w:cs="Times New Roman"/>
          <w:color w:val="231F20"/>
          <w:spacing w:val="-7"/>
          <w:lang w:val="ru-RU"/>
        </w:rPr>
        <w:t>экономики семьи.</w:t>
      </w:r>
    </w:p>
    <w:p w:rsidR="00871D52" w:rsidRPr="0052649B" w:rsidRDefault="00871D52">
      <w:pPr>
        <w:pStyle w:val="BodyText"/>
        <w:spacing w:before="0" w:line="252" w:lineRule="exact"/>
        <w:ind w:left="1424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231F20"/>
          <w:lang w:val="ru-RU"/>
        </w:rPr>
        <w:t>Курс рассчитан на 34 часа</w:t>
      </w:r>
      <w:r w:rsidRPr="0052649B">
        <w:rPr>
          <w:rFonts w:ascii="Times New Roman" w:hAnsi="Times New Roman" w:cs="Times New Roman"/>
          <w:color w:val="231F20"/>
          <w:lang w:val="ru-RU"/>
        </w:rPr>
        <w:t>.</w:t>
      </w:r>
    </w:p>
    <w:p w:rsidR="00871D52" w:rsidRPr="0052649B" w:rsidRDefault="00871D52">
      <w:pPr>
        <w:pStyle w:val="BodyText"/>
        <w:spacing w:line="283" w:lineRule="auto"/>
        <w:ind w:left="857" w:right="310" w:firstLine="566"/>
        <w:jc w:val="both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Целями</w:t>
      </w:r>
      <w:r w:rsidRPr="0052649B">
        <w:rPr>
          <w:rFonts w:ascii="Times New Roman" w:hAnsi="Times New Roman" w:cs="Times New Roman"/>
          <w:color w:val="231F20"/>
          <w:spacing w:val="-17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изучения</w:t>
      </w:r>
      <w:r w:rsidRPr="0052649B">
        <w:rPr>
          <w:rFonts w:ascii="Times New Roman" w:hAnsi="Times New Roman" w:cs="Times New Roman"/>
          <w:color w:val="231F20"/>
          <w:spacing w:val="-1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курса</w:t>
      </w:r>
      <w:r w:rsidRPr="0052649B">
        <w:rPr>
          <w:rFonts w:ascii="Times New Roman" w:hAnsi="Times New Roman" w:cs="Times New Roman"/>
          <w:color w:val="231F20"/>
          <w:spacing w:val="-1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«Финансовая</w:t>
      </w:r>
      <w:r w:rsidRPr="0052649B">
        <w:rPr>
          <w:rFonts w:ascii="Times New Roman" w:hAnsi="Times New Roman" w:cs="Times New Roman"/>
          <w:color w:val="231F20"/>
          <w:spacing w:val="-1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грамотность»</w:t>
      </w:r>
      <w:r w:rsidRPr="0052649B">
        <w:rPr>
          <w:rFonts w:ascii="Times New Roman" w:hAnsi="Times New Roman" w:cs="Times New Roman"/>
          <w:color w:val="231F20"/>
          <w:spacing w:val="-1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выступают</w:t>
      </w:r>
      <w:r w:rsidRPr="0052649B">
        <w:rPr>
          <w:rFonts w:ascii="Times New Roman" w:hAnsi="Times New Roman" w:cs="Times New Roman"/>
          <w:color w:val="231F20"/>
          <w:spacing w:val="-16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spacing w:val="-3"/>
          <w:lang w:val="ru-RU"/>
        </w:rPr>
        <w:t>фор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мирование активной жизненной позиции, развитие экономического обра</w:t>
      </w:r>
      <w:r w:rsidRPr="0052649B">
        <w:rPr>
          <w:rFonts w:ascii="Times New Roman" w:hAnsi="Times New Roman" w:cs="Times New Roman"/>
          <w:color w:val="231F20"/>
          <w:lang w:val="ru-RU"/>
        </w:rPr>
        <w:t xml:space="preserve">за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 xml:space="preserve">мышления, воспитание ответственности </w:t>
      </w:r>
      <w:r w:rsidRPr="0052649B">
        <w:rPr>
          <w:rFonts w:ascii="Times New Roman" w:hAnsi="Times New Roman" w:cs="Times New Roman"/>
          <w:color w:val="231F20"/>
          <w:lang w:val="ru-RU"/>
        </w:rPr>
        <w:t xml:space="preserve">и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 xml:space="preserve">нравственного поведения  </w:t>
      </w:r>
      <w:r w:rsidRPr="0052649B">
        <w:rPr>
          <w:rFonts w:ascii="Times New Roman" w:hAnsi="Times New Roman" w:cs="Times New Roman"/>
          <w:color w:val="231F20"/>
          <w:lang w:val="ru-RU"/>
        </w:rPr>
        <w:t xml:space="preserve">в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 xml:space="preserve">области экономических отношений </w:t>
      </w:r>
      <w:r w:rsidRPr="0052649B">
        <w:rPr>
          <w:rFonts w:ascii="Times New Roman" w:hAnsi="Times New Roman" w:cs="Times New Roman"/>
          <w:color w:val="231F20"/>
          <w:lang w:val="ru-RU"/>
        </w:rPr>
        <w:t xml:space="preserve">в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 xml:space="preserve">семье </w:t>
      </w:r>
      <w:r w:rsidRPr="0052649B">
        <w:rPr>
          <w:rFonts w:ascii="Times New Roman" w:hAnsi="Times New Roman" w:cs="Times New Roman"/>
          <w:color w:val="231F20"/>
          <w:lang w:val="ru-RU"/>
        </w:rPr>
        <w:t xml:space="preserve">и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обществе, приобретение опыта</w:t>
      </w:r>
      <w:r w:rsidRPr="0052649B">
        <w:rPr>
          <w:rFonts w:ascii="Times New Roman" w:hAnsi="Times New Roman" w:cs="Times New Roman"/>
          <w:color w:val="231F20"/>
          <w:spacing w:val="-18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применения</w:t>
      </w:r>
      <w:r w:rsidRPr="0052649B">
        <w:rPr>
          <w:rFonts w:ascii="Times New Roman" w:hAnsi="Times New Roman" w:cs="Times New Roman"/>
          <w:color w:val="231F20"/>
          <w:spacing w:val="-17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полученных</w:t>
      </w:r>
      <w:r w:rsidRPr="0052649B">
        <w:rPr>
          <w:rFonts w:ascii="Times New Roman" w:hAnsi="Times New Roman" w:cs="Times New Roman"/>
          <w:color w:val="231F20"/>
          <w:spacing w:val="-17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знаний</w:t>
      </w:r>
      <w:r w:rsidRPr="0052649B">
        <w:rPr>
          <w:rFonts w:ascii="Times New Roman" w:hAnsi="Times New Roman" w:cs="Times New Roman"/>
          <w:color w:val="231F20"/>
          <w:spacing w:val="-17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</w:t>
      </w:r>
      <w:r w:rsidRPr="0052649B">
        <w:rPr>
          <w:rFonts w:ascii="Times New Roman" w:hAnsi="Times New Roman" w:cs="Times New Roman"/>
          <w:color w:val="231F20"/>
          <w:spacing w:val="-17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умений</w:t>
      </w:r>
      <w:r w:rsidRPr="0052649B">
        <w:rPr>
          <w:rFonts w:ascii="Times New Roman" w:hAnsi="Times New Roman" w:cs="Times New Roman"/>
          <w:color w:val="231F20"/>
          <w:spacing w:val="-18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для</w:t>
      </w:r>
      <w:r w:rsidRPr="0052649B">
        <w:rPr>
          <w:rFonts w:ascii="Times New Roman" w:hAnsi="Times New Roman" w:cs="Times New Roman"/>
          <w:color w:val="231F20"/>
          <w:spacing w:val="-17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решения</w:t>
      </w:r>
      <w:r w:rsidRPr="0052649B">
        <w:rPr>
          <w:rFonts w:ascii="Times New Roman" w:hAnsi="Times New Roman" w:cs="Times New Roman"/>
          <w:color w:val="231F20"/>
          <w:spacing w:val="-17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элементар</w:t>
      </w:r>
      <w:r w:rsidRPr="0052649B">
        <w:rPr>
          <w:rFonts w:ascii="Times New Roman" w:hAnsi="Times New Roman" w:cs="Times New Roman"/>
          <w:color w:val="231F20"/>
          <w:lang w:val="ru-RU"/>
        </w:rPr>
        <w:t>ных</w:t>
      </w:r>
      <w:r w:rsidRPr="0052649B">
        <w:rPr>
          <w:rFonts w:ascii="Times New Roman" w:hAnsi="Times New Roman" w:cs="Times New Roman"/>
          <w:color w:val="231F20"/>
          <w:spacing w:val="-1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вопросов</w:t>
      </w:r>
      <w:r w:rsidRPr="0052649B">
        <w:rPr>
          <w:rFonts w:ascii="Times New Roman" w:hAnsi="Times New Roman" w:cs="Times New Roman"/>
          <w:color w:val="231F20"/>
          <w:spacing w:val="-1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в</w:t>
      </w:r>
      <w:r w:rsidRPr="0052649B">
        <w:rPr>
          <w:rFonts w:ascii="Times New Roman" w:hAnsi="Times New Roman" w:cs="Times New Roman"/>
          <w:color w:val="231F20"/>
          <w:spacing w:val="-1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области</w:t>
      </w:r>
      <w:r w:rsidRPr="0052649B">
        <w:rPr>
          <w:rFonts w:ascii="Times New Roman" w:hAnsi="Times New Roman" w:cs="Times New Roman"/>
          <w:color w:val="231F20"/>
          <w:spacing w:val="-1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экономики</w:t>
      </w:r>
      <w:r w:rsidRPr="0052649B">
        <w:rPr>
          <w:rFonts w:ascii="Times New Roman" w:hAnsi="Times New Roman" w:cs="Times New Roman"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семьи.</w:t>
      </w:r>
    </w:p>
    <w:p w:rsidR="00871D52" w:rsidRPr="0052649B" w:rsidRDefault="00871D52">
      <w:pPr>
        <w:pStyle w:val="BodyText"/>
        <w:spacing w:before="0" w:line="250" w:lineRule="exact"/>
        <w:ind w:left="1424"/>
        <w:rPr>
          <w:rFonts w:ascii="Times New Roman" w:hAnsi="Times New Roman" w:cs="Times New Roman"/>
        </w:rPr>
      </w:pPr>
      <w:r w:rsidRPr="0052649B">
        <w:rPr>
          <w:rFonts w:ascii="Times New Roman" w:hAnsi="Times New Roman" w:cs="Times New Roman"/>
          <w:color w:val="231F20"/>
        </w:rPr>
        <w:t>Основные содержательные линии курса:</w:t>
      </w:r>
    </w:p>
    <w:p w:rsidR="00871D52" w:rsidRPr="0052649B" w:rsidRDefault="00871D52">
      <w:pPr>
        <w:pStyle w:val="ListParagraph"/>
        <w:numPr>
          <w:ilvl w:val="0"/>
          <w:numId w:val="4"/>
        </w:numPr>
        <w:tabs>
          <w:tab w:val="left" w:pos="1578"/>
        </w:tabs>
        <w:ind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Деньги, их история, виды,</w:t>
      </w:r>
      <w:r w:rsidRPr="0052649B">
        <w:rPr>
          <w:rFonts w:ascii="Times New Roman" w:hAnsi="Times New Roman" w:cs="Times New Roman"/>
          <w:color w:val="231F20"/>
          <w:spacing w:val="-37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функции;</w:t>
      </w:r>
    </w:p>
    <w:p w:rsidR="00871D52" w:rsidRPr="0052649B" w:rsidRDefault="00871D52">
      <w:pPr>
        <w:pStyle w:val="ListParagraph"/>
        <w:numPr>
          <w:ilvl w:val="0"/>
          <w:numId w:val="4"/>
        </w:numPr>
        <w:tabs>
          <w:tab w:val="left" w:pos="1578"/>
        </w:tabs>
        <w:ind w:firstLine="567"/>
        <w:rPr>
          <w:rFonts w:ascii="Times New Roman" w:hAnsi="Times New Roman" w:cs="Times New Roman"/>
        </w:rPr>
      </w:pPr>
      <w:r w:rsidRPr="0052649B">
        <w:rPr>
          <w:rFonts w:ascii="Times New Roman" w:hAnsi="Times New Roman" w:cs="Times New Roman"/>
          <w:color w:val="231F20"/>
        </w:rPr>
        <w:t>Семейный</w:t>
      </w:r>
      <w:r w:rsidRPr="0052649B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52649B">
        <w:rPr>
          <w:rFonts w:ascii="Times New Roman" w:hAnsi="Times New Roman" w:cs="Times New Roman"/>
          <w:color w:val="231F20"/>
        </w:rPr>
        <w:t>бюджет;</w:t>
      </w:r>
    </w:p>
    <w:p w:rsidR="00871D52" w:rsidRPr="0052649B" w:rsidRDefault="00871D52">
      <w:pPr>
        <w:pStyle w:val="ListParagraph"/>
        <w:numPr>
          <w:ilvl w:val="0"/>
          <w:numId w:val="4"/>
        </w:numPr>
        <w:tabs>
          <w:tab w:val="left" w:pos="1578"/>
        </w:tabs>
        <w:ind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Экономические отношения семьи и</w:t>
      </w:r>
      <w:r w:rsidRPr="0052649B">
        <w:rPr>
          <w:rFonts w:ascii="Times New Roman" w:hAnsi="Times New Roman" w:cs="Times New Roman"/>
          <w:color w:val="231F20"/>
          <w:spacing w:val="-4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государства;</w:t>
      </w:r>
    </w:p>
    <w:p w:rsidR="00871D52" w:rsidRPr="0052649B" w:rsidRDefault="00871D52">
      <w:pPr>
        <w:pStyle w:val="ListParagraph"/>
        <w:numPr>
          <w:ilvl w:val="0"/>
          <w:numId w:val="4"/>
        </w:numPr>
        <w:tabs>
          <w:tab w:val="left" w:pos="1578"/>
        </w:tabs>
        <w:ind w:firstLine="567"/>
        <w:rPr>
          <w:rFonts w:ascii="Times New Roman" w:hAnsi="Times New Roman" w:cs="Times New Roman"/>
        </w:rPr>
      </w:pPr>
      <w:r w:rsidRPr="0052649B">
        <w:rPr>
          <w:rFonts w:ascii="Times New Roman" w:hAnsi="Times New Roman" w:cs="Times New Roman"/>
          <w:color w:val="231F20"/>
        </w:rPr>
        <w:t>Семья и финансовый</w:t>
      </w:r>
      <w:r w:rsidRPr="0052649B">
        <w:rPr>
          <w:rFonts w:ascii="Times New Roman" w:hAnsi="Times New Roman" w:cs="Times New Roman"/>
          <w:color w:val="231F20"/>
          <w:spacing w:val="-32"/>
        </w:rPr>
        <w:t xml:space="preserve"> </w:t>
      </w:r>
      <w:r w:rsidRPr="0052649B">
        <w:rPr>
          <w:rFonts w:ascii="Times New Roman" w:hAnsi="Times New Roman" w:cs="Times New Roman"/>
          <w:color w:val="231F20"/>
        </w:rPr>
        <w:t>бизнес;</w:t>
      </w:r>
    </w:p>
    <w:p w:rsidR="00871D52" w:rsidRPr="0052649B" w:rsidRDefault="00871D52">
      <w:pPr>
        <w:pStyle w:val="ListParagraph"/>
        <w:numPr>
          <w:ilvl w:val="0"/>
          <w:numId w:val="4"/>
        </w:numPr>
        <w:tabs>
          <w:tab w:val="left" w:pos="1578"/>
        </w:tabs>
        <w:ind w:firstLine="567"/>
        <w:rPr>
          <w:rFonts w:ascii="Times New Roman" w:hAnsi="Times New Roman" w:cs="Times New Roman"/>
        </w:rPr>
      </w:pPr>
      <w:r w:rsidRPr="0052649B">
        <w:rPr>
          <w:rFonts w:ascii="Times New Roman" w:hAnsi="Times New Roman" w:cs="Times New Roman"/>
          <w:color w:val="231F20"/>
        </w:rPr>
        <w:t>Собственный</w:t>
      </w:r>
      <w:r w:rsidRPr="0052649B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52649B">
        <w:rPr>
          <w:rFonts w:ascii="Times New Roman" w:hAnsi="Times New Roman" w:cs="Times New Roman"/>
          <w:color w:val="231F20"/>
        </w:rPr>
        <w:t>бизнес.</w:t>
      </w:r>
    </w:p>
    <w:p w:rsidR="00871D52" w:rsidRPr="0052649B" w:rsidRDefault="00871D52">
      <w:pPr>
        <w:pStyle w:val="BodyText"/>
        <w:spacing w:line="283" w:lineRule="auto"/>
        <w:ind w:left="857" w:right="308" w:firstLine="566"/>
        <w:jc w:val="both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Освоение содержания опираетс</w:t>
      </w:r>
      <w:r>
        <w:rPr>
          <w:rFonts w:ascii="Times New Roman" w:hAnsi="Times New Roman" w:cs="Times New Roman"/>
          <w:color w:val="231F20"/>
          <w:lang w:val="ru-RU"/>
        </w:rPr>
        <w:t>я на межпредметные связи с кур</w:t>
      </w:r>
      <w:r w:rsidRPr="0052649B">
        <w:rPr>
          <w:rFonts w:ascii="Times New Roman" w:hAnsi="Times New Roman" w:cs="Times New Roman"/>
          <w:color w:val="231F20"/>
          <w:lang w:val="ru-RU"/>
        </w:rPr>
        <w:t>сами математики, истории, географии, обществознания и литературы. Учебные материалы и задания подобраны в соответствии с</w:t>
      </w:r>
      <w:r w:rsidRPr="0052649B">
        <w:rPr>
          <w:rFonts w:ascii="Times New Roman" w:hAnsi="Times New Roman" w:cs="Times New Roman"/>
          <w:color w:val="231F20"/>
          <w:spacing w:val="-25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lang w:val="ru-RU"/>
        </w:rPr>
        <w:t>возрастны</w:t>
      </w:r>
      <w:r w:rsidRPr="0052649B">
        <w:rPr>
          <w:rFonts w:ascii="Times New Roman" w:hAnsi="Times New Roman" w:cs="Times New Roman"/>
          <w:color w:val="231F20"/>
          <w:lang w:val="ru-RU"/>
        </w:rPr>
        <w:t>ми</w:t>
      </w:r>
      <w:r w:rsidRPr="0052649B">
        <w:rPr>
          <w:rFonts w:ascii="Times New Roman" w:hAnsi="Times New Roman" w:cs="Times New Roman"/>
          <w:color w:val="231F20"/>
          <w:spacing w:val="-7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особенностями</w:t>
      </w:r>
      <w:r w:rsidRPr="0052649B">
        <w:rPr>
          <w:rFonts w:ascii="Times New Roman" w:hAnsi="Times New Roman" w:cs="Times New Roman"/>
          <w:color w:val="231F20"/>
          <w:spacing w:val="-7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детей</w:t>
      </w:r>
      <w:r w:rsidRPr="0052649B">
        <w:rPr>
          <w:rFonts w:ascii="Times New Roman" w:hAnsi="Times New Roman" w:cs="Times New Roman"/>
          <w:color w:val="231F20"/>
          <w:spacing w:val="-7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</w:t>
      </w:r>
      <w:r w:rsidRPr="0052649B">
        <w:rPr>
          <w:rFonts w:ascii="Times New Roman" w:hAnsi="Times New Roman" w:cs="Times New Roman"/>
          <w:color w:val="231F20"/>
          <w:spacing w:val="-7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включают</w:t>
      </w:r>
      <w:r w:rsidRPr="0052649B">
        <w:rPr>
          <w:rFonts w:ascii="Times New Roman" w:hAnsi="Times New Roman" w:cs="Times New Roman"/>
          <w:color w:val="231F20"/>
          <w:spacing w:val="-7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задачи,</w:t>
      </w:r>
      <w:r w:rsidRPr="0052649B">
        <w:rPr>
          <w:rFonts w:ascii="Times New Roman" w:hAnsi="Times New Roman" w:cs="Times New Roman"/>
          <w:color w:val="231F20"/>
          <w:spacing w:val="-7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практические</w:t>
      </w:r>
      <w:r w:rsidRPr="0052649B">
        <w:rPr>
          <w:rFonts w:ascii="Times New Roman" w:hAnsi="Times New Roman" w:cs="Times New Roman"/>
          <w:color w:val="231F20"/>
          <w:spacing w:val="-7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задания,</w:t>
      </w:r>
      <w:r w:rsidRPr="0052649B">
        <w:rPr>
          <w:rFonts w:ascii="Times New Roman" w:hAnsi="Times New Roman" w:cs="Times New Roman"/>
          <w:color w:val="231F20"/>
          <w:spacing w:val="-7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lang w:val="ru-RU"/>
        </w:rPr>
        <w:t>по</w:t>
      </w:r>
      <w:r w:rsidRPr="0052649B">
        <w:rPr>
          <w:rFonts w:ascii="Times New Roman" w:hAnsi="Times New Roman" w:cs="Times New Roman"/>
          <w:color w:val="231F20"/>
          <w:lang w:val="ru-RU"/>
        </w:rPr>
        <w:t>строение графиков и диаграмм, игры, мини-исследования и проекты. В процессе</w:t>
      </w:r>
      <w:r w:rsidRPr="0052649B">
        <w:rPr>
          <w:rFonts w:ascii="Times New Roman" w:hAnsi="Times New Roman" w:cs="Times New Roman"/>
          <w:color w:val="231F20"/>
          <w:spacing w:val="-29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изучения</w:t>
      </w:r>
      <w:r w:rsidRPr="0052649B">
        <w:rPr>
          <w:rFonts w:ascii="Times New Roman" w:hAnsi="Times New Roman" w:cs="Times New Roman"/>
          <w:color w:val="231F20"/>
          <w:spacing w:val="-28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формируются</w:t>
      </w:r>
      <w:r w:rsidRPr="0052649B">
        <w:rPr>
          <w:rFonts w:ascii="Times New Roman" w:hAnsi="Times New Roman" w:cs="Times New Roman"/>
          <w:color w:val="231F20"/>
          <w:spacing w:val="-28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умения</w:t>
      </w:r>
      <w:r w:rsidRPr="0052649B">
        <w:rPr>
          <w:rFonts w:ascii="Times New Roman" w:hAnsi="Times New Roman" w:cs="Times New Roman"/>
          <w:color w:val="231F20"/>
          <w:spacing w:val="-28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</w:t>
      </w:r>
      <w:r w:rsidRPr="0052649B">
        <w:rPr>
          <w:rFonts w:ascii="Times New Roman" w:hAnsi="Times New Roman" w:cs="Times New Roman"/>
          <w:color w:val="231F20"/>
          <w:spacing w:val="-29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навыки</w:t>
      </w:r>
      <w:r w:rsidRPr="0052649B">
        <w:rPr>
          <w:rFonts w:ascii="Times New Roman" w:hAnsi="Times New Roman" w:cs="Times New Roman"/>
          <w:color w:val="231F20"/>
          <w:spacing w:val="-28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работы</w:t>
      </w:r>
      <w:r w:rsidRPr="0052649B">
        <w:rPr>
          <w:rFonts w:ascii="Times New Roman" w:hAnsi="Times New Roman" w:cs="Times New Roman"/>
          <w:color w:val="231F20"/>
          <w:spacing w:val="-28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</w:t>
      </w:r>
      <w:r w:rsidRPr="0052649B">
        <w:rPr>
          <w:rFonts w:ascii="Times New Roman" w:hAnsi="Times New Roman" w:cs="Times New Roman"/>
          <w:color w:val="231F20"/>
          <w:spacing w:val="-28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текстами,</w:t>
      </w:r>
      <w:r w:rsidRPr="0052649B">
        <w:rPr>
          <w:rFonts w:ascii="Times New Roman" w:hAnsi="Times New Roman" w:cs="Times New Roman"/>
          <w:color w:val="231F20"/>
          <w:spacing w:val="-28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lang w:val="ru-RU"/>
        </w:rPr>
        <w:t>та</w:t>
      </w:r>
      <w:r w:rsidRPr="0052649B">
        <w:rPr>
          <w:rFonts w:ascii="Times New Roman" w:hAnsi="Times New Roman" w:cs="Times New Roman"/>
          <w:color w:val="231F20"/>
          <w:lang w:val="ru-RU"/>
        </w:rPr>
        <w:t>блицами, схемами, графиками, а также навыки поиска, анализа и</w:t>
      </w:r>
      <w:r w:rsidRPr="0052649B">
        <w:rPr>
          <w:rFonts w:ascii="Times New Roman" w:hAnsi="Times New Roman" w:cs="Times New Roman"/>
          <w:color w:val="231F20"/>
          <w:spacing w:val="-1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lang w:val="ru-RU"/>
        </w:rPr>
        <w:t>пред</w:t>
      </w:r>
      <w:r w:rsidRPr="0052649B">
        <w:rPr>
          <w:rFonts w:ascii="Times New Roman" w:hAnsi="Times New Roman" w:cs="Times New Roman"/>
          <w:color w:val="231F20"/>
          <w:lang w:val="ru-RU"/>
        </w:rPr>
        <w:t>ставления информации и публичных</w:t>
      </w:r>
      <w:r w:rsidRPr="0052649B">
        <w:rPr>
          <w:rFonts w:ascii="Times New Roman" w:hAnsi="Times New Roman" w:cs="Times New Roman"/>
          <w:color w:val="231F20"/>
          <w:spacing w:val="-4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выступлений.</w:t>
      </w:r>
    </w:p>
    <w:p w:rsidR="00871D52" w:rsidRPr="0052649B" w:rsidRDefault="00871D52">
      <w:pPr>
        <w:pStyle w:val="Heading21"/>
        <w:spacing w:line="249" w:lineRule="exact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Планируемые результаты</w:t>
      </w:r>
    </w:p>
    <w:p w:rsidR="00871D52" w:rsidRPr="0052649B" w:rsidRDefault="00871D52">
      <w:pPr>
        <w:pStyle w:val="BodyText"/>
        <w:spacing w:line="283" w:lineRule="auto"/>
        <w:ind w:left="857" w:right="308" w:firstLine="566"/>
        <w:jc w:val="both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b/>
          <w:i/>
          <w:color w:val="231F20"/>
          <w:lang w:val="ru-RU"/>
        </w:rPr>
        <w:t>Личностными</w:t>
      </w:r>
      <w:r w:rsidRPr="0052649B">
        <w:rPr>
          <w:rFonts w:ascii="Times New Roman" w:hAnsi="Times New Roman" w:cs="Times New Roman"/>
          <w:b/>
          <w:i/>
          <w:color w:val="231F20"/>
          <w:spacing w:val="-3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результатами</w:t>
      </w:r>
      <w:r w:rsidRPr="0052649B">
        <w:rPr>
          <w:rFonts w:ascii="Times New Roman" w:hAnsi="Times New Roman" w:cs="Times New Roman"/>
          <w:color w:val="231F20"/>
          <w:spacing w:val="-3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изучения</w:t>
      </w:r>
      <w:r w:rsidRPr="0052649B">
        <w:rPr>
          <w:rFonts w:ascii="Times New Roman" w:hAnsi="Times New Roman" w:cs="Times New Roman"/>
          <w:color w:val="231F20"/>
          <w:spacing w:val="-3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курса</w:t>
      </w:r>
      <w:r w:rsidRPr="0052649B">
        <w:rPr>
          <w:rFonts w:ascii="Times New Roman" w:hAnsi="Times New Roman" w:cs="Times New Roman"/>
          <w:color w:val="231F20"/>
          <w:spacing w:val="-3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«Финансовая</w:t>
      </w:r>
      <w:r w:rsidRPr="0052649B">
        <w:rPr>
          <w:rFonts w:ascii="Times New Roman" w:hAnsi="Times New Roman" w:cs="Times New Roman"/>
          <w:color w:val="231F20"/>
          <w:spacing w:val="-3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lang w:val="ru-RU"/>
        </w:rPr>
        <w:t>грамот</w:t>
      </w:r>
      <w:r w:rsidRPr="0052649B">
        <w:rPr>
          <w:rFonts w:ascii="Times New Roman" w:hAnsi="Times New Roman" w:cs="Times New Roman"/>
          <w:color w:val="231F20"/>
          <w:lang w:val="ru-RU"/>
        </w:rPr>
        <w:t>ность»</w:t>
      </w:r>
      <w:r w:rsidRPr="0052649B">
        <w:rPr>
          <w:rFonts w:ascii="Times New Roman" w:hAnsi="Times New Roman" w:cs="Times New Roman"/>
          <w:color w:val="231F20"/>
          <w:spacing w:val="-1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являются:</w:t>
      </w:r>
    </w:p>
    <w:p w:rsidR="00871D52" w:rsidRPr="0052649B" w:rsidRDefault="00871D52">
      <w:pPr>
        <w:pStyle w:val="ListParagraph"/>
        <w:numPr>
          <w:ilvl w:val="0"/>
          <w:numId w:val="4"/>
        </w:numPr>
        <w:tabs>
          <w:tab w:val="left" w:pos="1578"/>
        </w:tabs>
        <w:spacing w:before="0" w:line="283" w:lineRule="auto"/>
        <w:ind w:right="308" w:firstLine="567"/>
        <w:jc w:val="both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осознание себя как члена семьи, общества и государства; пони- мание экономических проблем семьи и участие в их обсуждении; пони- мание</w:t>
      </w:r>
      <w:r w:rsidRPr="0052649B">
        <w:rPr>
          <w:rFonts w:ascii="Times New Roman" w:hAnsi="Times New Roman" w:cs="Times New Roman"/>
          <w:color w:val="231F20"/>
          <w:spacing w:val="-1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финансовых</w:t>
      </w:r>
      <w:r w:rsidRPr="0052649B">
        <w:rPr>
          <w:rFonts w:ascii="Times New Roman" w:hAnsi="Times New Roman" w:cs="Times New Roman"/>
          <w:color w:val="231F20"/>
          <w:spacing w:val="-1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связей</w:t>
      </w:r>
      <w:r w:rsidRPr="0052649B">
        <w:rPr>
          <w:rFonts w:ascii="Times New Roman" w:hAnsi="Times New Roman" w:cs="Times New Roman"/>
          <w:color w:val="231F20"/>
          <w:spacing w:val="-1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семьи</w:t>
      </w:r>
      <w:r w:rsidRPr="0052649B">
        <w:rPr>
          <w:rFonts w:ascii="Times New Roman" w:hAnsi="Times New Roman" w:cs="Times New Roman"/>
          <w:color w:val="231F20"/>
          <w:spacing w:val="-1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</w:t>
      </w:r>
      <w:r w:rsidRPr="0052649B">
        <w:rPr>
          <w:rFonts w:ascii="Times New Roman" w:hAnsi="Times New Roman" w:cs="Times New Roman"/>
          <w:color w:val="231F20"/>
          <w:spacing w:val="-1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государства;</w:t>
      </w:r>
    </w:p>
    <w:p w:rsidR="00871D52" w:rsidRPr="0052649B" w:rsidRDefault="00871D52">
      <w:pPr>
        <w:pStyle w:val="ListParagraph"/>
        <w:numPr>
          <w:ilvl w:val="0"/>
          <w:numId w:val="4"/>
        </w:numPr>
        <w:tabs>
          <w:tab w:val="left" w:pos="1578"/>
        </w:tabs>
        <w:spacing w:before="0" w:line="283" w:lineRule="auto"/>
        <w:ind w:right="308" w:firstLine="567"/>
        <w:jc w:val="both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овладение</w:t>
      </w:r>
      <w:r w:rsidRPr="0052649B">
        <w:rPr>
          <w:rFonts w:ascii="Times New Roman" w:hAnsi="Times New Roman" w:cs="Times New Roman"/>
          <w:color w:val="231F20"/>
          <w:spacing w:val="-2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начальными</w:t>
      </w:r>
      <w:r w:rsidRPr="0052649B">
        <w:rPr>
          <w:rFonts w:ascii="Times New Roman" w:hAnsi="Times New Roman" w:cs="Times New Roman"/>
          <w:color w:val="231F20"/>
          <w:spacing w:val="-2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навыками</w:t>
      </w:r>
      <w:r w:rsidRPr="0052649B">
        <w:rPr>
          <w:rFonts w:ascii="Times New Roman" w:hAnsi="Times New Roman" w:cs="Times New Roman"/>
          <w:color w:val="231F20"/>
          <w:spacing w:val="-2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адаптации</w:t>
      </w:r>
      <w:r w:rsidRPr="0052649B">
        <w:rPr>
          <w:rFonts w:ascii="Times New Roman" w:hAnsi="Times New Roman" w:cs="Times New Roman"/>
          <w:color w:val="231F20"/>
          <w:spacing w:val="-20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в</w:t>
      </w:r>
      <w:r w:rsidRPr="0052649B">
        <w:rPr>
          <w:rFonts w:ascii="Times New Roman" w:hAnsi="Times New Roman" w:cs="Times New Roman"/>
          <w:color w:val="231F20"/>
          <w:spacing w:val="-2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мире</w:t>
      </w:r>
      <w:r w:rsidRPr="0052649B">
        <w:rPr>
          <w:rFonts w:ascii="Times New Roman" w:hAnsi="Times New Roman" w:cs="Times New Roman"/>
          <w:color w:val="231F20"/>
          <w:spacing w:val="-2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финансовых отношений:</w:t>
      </w:r>
      <w:r w:rsidRPr="0052649B">
        <w:rPr>
          <w:rFonts w:ascii="Times New Roman" w:hAnsi="Times New Roman" w:cs="Times New Roman"/>
          <w:color w:val="231F20"/>
          <w:spacing w:val="-2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сопоставление</w:t>
      </w:r>
      <w:r w:rsidRPr="0052649B">
        <w:rPr>
          <w:rFonts w:ascii="Times New Roman" w:hAnsi="Times New Roman" w:cs="Times New Roman"/>
          <w:color w:val="231F20"/>
          <w:spacing w:val="-2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доходов</w:t>
      </w:r>
      <w:r w:rsidRPr="0052649B">
        <w:rPr>
          <w:rFonts w:ascii="Times New Roman" w:hAnsi="Times New Roman" w:cs="Times New Roman"/>
          <w:color w:val="231F20"/>
          <w:spacing w:val="-2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</w:t>
      </w:r>
      <w:r w:rsidRPr="0052649B">
        <w:rPr>
          <w:rFonts w:ascii="Times New Roman" w:hAnsi="Times New Roman" w:cs="Times New Roman"/>
          <w:color w:val="231F20"/>
          <w:spacing w:val="-2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расходов,</w:t>
      </w:r>
      <w:r w:rsidRPr="0052649B">
        <w:rPr>
          <w:rFonts w:ascii="Times New Roman" w:hAnsi="Times New Roman" w:cs="Times New Roman"/>
          <w:color w:val="231F20"/>
          <w:spacing w:val="-2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расчёт</w:t>
      </w:r>
      <w:r w:rsidRPr="0052649B">
        <w:rPr>
          <w:rFonts w:ascii="Times New Roman" w:hAnsi="Times New Roman" w:cs="Times New Roman"/>
          <w:color w:val="231F20"/>
          <w:spacing w:val="-2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процентов,</w:t>
      </w:r>
      <w:r w:rsidRPr="0052649B">
        <w:rPr>
          <w:rFonts w:ascii="Times New Roman" w:hAnsi="Times New Roman" w:cs="Times New Roman"/>
          <w:color w:val="231F20"/>
          <w:spacing w:val="-23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lang w:val="ru-RU"/>
        </w:rPr>
        <w:t>сопо</w:t>
      </w:r>
      <w:r w:rsidRPr="0052649B">
        <w:rPr>
          <w:rFonts w:ascii="Times New Roman" w:hAnsi="Times New Roman" w:cs="Times New Roman"/>
          <w:color w:val="231F20"/>
          <w:lang w:val="ru-RU"/>
        </w:rPr>
        <w:t>ставление</w:t>
      </w:r>
      <w:r w:rsidRPr="0052649B">
        <w:rPr>
          <w:rFonts w:ascii="Times New Roman" w:hAnsi="Times New Roman" w:cs="Times New Roman"/>
          <w:color w:val="231F20"/>
          <w:spacing w:val="-1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доходности</w:t>
      </w:r>
      <w:r w:rsidRPr="0052649B">
        <w:rPr>
          <w:rFonts w:ascii="Times New Roman" w:hAnsi="Times New Roman" w:cs="Times New Roman"/>
          <w:color w:val="231F20"/>
          <w:spacing w:val="-1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вложений</w:t>
      </w:r>
      <w:r w:rsidRPr="0052649B">
        <w:rPr>
          <w:rFonts w:ascii="Times New Roman" w:hAnsi="Times New Roman" w:cs="Times New Roman"/>
          <w:color w:val="231F20"/>
          <w:spacing w:val="-1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на</w:t>
      </w:r>
      <w:r w:rsidRPr="0052649B">
        <w:rPr>
          <w:rFonts w:ascii="Times New Roman" w:hAnsi="Times New Roman" w:cs="Times New Roman"/>
          <w:color w:val="231F20"/>
          <w:spacing w:val="-1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простых</w:t>
      </w:r>
      <w:r w:rsidRPr="0052649B">
        <w:rPr>
          <w:rFonts w:ascii="Times New Roman" w:hAnsi="Times New Roman" w:cs="Times New Roman"/>
          <w:color w:val="231F20"/>
          <w:spacing w:val="-1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примерах;</w:t>
      </w:r>
    </w:p>
    <w:p w:rsidR="00871D52" w:rsidRPr="0052649B" w:rsidRDefault="00871D52">
      <w:pPr>
        <w:spacing w:line="283" w:lineRule="auto"/>
        <w:jc w:val="both"/>
        <w:rPr>
          <w:rFonts w:ascii="Times New Roman" w:hAnsi="Times New Roman" w:cs="Times New Roman"/>
          <w:lang w:val="ru-RU"/>
        </w:rPr>
        <w:sectPr w:rsidR="00871D52" w:rsidRPr="0052649B">
          <w:pgSz w:w="9640" w:h="13890"/>
          <w:pgMar w:top="1040" w:right="540" w:bottom="280" w:left="560" w:header="0" w:footer="0" w:gutter="0"/>
          <w:cols w:space="720"/>
        </w:sectPr>
      </w:pPr>
    </w:p>
    <w:p w:rsidR="00871D52" w:rsidRPr="0052649B" w:rsidRDefault="00871D52">
      <w:pPr>
        <w:pStyle w:val="ListParagraph"/>
        <w:numPr>
          <w:ilvl w:val="0"/>
          <w:numId w:val="3"/>
        </w:numPr>
        <w:tabs>
          <w:tab w:val="left" w:pos="1011"/>
        </w:tabs>
        <w:spacing w:before="87" w:line="283" w:lineRule="auto"/>
        <w:ind w:right="875" w:firstLine="567"/>
        <w:jc w:val="both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развитие самостоятельности и личной ответственности за свои поступки; планирование собственно</w:t>
      </w:r>
      <w:r>
        <w:rPr>
          <w:rFonts w:ascii="Times New Roman" w:hAnsi="Times New Roman" w:cs="Times New Roman"/>
          <w:color w:val="231F20"/>
          <w:lang w:val="ru-RU"/>
        </w:rPr>
        <w:t>го бюджета, предложение вариан</w:t>
      </w:r>
      <w:r w:rsidRPr="0052649B">
        <w:rPr>
          <w:rFonts w:ascii="Times New Roman" w:hAnsi="Times New Roman" w:cs="Times New Roman"/>
          <w:color w:val="231F20"/>
          <w:lang w:val="ru-RU"/>
        </w:rPr>
        <w:t>тов собственного</w:t>
      </w:r>
      <w:r w:rsidRPr="0052649B">
        <w:rPr>
          <w:rFonts w:ascii="Times New Roman" w:hAnsi="Times New Roman" w:cs="Times New Roman"/>
          <w:color w:val="231F20"/>
          <w:spacing w:val="-2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заработка;</w:t>
      </w:r>
    </w:p>
    <w:p w:rsidR="00871D52" w:rsidRPr="0052649B" w:rsidRDefault="00871D52" w:rsidP="0052649B">
      <w:pPr>
        <w:pStyle w:val="ListParagraph"/>
        <w:numPr>
          <w:ilvl w:val="0"/>
          <w:numId w:val="3"/>
        </w:numPr>
        <w:tabs>
          <w:tab w:val="left" w:pos="1011"/>
        </w:tabs>
        <w:spacing w:before="0" w:line="283" w:lineRule="auto"/>
        <w:ind w:right="875" w:hanging="6"/>
        <w:jc w:val="both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развитие</w:t>
      </w:r>
      <w:r w:rsidRPr="0052649B">
        <w:rPr>
          <w:rFonts w:ascii="Times New Roman" w:hAnsi="Times New Roman" w:cs="Times New Roman"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навыков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сотрудничества</w:t>
      </w:r>
      <w:r w:rsidRPr="0052649B">
        <w:rPr>
          <w:rFonts w:ascii="Times New Roman" w:hAnsi="Times New Roman" w:cs="Times New Roman"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взрослыми</w:t>
      </w:r>
      <w:r w:rsidRPr="0052649B">
        <w:rPr>
          <w:rFonts w:ascii="Times New Roman" w:hAnsi="Times New Roman" w:cs="Times New Roman"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сверстниками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в разных игровых и реальных экономических ситуациях; участие в</w:t>
      </w:r>
      <w:r w:rsidRPr="0052649B">
        <w:rPr>
          <w:rFonts w:ascii="Times New Roman" w:hAnsi="Times New Roman" w:cs="Times New Roman"/>
          <w:color w:val="231F20"/>
          <w:spacing w:val="-42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lang w:val="ru-RU"/>
        </w:rPr>
        <w:t>приня</w:t>
      </w:r>
      <w:r w:rsidRPr="0052649B">
        <w:rPr>
          <w:rFonts w:ascii="Times New Roman" w:hAnsi="Times New Roman" w:cs="Times New Roman"/>
          <w:color w:val="231F20"/>
          <w:lang w:val="ru-RU"/>
        </w:rPr>
        <w:t>тии решений о семейном</w:t>
      </w:r>
      <w:r w:rsidRPr="0052649B">
        <w:rPr>
          <w:rFonts w:ascii="Times New Roman" w:hAnsi="Times New Roman" w:cs="Times New Roman"/>
          <w:color w:val="231F20"/>
          <w:spacing w:val="-4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бюджете.</w:t>
      </w:r>
    </w:p>
    <w:p w:rsidR="00871D52" w:rsidRPr="0052649B" w:rsidRDefault="00871D52">
      <w:pPr>
        <w:spacing w:line="283" w:lineRule="auto"/>
        <w:ind w:left="290" w:right="875" w:firstLine="566"/>
        <w:jc w:val="both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b/>
          <w:i/>
          <w:color w:val="231F20"/>
          <w:lang w:val="ru-RU"/>
        </w:rPr>
        <w:t xml:space="preserve">Метапредметными </w:t>
      </w:r>
      <w:r w:rsidRPr="0052649B">
        <w:rPr>
          <w:rFonts w:ascii="Times New Roman" w:hAnsi="Times New Roman" w:cs="Times New Roman"/>
          <w:color w:val="231F20"/>
          <w:lang w:val="ru-RU"/>
        </w:rPr>
        <w:t>результатами изучения курса «Финансовая грамотность» являются:</w:t>
      </w:r>
    </w:p>
    <w:p w:rsidR="00871D52" w:rsidRPr="0052649B" w:rsidRDefault="00871D52">
      <w:pPr>
        <w:spacing w:line="252" w:lineRule="exact"/>
        <w:ind w:left="857"/>
        <w:rPr>
          <w:rFonts w:ascii="Times New Roman" w:hAnsi="Times New Roman" w:cs="Times New Roman"/>
          <w:i/>
        </w:rPr>
      </w:pPr>
      <w:r w:rsidRPr="0052649B">
        <w:rPr>
          <w:rFonts w:ascii="Times New Roman" w:hAnsi="Times New Roman" w:cs="Times New Roman"/>
          <w:i/>
          <w:color w:val="231F20"/>
        </w:rPr>
        <w:t>Познавательные:</w:t>
      </w:r>
    </w:p>
    <w:p w:rsidR="00871D52" w:rsidRPr="0052649B" w:rsidRDefault="00871D52">
      <w:pPr>
        <w:pStyle w:val="ListParagraph"/>
        <w:numPr>
          <w:ilvl w:val="0"/>
          <w:numId w:val="3"/>
        </w:numPr>
        <w:tabs>
          <w:tab w:val="left" w:pos="1011"/>
        </w:tabs>
        <w:spacing w:before="41" w:line="283" w:lineRule="auto"/>
        <w:ind w:right="870" w:firstLine="567"/>
        <w:jc w:val="both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spacing w:val="3"/>
          <w:lang w:val="ru-RU"/>
        </w:rPr>
        <w:t xml:space="preserve">освоение способов решения проблем творческого </w:t>
      </w:r>
      <w:r w:rsidRPr="0052649B">
        <w:rPr>
          <w:rFonts w:ascii="Times New Roman" w:hAnsi="Times New Roman" w:cs="Times New Roman"/>
          <w:color w:val="231F20"/>
          <w:lang w:val="ru-RU"/>
        </w:rPr>
        <w:t xml:space="preserve">и </w:t>
      </w:r>
      <w:r w:rsidRPr="0052649B">
        <w:rPr>
          <w:rFonts w:ascii="Times New Roman" w:hAnsi="Times New Roman" w:cs="Times New Roman"/>
          <w:color w:val="231F20"/>
          <w:spacing w:val="4"/>
          <w:lang w:val="ru-RU"/>
        </w:rPr>
        <w:t>поисково</w:t>
      </w:r>
      <w:r w:rsidRPr="0052649B">
        <w:rPr>
          <w:rFonts w:ascii="Times New Roman" w:hAnsi="Times New Roman" w:cs="Times New Roman"/>
          <w:color w:val="231F20"/>
          <w:lang w:val="ru-RU"/>
        </w:rPr>
        <w:t>го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4"/>
          <w:lang w:val="ru-RU"/>
        </w:rPr>
        <w:t>характера;</w:t>
      </w:r>
    </w:p>
    <w:p w:rsidR="00871D52" w:rsidRPr="0052649B" w:rsidRDefault="00871D52">
      <w:pPr>
        <w:pStyle w:val="ListParagraph"/>
        <w:numPr>
          <w:ilvl w:val="0"/>
          <w:numId w:val="3"/>
        </w:numPr>
        <w:tabs>
          <w:tab w:val="left" w:pos="1011"/>
        </w:tabs>
        <w:spacing w:before="0" w:line="283" w:lineRule="auto"/>
        <w:ind w:right="870" w:firstLine="567"/>
        <w:jc w:val="both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spacing w:val="3"/>
          <w:lang w:val="ru-RU"/>
        </w:rPr>
        <w:t xml:space="preserve">использование различных способов поиска, сбора, </w:t>
      </w:r>
      <w:r w:rsidRPr="0052649B">
        <w:rPr>
          <w:rFonts w:ascii="Times New Roman" w:hAnsi="Times New Roman" w:cs="Times New Roman"/>
          <w:color w:val="231F20"/>
          <w:spacing w:val="4"/>
          <w:lang w:val="ru-RU"/>
        </w:rPr>
        <w:t xml:space="preserve">обработки, </w:t>
      </w:r>
      <w:r w:rsidRPr="0052649B">
        <w:rPr>
          <w:rFonts w:ascii="Times New Roman" w:hAnsi="Times New Roman" w:cs="Times New Roman"/>
          <w:color w:val="231F20"/>
          <w:spacing w:val="3"/>
          <w:lang w:val="ru-RU"/>
        </w:rPr>
        <w:t xml:space="preserve">анализа, организации, передачи </w:t>
      </w:r>
      <w:r w:rsidRPr="0052649B">
        <w:rPr>
          <w:rFonts w:ascii="Times New Roman" w:hAnsi="Times New Roman" w:cs="Times New Roman"/>
          <w:color w:val="231F20"/>
          <w:lang w:val="ru-RU"/>
        </w:rPr>
        <w:t xml:space="preserve">и </w:t>
      </w:r>
      <w:r w:rsidRPr="0052649B">
        <w:rPr>
          <w:rFonts w:ascii="Times New Roman" w:hAnsi="Times New Roman" w:cs="Times New Roman"/>
          <w:color w:val="231F20"/>
          <w:spacing w:val="3"/>
          <w:lang w:val="ru-RU"/>
        </w:rPr>
        <w:t xml:space="preserve">интерпретации информации; </w:t>
      </w:r>
      <w:r w:rsidRPr="0052649B">
        <w:rPr>
          <w:rFonts w:ascii="Times New Roman" w:hAnsi="Times New Roman" w:cs="Times New Roman"/>
          <w:color w:val="231F20"/>
          <w:spacing w:val="4"/>
          <w:lang w:val="ru-RU"/>
        </w:rPr>
        <w:t>по</w:t>
      </w:r>
      <w:r w:rsidRPr="0052649B">
        <w:rPr>
          <w:rFonts w:ascii="Times New Roman" w:hAnsi="Times New Roman" w:cs="Times New Roman"/>
          <w:color w:val="231F20"/>
          <w:spacing w:val="2"/>
          <w:lang w:val="ru-RU"/>
        </w:rPr>
        <w:t xml:space="preserve">иск </w:t>
      </w:r>
      <w:r w:rsidRPr="0052649B">
        <w:rPr>
          <w:rFonts w:ascii="Times New Roman" w:hAnsi="Times New Roman" w:cs="Times New Roman"/>
          <w:color w:val="231F20"/>
          <w:spacing w:val="3"/>
          <w:lang w:val="ru-RU"/>
        </w:rPr>
        <w:t xml:space="preserve">информации </w:t>
      </w:r>
      <w:r w:rsidRPr="0052649B">
        <w:rPr>
          <w:rFonts w:ascii="Times New Roman" w:hAnsi="Times New Roman" w:cs="Times New Roman"/>
          <w:color w:val="231F20"/>
          <w:lang w:val="ru-RU"/>
        </w:rPr>
        <w:t xml:space="preserve">в </w:t>
      </w:r>
      <w:r w:rsidRPr="0052649B">
        <w:rPr>
          <w:rFonts w:ascii="Times New Roman" w:hAnsi="Times New Roman" w:cs="Times New Roman"/>
          <w:color w:val="231F20"/>
          <w:spacing w:val="3"/>
          <w:lang w:val="ru-RU"/>
        </w:rPr>
        <w:t xml:space="preserve">газетах, журналах, </w:t>
      </w:r>
      <w:r w:rsidRPr="0052649B">
        <w:rPr>
          <w:rFonts w:ascii="Times New Roman" w:hAnsi="Times New Roman" w:cs="Times New Roman"/>
          <w:color w:val="231F20"/>
          <w:lang w:val="ru-RU"/>
        </w:rPr>
        <w:t xml:space="preserve">на </w:t>
      </w:r>
      <w:r w:rsidRPr="0052649B">
        <w:rPr>
          <w:rFonts w:ascii="Times New Roman" w:hAnsi="Times New Roman" w:cs="Times New Roman"/>
          <w:color w:val="231F20"/>
          <w:spacing w:val="3"/>
          <w:lang w:val="ru-RU"/>
        </w:rPr>
        <w:t xml:space="preserve">интернет-сайтах </w:t>
      </w:r>
      <w:r w:rsidRPr="0052649B">
        <w:rPr>
          <w:rFonts w:ascii="Times New Roman" w:hAnsi="Times New Roman" w:cs="Times New Roman"/>
          <w:color w:val="231F20"/>
          <w:lang w:val="ru-RU"/>
        </w:rPr>
        <w:t xml:space="preserve">и </w:t>
      </w:r>
      <w:r w:rsidRPr="0052649B">
        <w:rPr>
          <w:rFonts w:ascii="Times New Roman" w:hAnsi="Times New Roman" w:cs="Times New Roman"/>
          <w:color w:val="231F20"/>
          <w:spacing w:val="4"/>
          <w:lang w:val="ru-RU"/>
        </w:rPr>
        <w:t>проведе</w:t>
      </w:r>
      <w:r w:rsidRPr="0052649B">
        <w:rPr>
          <w:rFonts w:ascii="Times New Roman" w:hAnsi="Times New Roman" w:cs="Times New Roman"/>
          <w:color w:val="231F20"/>
          <w:spacing w:val="2"/>
          <w:lang w:val="ru-RU"/>
        </w:rPr>
        <w:t xml:space="preserve">ние </w:t>
      </w:r>
      <w:r w:rsidRPr="0052649B">
        <w:rPr>
          <w:rFonts w:ascii="Times New Roman" w:hAnsi="Times New Roman" w:cs="Times New Roman"/>
          <w:color w:val="231F20"/>
          <w:spacing w:val="3"/>
          <w:lang w:val="ru-RU"/>
        </w:rPr>
        <w:t xml:space="preserve">простых опросов </w:t>
      </w:r>
      <w:r w:rsidRPr="0052649B">
        <w:rPr>
          <w:rFonts w:ascii="Times New Roman" w:hAnsi="Times New Roman" w:cs="Times New Roman"/>
          <w:color w:val="231F20"/>
          <w:lang w:val="ru-RU"/>
        </w:rPr>
        <w:t>и</w:t>
      </w:r>
      <w:r w:rsidRPr="0052649B">
        <w:rPr>
          <w:rFonts w:ascii="Times New Roman" w:hAnsi="Times New Roman" w:cs="Times New Roman"/>
          <w:color w:val="231F20"/>
          <w:spacing w:val="-1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4"/>
          <w:lang w:val="ru-RU"/>
        </w:rPr>
        <w:t>интервью;</w:t>
      </w:r>
    </w:p>
    <w:p w:rsidR="00871D52" w:rsidRPr="0052649B" w:rsidRDefault="00871D52">
      <w:pPr>
        <w:pStyle w:val="ListParagraph"/>
        <w:numPr>
          <w:ilvl w:val="0"/>
          <w:numId w:val="3"/>
        </w:numPr>
        <w:tabs>
          <w:tab w:val="left" w:pos="1011"/>
        </w:tabs>
        <w:spacing w:before="0" w:line="283" w:lineRule="auto"/>
        <w:ind w:right="875" w:firstLine="567"/>
        <w:jc w:val="both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формирование</w:t>
      </w:r>
      <w:r w:rsidRPr="0052649B">
        <w:rPr>
          <w:rFonts w:ascii="Times New Roman" w:hAnsi="Times New Roman" w:cs="Times New Roman"/>
          <w:color w:val="231F20"/>
          <w:spacing w:val="-28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умений</w:t>
      </w:r>
      <w:r w:rsidRPr="0052649B">
        <w:rPr>
          <w:rFonts w:ascii="Times New Roman" w:hAnsi="Times New Roman" w:cs="Times New Roman"/>
          <w:color w:val="231F20"/>
          <w:spacing w:val="-28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представлять</w:t>
      </w:r>
      <w:r w:rsidRPr="0052649B">
        <w:rPr>
          <w:rFonts w:ascii="Times New Roman" w:hAnsi="Times New Roman" w:cs="Times New Roman"/>
          <w:color w:val="231F20"/>
          <w:spacing w:val="-28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информацию</w:t>
      </w:r>
      <w:r w:rsidRPr="0052649B">
        <w:rPr>
          <w:rFonts w:ascii="Times New Roman" w:hAnsi="Times New Roman" w:cs="Times New Roman"/>
          <w:color w:val="231F20"/>
          <w:spacing w:val="-28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в</w:t>
      </w:r>
      <w:r w:rsidRPr="0052649B">
        <w:rPr>
          <w:rFonts w:ascii="Times New Roman" w:hAnsi="Times New Roman" w:cs="Times New Roman"/>
          <w:color w:val="231F20"/>
          <w:spacing w:val="-28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зависимости от поставленных задач в виде таблицы, схемы, графика, диаграммы, диаграммы связей</w:t>
      </w:r>
      <w:r w:rsidRPr="0052649B">
        <w:rPr>
          <w:rFonts w:ascii="Times New Roman" w:hAnsi="Times New Roman" w:cs="Times New Roman"/>
          <w:color w:val="231F20"/>
          <w:spacing w:val="-2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(интеллект-карты);</w:t>
      </w:r>
    </w:p>
    <w:p w:rsidR="00871D52" w:rsidRPr="0052649B" w:rsidRDefault="00871D52">
      <w:pPr>
        <w:pStyle w:val="ListParagraph"/>
        <w:numPr>
          <w:ilvl w:val="0"/>
          <w:numId w:val="3"/>
        </w:numPr>
        <w:tabs>
          <w:tab w:val="left" w:pos="1011"/>
        </w:tabs>
        <w:spacing w:before="0" w:line="283" w:lineRule="auto"/>
        <w:ind w:right="879" w:firstLine="567"/>
        <w:jc w:val="both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spacing w:val="-5"/>
          <w:lang w:val="ru-RU"/>
        </w:rPr>
        <w:t xml:space="preserve">овладение логическими действиями сравнения, анализа, синтеза, обобщения, классификации, установления аналогий </w:t>
      </w:r>
      <w:r w:rsidRPr="0052649B">
        <w:rPr>
          <w:rFonts w:ascii="Times New Roman" w:hAnsi="Times New Roman" w:cs="Times New Roman"/>
          <w:color w:val="231F20"/>
          <w:lang w:val="ru-RU"/>
        </w:rPr>
        <w:t xml:space="preserve">и </w:t>
      </w:r>
      <w:r>
        <w:rPr>
          <w:rFonts w:ascii="Times New Roman" w:hAnsi="Times New Roman" w:cs="Times New Roman"/>
          <w:color w:val="231F20"/>
          <w:spacing w:val="-5"/>
          <w:lang w:val="ru-RU"/>
        </w:rPr>
        <w:t>причинно-следст</w:t>
      </w:r>
      <w:r w:rsidRPr="0052649B">
        <w:rPr>
          <w:rFonts w:ascii="Times New Roman" w:hAnsi="Times New Roman" w:cs="Times New Roman"/>
          <w:color w:val="231F20"/>
          <w:spacing w:val="-5"/>
          <w:lang w:val="ru-RU"/>
        </w:rPr>
        <w:t>венных</w:t>
      </w:r>
      <w:r w:rsidRPr="0052649B">
        <w:rPr>
          <w:rFonts w:ascii="Times New Roman" w:hAnsi="Times New Roman" w:cs="Times New Roman"/>
          <w:color w:val="231F20"/>
          <w:spacing w:val="-27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5"/>
          <w:lang w:val="ru-RU"/>
        </w:rPr>
        <w:t>связей,</w:t>
      </w:r>
      <w:r w:rsidRPr="0052649B">
        <w:rPr>
          <w:rFonts w:ascii="Times New Roman" w:hAnsi="Times New Roman" w:cs="Times New Roman"/>
          <w:color w:val="231F20"/>
          <w:spacing w:val="-2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5"/>
          <w:lang w:val="ru-RU"/>
        </w:rPr>
        <w:t>построения</w:t>
      </w:r>
      <w:r w:rsidRPr="0052649B">
        <w:rPr>
          <w:rFonts w:ascii="Times New Roman" w:hAnsi="Times New Roman" w:cs="Times New Roman"/>
          <w:color w:val="231F20"/>
          <w:spacing w:val="-27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5"/>
          <w:lang w:val="ru-RU"/>
        </w:rPr>
        <w:t>рассуждений,</w:t>
      </w:r>
      <w:r w:rsidRPr="0052649B">
        <w:rPr>
          <w:rFonts w:ascii="Times New Roman" w:hAnsi="Times New Roman" w:cs="Times New Roman"/>
          <w:color w:val="231F20"/>
          <w:spacing w:val="-2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5"/>
          <w:lang w:val="ru-RU"/>
        </w:rPr>
        <w:t>отнесения</w:t>
      </w:r>
      <w:r w:rsidRPr="0052649B">
        <w:rPr>
          <w:rFonts w:ascii="Times New Roman" w:hAnsi="Times New Roman" w:cs="Times New Roman"/>
          <w:color w:val="231F20"/>
          <w:spacing w:val="-27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к</w:t>
      </w:r>
      <w:r w:rsidRPr="0052649B">
        <w:rPr>
          <w:rFonts w:ascii="Times New Roman" w:hAnsi="Times New Roman" w:cs="Times New Roman"/>
          <w:color w:val="231F20"/>
          <w:spacing w:val="-2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5"/>
          <w:lang w:val="ru-RU"/>
        </w:rPr>
        <w:t>известным</w:t>
      </w:r>
      <w:r w:rsidRPr="0052649B">
        <w:rPr>
          <w:rFonts w:ascii="Times New Roman" w:hAnsi="Times New Roman" w:cs="Times New Roman"/>
          <w:color w:val="231F20"/>
          <w:spacing w:val="-27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5"/>
          <w:lang w:val="ru-RU"/>
        </w:rPr>
        <w:t>понятиям;</w:t>
      </w:r>
    </w:p>
    <w:p w:rsidR="00871D52" w:rsidRPr="0052649B" w:rsidRDefault="00871D52">
      <w:pPr>
        <w:pStyle w:val="ListParagraph"/>
        <w:numPr>
          <w:ilvl w:val="0"/>
          <w:numId w:val="3"/>
        </w:numPr>
        <w:tabs>
          <w:tab w:val="left" w:pos="1011"/>
        </w:tabs>
        <w:spacing w:before="0" w:line="283" w:lineRule="auto"/>
        <w:ind w:right="870" w:firstLine="567"/>
        <w:jc w:val="both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spacing w:val="3"/>
          <w:lang w:val="ru-RU"/>
        </w:rPr>
        <w:t xml:space="preserve">овладение базовыми предметными </w:t>
      </w:r>
      <w:r w:rsidRPr="0052649B">
        <w:rPr>
          <w:rFonts w:ascii="Times New Roman" w:hAnsi="Times New Roman" w:cs="Times New Roman"/>
          <w:color w:val="231F20"/>
          <w:lang w:val="ru-RU"/>
        </w:rPr>
        <w:t xml:space="preserve">и </w:t>
      </w:r>
      <w:r w:rsidRPr="0052649B">
        <w:rPr>
          <w:rFonts w:ascii="Times New Roman" w:hAnsi="Times New Roman" w:cs="Times New Roman"/>
          <w:color w:val="231F20"/>
          <w:spacing w:val="3"/>
          <w:lang w:val="ru-RU"/>
        </w:rPr>
        <w:t xml:space="preserve">межпредметными </w:t>
      </w:r>
      <w:r>
        <w:rPr>
          <w:rFonts w:ascii="Times New Roman" w:hAnsi="Times New Roman" w:cs="Times New Roman"/>
          <w:color w:val="231F20"/>
          <w:spacing w:val="4"/>
          <w:lang w:val="ru-RU"/>
        </w:rPr>
        <w:t>поня</w:t>
      </w:r>
      <w:r w:rsidRPr="0052649B">
        <w:rPr>
          <w:rFonts w:ascii="Times New Roman" w:hAnsi="Times New Roman" w:cs="Times New Roman"/>
          <w:color w:val="231F20"/>
          <w:spacing w:val="4"/>
          <w:lang w:val="ru-RU"/>
        </w:rPr>
        <w:t>тиями.</w:t>
      </w:r>
    </w:p>
    <w:p w:rsidR="00871D52" w:rsidRPr="0052649B" w:rsidRDefault="00871D52">
      <w:pPr>
        <w:spacing w:line="252" w:lineRule="exact"/>
        <w:ind w:left="857"/>
        <w:rPr>
          <w:rFonts w:ascii="Times New Roman" w:hAnsi="Times New Roman" w:cs="Times New Roman"/>
          <w:i/>
        </w:rPr>
      </w:pPr>
      <w:r w:rsidRPr="0052649B">
        <w:rPr>
          <w:rFonts w:ascii="Times New Roman" w:hAnsi="Times New Roman" w:cs="Times New Roman"/>
          <w:i/>
          <w:color w:val="231F20"/>
        </w:rPr>
        <w:t>Регулятивные:</w:t>
      </w:r>
    </w:p>
    <w:p w:rsidR="00871D52" w:rsidRPr="0052649B" w:rsidRDefault="00871D52">
      <w:pPr>
        <w:pStyle w:val="ListParagraph"/>
        <w:numPr>
          <w:ilvl w:val="0"/>
          <w:numId w:val="3"/>
        </w:numPr>
        <w:tabs>
          <w:tab w:val="left" w:pos="1011"/>
        </w:tabs>
        <w:spacing w:before="39"/>
        <w:ind w:firstLine="567"/>
        <w:rPr>
          <w:rFonts w:ascii="Times New Roman" w:hAnsi="Times New Roman" w:cs="Times New Roman"/>
        </w:rPr>
      </w:pPr>
      <w:r w:rsidRPr="0052649B">
        <w:rPr>
          <w:rFonts w:ascii="Times New Roman" w:hAnsi="Times New Roman" w:cs="Times New Roman"/>
          <w:color w:val="231F20"/>
        </w:rPr>
        <w:t>понимание цели своих</w:t>
      </w:r>
      <w:r w:rsidRPr="0052649B">
        <w:rPr>
          <w:rFonts w:ascii="Times New Roman" w:hAnsi="Times New Roman" w:cs="Times New Roman"/>
          <w:color w:val="231F20"/>
          <w:spacing w:val="-31"/>
        </w:rPr>
        <w:t xml:space="preserve"> </w:t>
      </w:r>
      <w:r w:rsidRPr="0052649B">
        <w:rPr>
          <w:rFonts w:ascii="Times New Roman" w:hAnsi="Times New Roman" w:cs="Times New Roman"/>
          <w:color w:val="231F20"/>
        </w:rPr>
        <w:t>действий;</w:t>
      </w:r>
    </w:p>
    <w:p w:rsidR="00871D52" w:rsidRPr="0052649B" w:rsidRDefault="00871D52">
      <w:pPr>
        <w:pStyle w:val="ListParagraph"/>
        <w:numPr>
          <w:ilvl w:val="0"/>
          <w:numId w:val="3"/>
        </w:numPr>
        <w:tabs>
          <w:tab w:val="left" w:pos="1011"/>
        </w:tabs>
        <w:ind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планирование</w:t>
      </w:r>
      <w:r w:rsidRPr="0052649B">
        <w:rPr>
          <w:rFonts w:ascii="Times New Roman" w:hAnsi="Times New Roman" w:cs="Times New Roman"/>
          <w:color w:val="231F20"/>
          <w:spacing w:val="-1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действия</w:t>
      </w:r>
      <w:r w:rsidRPr="0052649B">
        <w:rPr>
          <w:rFonts w:ascii="Times New Roman" w:hAnsi="Times New Roman" w:cs="Times New Roman"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</w:t>
      </w:r>
      <w:r w:rsidRPr="0052649B">
        <w:rPr>
          <w:rFonts w:ascii="Times New Roman" w:hAnsi="Times New Roman" w:cs="Times New Roman"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помощью</w:t>
      </w:r>
      <w:r w:rsidRPr="0052649B">
        <w:rPr>
          <w:rFonts w:ascii="Times New Roman" w:hAnsi="Times New Roman" w:cs="Times New Roman"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учителя</w:t>
      </w:r>
      <w:r w:rsidRPr="0052649B">
        <w:rPr>
          <w:rFonts w:ascii="Times New Roman" w:hAnsi="Times New Roman" w:cs="Times New Roman"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</w:t>
      </w:r>
      <w:r w:rsidRPr="0052649B">
        <w:rPr>
          <w:rFonts w:ascii="Times New Roman" w:hAnsi="Times New Roman" w:cs="Times New Roman"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самостоятельно;</w:t>
      </w:r>
    </w:p>
    <w:p w:rsidR="00871D52" w:rsidRPr="0052649B" w:rsidRDefault="00871D52">
      <w:pPr>
        <w:pStyle w:val="ListParagraph"/>
        <w:numPr>
          <w:ilvl w:val="0"/>
          <w:numId w:val="3"/>
        </w:numPr>
        <w:tabs>
          <w:tab w:val="left" w:pos="1011"/>
        </w:tabs>
        <w:ind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проявление познавательной и творческой</w:t>
      </w:r>
      <w:r w:rsidRPr="0052649B">
        <w:rPr>
          <w:rFonts w:ascii="Times New Roman" w:hAnsi="Times New Roman" w:cs="Times New Roman"/>
          <w:color w:val="231F20"/>
          <w:spacing w:val="-4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инициативы;</w:t>
      </w:r>
    </w:p>
    <w:p w:rsidR="00871D52" w:rsidRPr="0052649B" w:rsidRDefault="00871D52">
      <w:pPr>
        <w:pStyle w:val="ListParagraph"/>
        <w:numPr>
          <w:ilvl w:val="0"/>
          <w:numId w:val="3"/>
        </w:numPr>
        <w:tabs>
          <w:tab w:val="left" w:pos="1011"/>
        </w:tabs>
        <w:spacing w:line="283" w:lineRule="auto"/>
        <w:ind w:right="875" w:firstLine="567"/>
        <w:jc w:val="both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 xml:space="preserve">оценка правильности выполнения действий; </w:t>
      </w:r>
      <w:r>
        <w:rPr>
          <w:rFonts w:ascii="Times New Roman" w:hAnsi="Times New Roman" w:cs="Times New Roman"/>
          <w:color w:val="231F20"/>
          <w:lang w:val="ru-RU"/>
        </w:rPr>
        <w:t>самооценка и взаи</w:t>
      </w:r>
      <w:r w:rsidRPr="0052649B">
        <w:rPr>
          <w:rFonts w:ascii="Times New Roman" w:hAnsi="Times New Roman" w:cs="Times New Roman"/>
          <w:color w:val="231F20"/>
          <w:lang w:val="ru-RU"/>
        </w:rPr>
        <w:t>мооценка;</w:t>
      </w:r>
    </w:p>
    <w:p w:rsidR="00871D52" w:rsidRPr="0052649B" w:rsidRDefault="00871D52">
      <w:pPr>
        <w:pStyle w:val="ListParagraph"/>
        <w:numPr>
          <w:ilvl w:val="0"/>
          <w:numId w:val="3"/>
        </w:numPr>
        <w:tabs>
          <w:tab w:val="left" w:pos="1011"/>
        </w:tabs>
        <w:spacing w:before="0" w:line="283" w:lineRule="auto"/>
        <w:ind w:right="870" w:firstLine="567"/>
        <w:jc w:val="both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spacing w:val="3"/>
          <w:lang w:val="ru-RU"/>
        </w:rPr>
        <w:t xml:space="preserve">адекватное восприятие предложений товарищей, </w:t>
      </w:r>
      <w:r w:rsidRPr="0052649B">
        <w:rPr>
          <w:rFonts w:ascii="Times New Roman" w:hAnsi="Times New Roman" w:cs="Times New Roman"/>
          <w:color w:val="231F20"/>
          <w:spacing w:val="4"/>
          <w:lang w:val="ru-RU"/>
        </w:rPr>
        <w:t>учителей, родителей.</w:t>
      </w:r>
    </w:p>
    <w:p w:rsidR="00871D52" w:rsidRPr="0052649B" w:rsidRDefault="00871D52">
      <w:pPr>
        <w:spacing w:line="252" w:lineRule="exact"/>
        <w:ind w:left="857"/>
        <w:rPr>
          <w:rFonts w:ascii="Times New Roman" w:hAnsi="Times New Roman" w:cs="Times New Roman"/>
          <w:i/>
        </w:rPr>
      </w:pPr>
      <w:r w:rsidRPr="0052649B">
        <w:rPr>
          <w:rFonts w:ascii="Times New Roman" w:hAnsi="Times New Roman" w:cs="Times New Roman"/>
          <w:i/>
          <w:color w:val="231F20"/>
        </w:rPr>
        <w:t>Коммуникативные:</w:t>
      </w:r>
    </w:p>
    <w:p w:rsidR="00871D52" w:rsidRPr="0052649B" w:rsidRDefault="00871D52">
      <w:pPr>
        <w:pStyle w:val="ListParagraph"/>
        <w:numPr>
          <w:ilvl w:val="0"/>
          <w:numId w:val="3"/>
        </w:numPr>
        <w:tabs>
          <w:tab w:val="left" w:pos="1011"/>
        </w:tabs>
        <w:spacing w:before="44"/>
        <w:ind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составление</w:t>
      </w:r>
      <w:r w:rsidRPr="0052649B">
        <w:rPr>
          <w:rFonts w:ascii="Times New Roman" w:hAnsi="Times New Roman" w:cs="Times New Roman"/>
          <w:color w:val="231F20"/>
          <w:spacing w:val="-1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текстов</w:t>
      </w:r>
      <w:r w:rsidRPr="0052649B">
        <w:rPr>
          <w:rFonts w:ascii="Times New Roman" w:hAnsi="Times New Roman" w:cs="Times New Roman"/>
          <w:color w:val="231F20"/>
          <w:spacing w:val="-1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в</w:t>
      </w:r>
      <w:r w:rsidRPr="0052649B">
        <w:rPr>
          <w:rFonts w:ascii="Times New Roman" w:hAnsi="Times New Roman" w:cs="Times New Roman"/>
          <w:color w:val="231F20"/>
          <w:spacing w:val="-1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устной</w:t>
      </w:r>
      <w:r w:rsidRPr="0052649B">
        <w:rPr>
          <w:rFonts w:ascii="Times New Roman" w:hAnsi="Times New Roman" w:cs="Times New Roman"/>
          <w:color w:val="231F20"/>
          <w:spacing w:val="-1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</w:t>
      </w:r>
      <w:r w:rsidRPr="0052649B">
        <w:rPr>
          <w:rFonts w:ascii="Times New Roman" w:hAnsi="Times New Roman" w:cs="Times New Roman"/>
          <w:color w:val="231F20"/>
          <w:spacing w:val="-1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письменной</w:t>
      </w:r>
      <w:r w:rsidRPr="0052649B">
        <w:rPr>
          <w:rFonts w:ascii="Times New Roman" w:hAnsi="Times New Roman" w:cs="Times New Roman"/>
          <w:color w:val="231F20"/>
          <w:spacing w:val="-1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формах;</w:t>
      </w:r>
    </w:p>
    <w:p w:rsidR="00871D52" w:rsidRPr="0052649B" w:rsidRDefault="00871D52">
      <w:pPr>
        <w:pStyle w:val="ListParagraph"/>
        <w:numPr>
          <w:ilvl w:val="0"/>
          <w:numId w:val="3"/>
        </w:numPr>
        <w:tabs>
          <w:tab w:val="left" w:pos="1011"/>
        </w:tabs>
        <w:ind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готовность</w:t>
      </w:r>
      <w:r w:rsidRPr="0052649B">
        <w:rPr>
          <w:rFonts w:ascii="Times New Roman" w:hAnsi="Times New Roman" w:cs="Times New Roman"/>
          <w:color w:val="231F20"/>
          <w:spacing w:val="-1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слушать</w:t>
      </w:r>
      <w:r w:rsidRPr="0052649B">
        <w:rPr>
          <w:rFonts w:ascii="Times New Roman" w:hAnsi="Times New Roman" w:cs="Times New Roman"/>
          <w:color w:val="231F20"/>
          <w:spacing w:val="-1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собеседника</w:t>
      </w:r>
      <w:r w:rsidRPr="0052649B">
        <w:rPr>
          <w:rFonts w:ascii="Times New Roman" w:hAnsi="Times New Roman" w:cs="Times New Roman"/>
          <w:color w:val="231F20"/>
          <w:spacing w:val="-1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</w:t>
      </w:r>
      <w:r w:rsidRPr="0052649B">
        <w:rPr>
          <w:rFonts w:ascii="Times New Roman" w:hAnsi="Times New Roman" w:cs="Times New Roman"/>
          <w:color w:val="231F20"/>
          <w:spacing w:val="-1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вести</w:t>
      </w:r>
      <w:r w:rsidRPr="0052649B">
        <w:rPr>
          <w:rFonts w:ascii="Times New Roman" w:hAnsi="Times New Roman" w:cs="Times New Roman"/>
          <w:color w:val="231F20"/>
          <w:spacing w:val="-1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диалог;</w:t>
      </w:r>
    </w:p>
    <w:p w:rsidR="00871D52" w:rsidRPr="0052649B" w:rsidRDefault="00871D52">
      <w:pPr>
        <w:pStyle w:val="ListParagraph"/>
        <w:numPr>
          <w:ilvl w:val="0"/>
          <w:numId w:val="3"/>
        </w:numPr>
        <w:tabs>
          <w:tab w:val="left" w:pos="1011"/>
        </w:tabs>
        <w:spacing w:line="283" w:lineRule="auto"/>
        <w:ind w:right="875" w:firstLine="567"/>
        <w:jc w:val="both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готовность признавать возможность существования различных точек</w:t>
      </w:r>
      <w:r w:rsidRPr="0052649B">
        <w:rPr>
          <w:rFonts w:ascii="Times New Roman" w:hAnsi="Times New Roman" w:cs="Times New Roman"/>
          <w:color w:val="231F20"/>
          <w:spacing w:val="-1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зрения</w:t>
      </w:r>
      <w:r w:rsidRPr="0052649B">
        <w:rPr>
          <w:rFonts w:ascii="Times New Roman" w:hAnsi="Times New Roman" w:cs="Times New Roman"/>
          <w:color w:val="231F20"/>
          <w:spacing w:val="-10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</w:t>
      </w:r>
      <w:r w:rsidRPr="0052649B">
        <w:rPr>
          <w:rFonts w:ascii="Times New Roman" w:hAnsi="Times New Roman" w:cs="Times New Roman"/>
          <w:color w:val="231F20"/>
          <w:spacing w:val="-10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права</w:t>
      </w:r>
      <w:r w:rsidRPr="0052649B">
        <w:rPr>
          <w:rFonts w:ascii="Times New Roman" w:hAnsi="Times New Roman" w:cs="Times New Roman"/>
          <w:color w:val="231F20"/>
          <w:spacing w:val="-10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каждого</w:t>
      </w:r>
      <w:r w:rsidRPr="0052649B">
        <w:rPr>
          <w:rFonts w:ascii="Times New Roman" w:hAnsi="Times New Roman" w:cs="Times New Roman"/>
          <w:color w:val="231F20"/>
          <w:spacing w:val="-10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иметь</w:t>
      </w:r>
      <w:r w:rsidRPr="0052649B">
        <w:rPr>
          <w:rFonts w:ascii="Times New Roman" w:hAnsi="Times New Roman" w:cs="Times New Roman"/>
          <w:color w:val="231F20"/>
          <w:spacing w:val="-10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свою;</w:t>
      </w:r>
    </w:p>
    <w:p w:rsidR="00871D52" w:rsidRPr="0052649B" w:rsidRDefault="00871D52">
      <w:pPr>
        <w:spacing w:line="283" w:lineRule="auto"/>
        <w:jc w:val="both"/>
        <w:rPr>
          <w:rFonts w:ascii="Times New Roman" w:hAnsi="Times New Roman" w:cs="Times New Roman"/>
          <w:lang w:val="ru-RU"/>
        </w:rPr>
        <w:sectPr w:rsidR="00871D52" w:rsidRPr="0052649B" w:rsidSect="0052649B">
          <w:pgSz w:w="9640" w:h="13890"/>
          <w:pgMar w:top="1040" w:right="540" w:bottom="280" w:left="1418" w:header="0" w:footer="0" w:gutter="0"/>
          <w:cols w:space="720"/>
        </w:sectPr>
      </w:pPr>
    </w:p>
    <w:p w:rsidR="00871D52" w:rsidRPr="0052649B" w:rsidRDefault="00871D52">
      <w:pPr>
        <w:pStyle w:val="ListParagraph"/>
        <w:numPr>
          <w:ilvl w:val="1"/>
          <w:numId w:val="3"/>
        </w:numPr>
        <w:tabs>
          <w:tab w:val="left" w:pos="1578"/>
        </w:tabs>
        <w:spacing w:before="87" w:line="283" w:lineRule="auto"/>
        <w:ind w:right="308" w:firstLine="567"/>
        <w:jc w:val="both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 xml:space="preserve">умение излагать своё мнение, </w:t>
      </w:r>
      <w:r>
        <w:rPr>
          <w:rFonts w:ascii="Times New Roman" w:hAnsi="Times New Roman" w:cs="Times New Roman"/>
          <w:color w:val="231F20"/>
          <w:lang w:val="ru-RU"/>
        </w:rPr>
        <w:t>аргументировать свою точку зре</w:t>
      </w:r>
      <w:r w:rsidRPr="0052649B">
        <w:rPr>
          <w:rFonts w:ascii="Times New Roman" w:hAnsi="Times New Roman" w:cs="Times New Roman"/>
          <w:color w:val="231F20"/>
          <w:lang w:val="ru-RU"/>
        </w:rPr>
        <w:t>ния и давать оценку</w:t>
      </w:r>
      <w:r w:rsidRPr="0052649B">
        <w:rPr>
          <w:rFonts w:ascii="Times New Roman" w:hAnsi="Times New Roman" w:cs="Times New Roman"/>
          <w:color w:val="231F20"/>
          <w:spacing w:val="-4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событий;</w:t>
      </w:r>
    </w:p>
    <w:p w:rsidR="00871D52" w:rsidRPr="0052649B" w:rsidRDefault="00871D52">
      <w:pPr>
        <w:pStyle w:val="ListParagraph"/>
        <w:numPr>
          <w:ilvl w:val="1"/>
          <w:numId w:val="3"/>
        </w:numPr>
        <w:tabs>
          <w:tab w:val="left" w:pos="1578"/>
        </w:tabs>
        <w:spacing w:before="0" w:line="283" w:lineRule="auto"/>
        <w:ind w:right="308" w:firstLine="567"/>
        <w:jc w:val="both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определение</w:t>
      </w:r>
      <w:r w:rsidRPr="0052649B">
        <w:rPr>
          <w:rFonts w:ascii="Times New Roman" w:hAnsi="Times New Roman" w:cs="Times New Roman"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общей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цели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</w:t>
      </w:r>
      <w:r w:rsidRPr="0052649B">
        <w:rPr>
          <w:rFonts w:ascii="Times New Roman" w:hAnsi="Times New Roman" w:cs="Times New Roman"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путей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её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достижения;</w:t>
      </w:r>
      <w:r w:rsidRPr="0052649B">
        <w:rPr>
          <w:rFonts w:ascii="Times New Roman" w:hAnsi="Times New Roman" w:cs="Times New Roman"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умение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lang w:val="ru-RU"/>
        </w:rPr>
        <w:t>догова</w:t>
      </w:r>
      <w:r w:rsidRPr="0052649B">
        <w:rPr>
          <w:rFonts w:ascii="Times New Roman" w:hAnsi="Times New Roman" w:cs="Times New Roman"/>
          <w:color w:val="231F20"/>
          <w:lang w:val="ru-RU"/>
        </w:rPr>
        <w:t>риваться</w:t>
      </w:r>
      <w:r w:rsidRPr="0052649B">
        <w:rPr>
          <w:rFonts w:ascii="Times New Roman" w:hAnsi="Times New Roman" w:cs="Times New Roman"/>
          <w:color w:val="231F20"/>
          <w:spacing w:val="-2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о</w:t>
      </w:r>
      <w:r w:rsidRPr="0052649B">
        <w:rPr>
          <w:rFonts w:ascii="Times New Roman" w:hAnsi="Times New Roman" w:cs="Times New Roman"/>
          <w:color w:val="231F20"/>
          <w:spacing w:val="-2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распределении</w:t>
      </w:r>
      <w:r w:rsidRPr="0052649B">
        <w:rPr>
          <w:rFonts w:ascii="Times New Roman" w:hAnsi="Times New Roman" w:cs="Times New Roman"/>
          <w:color w:val="231F20"/>
          <w:spacing w:val="-2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функций</w:t>
      </w:r>
      <w:r w:rsidRPr="0052649B">
        <w:rPr>
          <w:rFonts w:ascii="Times New Roman" w:hAnsi="Times New Roman" w:cs="Times New Roman"/>
          <w:color w:val="231F20"/>
          <w:spacing w:val="-2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</w:t>
      </w:r>
      <w:r w:rsidRPr="0052649B">
        <w:rPr>
          <w:rFonts w:ascii="Times New Roman" w:hAnsi="Times New Roman" w:cs="Times New Roman"/>
          <w:color w:val="231F20"/>
          <w:spacing w:val="-2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ролей</w:t>
      </w:r>
      <w:r w:rsidRPr="0052649B">
        <w:rPr>
          <w:rFonts w:ascii="Times New Roman" w:hAnsi="Times New Roman" w:cs="Times New Roman"/>
          <w:color w:val="231F20"/>
          <w:spacing w:val="-2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в</w:t>
      </w:r>
      <w:r w:rsidRPr="0052649B">
        <w:rPr>
          <w:rFonts w:ascii="Times New Roman" w:hAnsi="Times New Roman" w:cs="Times New Roman"/>
          <w:color w:val="231F20"/>
          <w:spacing w:val="-2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совместной</w:t>
      </w:r>
      <w:r w:rsidRPr="0052649B">
        <w:rPr>
          <w:rFonts w:ascii="Times New Roman" w:hAnsi="Times New Roman" w:cs="Times New Roman"/>
          <w:color w:val="231F20"/>
          <w:spacing w:val="-2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деятельности, осуществлять</w:t>
      </w:r>
      <w:r w:rsidRPr="0052649B">
        <w:rPr>
          <w:rFonts w:ascii="Times New Roman" w:hAnsi="Times New Roman" w:cs="Times New Roman"/>
          <w:color w:val="231F20"/>
          <w:spacing w:val="-37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взаимный</w:t>
      </w:r>
      <w:r w:rsidRPr="0052649B">
        <w:rPr>
          <w:rFonts w:ascii="Times New Roman" w:hAnsi="Times New Roman" w:cs="Times New Roman"/>
          <w:color w:val="231F20"/>
          <w:spacing w:val="-37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контроль</w:t>
      </w:r>
      <w:r w:rsidRPr="0052649B">
        <w:rPr>
          <w:rFonts w:ascii="Times New Roman" w:hAnsi="Times New Roman" w:cs="Times New Roman"/>
          <w:color w:val="231F20"/>
          <w:spacing w:val="-37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в</w:t>
      </w:r>
      <w:r w:rsidRPr="0052649B">
        <w:rPr>
          <w:rFonts w:ascii="Times New Roman" w:hAnsi="Times New Roman" w:cs="Times New Roman"/>
          <w:color w:val="231F20"/>
          <w:spacing w:val="-37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совместной</w:t>
      </w:r>
      <w:r w:rsidRPr="0052649B">
        <w:rPr>
          <w:rFonts w:ascii="Times New Roman" w:hAnsi="Times New Roman" w:cs="Times New Roman"/>
          <w:color w:val="231F20"/>
          <w:spacing w:val="-3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деятельности,</w:t>
      </w:r>
      <w:r w:rsidRPr="0052649B">
        <w:rPr>
          <w:rFonts w:ascii="Times New Roman" w:hAnsi="Times New Roman" w:cs="Times New Roman"/>
          <w:color w:val="231F20"/>
          <w:spacing w:val="-37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адекватно оценивать</w:t>
      </w:r>
      <w:r w:rsidRPr="0052649B">
        <w:rPr>
          <w:rFonts w:ascii="Times New Roman" w:hAnsi="Times New Roman" w:cs="Times New Roman"/>
          <w:color w:val="231F20"/>
          <w:spacing w:val="-1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собственное</w:t>
      </w:r>
      <w:r w:rsidRPr="0052649B">
        <w:rPr>
          <w:rFonts w:ascii="Times New Roman" w:hAnsi="Times New Roman" w:cs="Times New Roman"/>
          <w:color w:val="231F20"/>
          <w:spacing w:val="-1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поведение</w:t>
      </w:r>
      <w:r w:rsidRPr="0052649B">
        <w:rPr>
          <w:rFonts w:ascii="Times New Roman" w:hAnsi="Times New Roman" w:cs="Times New Roman"/>
          <w:color w:val="231F20"/>
          <w:spacing w:val="-1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</w:t>
      </w:r>
      <w:r w:rsidRPr="0052649B">
        <w:rPr>
          <w:rFonts w:ascii="Times New Roman" w:hAnsi="Times New Roman" w:cs="Times New Roman"/>
          <w:color w:val="231F20"/>
          <w:spacing w:val="-1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поведение</w:t>
      </w:r>
      <w:r w:rsidRPr="0052649B">
        <w:rPr>
          <w:rFonts w:ascii="Times New Roman" w:hAnsi="Times New Roman" w:cs="Times New Roman"/>
          <w:color w:val="231F20"/>
          <w:spacing w:val="-1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окружающих.</w:t>
      </w:r>
    </w:p>
    <w:p w:rsidR="00871D52" w:rsidRPr="0052649B" w:rsidRDefault="00871D52">
      <w:pPr>
        <w:pStyle w:val="BodyText"/>
        <w:spacing w:before="0" w:line="283" w:lineRule="auto"/>
        <w:ind w:left="857" w:right="308" w:firstLine="566"/>
        <w:jc w:val="both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b/>
          <w:i/>
          <w:color w:val="231F20"/>
          <w:lang w:val="ru-RU"/>
        </w:rPr>
        <w:t>Предметными</w:t>
      </w:r>
      <w:r w:rsidRPr="0052649B">
        <w:rPr>
          <w:rFonts w:ascii="Times New Roman" w:hAnsi="Times New Roman" w:cs="Times New Roman"/>
          <w:b/>
          <w:i/>
          <w:color w:val="231F20"/>
          <w:spacing w:val="-4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результатами</w:t>
      </w:r>
      <w:r w:rsidRPr="0052649B">
        <w:rPr>
          <w:rFonts w:ascii="Times New Roman" w:hAnsi="Times New Roman" w:cs="Times New Roman"/>
          <w:color w:val="231F20"/>
          <w:spacing w:val="-4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изучения</w:t>
      </w:r>
      <w:r w:rsidRPr="0052649B">
        <w:rPr>
          <w:rFonts w:ascii="Times New Roman" w:hAnsi="Times New Roman" w:cs="Times New Roman"/>
          <w:color w:val="231F20"/>
          <w:spacing w:val="-4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курса</w:t>
      </w:r>
      <w:r w:rsidRPr="0052649B">
        <w:rPr>
          <w:rFonts w:ascii="Times New Roman" w:hAnsi="Times New Roman" w:cs="Times New Roman"/>
          <w:color w:val="231F20"/>
          <w:spacing w:val="-4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«Финансовая</w:t>
      </w:r>
      <w:r w:rsidRPr="0052649B">
        <w:rPr>
          <w:rFonts w:ascii="Times New Roman" w:hAnsi="Times New Roman" w:cs="Times New Roman"/>
          <w:color w:val="231F20"/>
          <w:spacing w:val="-41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lang w:val="ru-RU"/>
        </w:rPr>
        <w:t>грамот</w:t>
      </w:r>
      <w:r w:rsidRPr="0052649B">
        <w:rPr>
          <w:rFonts w:ascii="Times New Roman" w:hAnsi="Times New Roman" w:cs="Times New Roman"/>
          <w:color w:val="231F20"/>
          <w:lang w:val="ru-RU"/>
        </w:rPr>
        <w:t>ность»</w:t>
      </w:r>
      <w:r w:rsidRPr="0052649B">
        <w:rPr>
          <w:rFonts w:ascii="Times New Roman" w:hAnsi="Times New Roman" w:cs="Times New Roman"/>
          <w:color w:val="231F20"/>
          <w:spacing w:val="-1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являются:</w:t>
      </w:r>
    </w:p>
    <w:p w:rsidR="00871D52" w:rsidRPr="0052649B" w:rsidRDefault="00871D52">
      <w:pPr>
        <w:pStyle w:val="ListParagraph"/>
        <w:numPr>
          <w:ilvl w:val="1"/>
          <w:numId w:val="3"/>
        </w:numPr>
        <w:tabs>
          <w:tab w:val="left" w:pos="1578"/>
        </w:tabs>
        <w:spacing w:before="0" w:line="283" w:lineRule="auto"/>
        <w:ind w:right="308" w:firstLine="567"/>
        <w:jc w:val="both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понимание основных принцип</w:t>
      </w:r>
      <w:r>
        <w:rPr>
          <w:rFonts w:ascii="Times New Roman" w:hAnsi="Times New Roman" w:cs="Times New Roman"/>
          <w:color w:val="231F20"/>
          <w:lang w:val="ru-RU"/>
        </w:rPr>
        <w:t>ов экономической жизни обществ</w:t>
      </w:r>
      <w:r w:rsidRPr="0052649B">
        <w:rPr>
          <w:rFonts w:ascii="Times New Roman" w:hAnsi="Times New Roman" w:cs="Times New Roman"/>
          <w:color w:val="231F20"/>
          <w:lang w:val="ru-RU"/>
        </w:rPr>
        <w:t>а: представление о роли денег в сем</w:t>
      </w:r>
      <w:r>
        <w:rPr>
          <w:rFonts w:ascii="Times New Roman" w:hAnsi="Times New Roman" w:cs="Times New Roman"/>
          <w:color w:val="231F20"/>
          <w:lang w:val="ru-RU"/>
        </w:rPr>
        <w:t>ье и обществе, о причинах и по</w:t>
      </w:r>
      <w:r w:rsidRPr="0052649B">
        <w:rPr>
          <w:rFonts w:ascii="Times New Roman" w:hAnsi="Times New Roman" w:cs="Times New Roman"/>
          <w:color w:val="231F20"/>
          <w:lang w:val="ru-RU"/>
        </w:rPr>
        <w:t>следствиях</w:t>
      </w:r>
      <w:r w:rsidRPr="0052649B">
        <w:rPr>
          <w:rFonts w:ascii="Times New Roman" w:hAnsi="Times New Roman" w:cs="Times New Roman"/>
          <w:color w:val="231F20"/>
          <w:spacing w:val="-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изменения</w:t>
      </w:r>
      <w:r w:rsidRPr="0052649B">
        <w:rPr>
          <w:rFonts w:ascii="Times New Roman" w:hAnsi="Times New Roman" w:cs="Times New Roman"/>
          <w:color w:val="231F20"/>
          <w:spacing w:val="-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доходов</w:t>
      </w:r>
      <w:r w:rsidRPr="0052649B">
        <w:rPr>
          <w:rFonts w:ascii="Times New Roman" w:hAnsi="Times New Roman" w:cs="Times New Roman"/>
          <w:color w:val="231F20"/>
          <w:spacing w:val="-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</w:t>
      </w:r>
      <w:r w:rsidRPr="0052649B">
        <w:rPr>
          <w:rFonts w:ascii="Times New Roman" w:hAnsi="Times New Roman" w:cs="Times New Roman"/>
          <w:color w:val="231F20"/>
          <w:spacing w:val="-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расходов</w:t>
      </w:r>
      <w:r w:rsidRPr="0052649B">
        <w:rPr>
          <w:rFonts w:ascii="Times New Roman" w:hAnsi="Times New Roman" w:cs="Times New Roman"/>
          <w:color w:val="231F20"/>
          <w:spacing w:val="-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семьи,</w:t>
      </w:r>
      <w:r w:rsidRPr="0052649B">
        <w:rPr>
          <w:rFonts w:ascii="Times New Roman" w:hAnsi="Times New Roman" w:cs="Times New Roman"/>
          <w:color w:val="231F20"/>
          <w:spacing w:val="-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о</w:t>
      </w:r>
      <w:r w:rsidRPr="0052649B">
        <w:rPr>
          <w:rFonts w:ascii="Times New Roman" w:hAnsi="Times New Roman" w:cs="Times New Roman"/>
          <w:color w:val="231F20"/>
          <w:spacing w:val="-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роли</w:t>
      </w:r>
      <w:r w:rsidRPr="0052649B">
        <w:rPr>
          <w:rFonts w:ascii="Times New Roman" w:hAnsi="Times New Roman" w:cs="Times New Roman"/>
          <w:color w:val="231F20"/>
          <w:spacing w:val="-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государства</w:t>
      </w:r>
      <w:r w:rsidRPr="0052649B">
        <w:rPr>
          <w:rFonts w:ascii="Times New Roman" w:hAnsi="Times New Roman" w:cs="Times New Roman"/>
          <w:color w:val="231F20"/>
          <w:spacing w:val="-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в экономике</w:t>
      </w:r>
      <w:r w:rsidRPr="0052649B">
        <w:rPr>
          <w:rFonts w:ascii="Times New Roman" w:hAnsi="Times New Roman" w:cs="Times New Roman"/>
          <w:color w:val="231F20"/>
          <w:spacing w:val="-10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семьи;</w:t>
      </w:r>
    </w:p>
    <w:p w:rsidR="00871D52" w:rsidRPr="0052649B" w:rsidRDefault="00871D52">
      <w:pPr>
        <w:pStyle w:val="ListParagraph"/>
        <w:numPr>
          <w:ilvl w:val="1"/>
          <w:numId w:val="3"/>
        </w:numPr>
        <w:tabs>
          <w:tab w:val="left" w:pos="1578"/>
        </w:tabs>
        <w:spacing w:before="0" w:line="283" w:lineRule="auto"/>
        <w:ind w:right="303" w:firstLine="567"/>
        <w:jc w:val="both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spacing w:val="3"/>
          <w:lang w:val="ru-RU"/>
        </w:rPr>
        <w:t xml:space="preserve">понимание </w:t>
      </w:r>
      <w:r w:rsidRPr="0052649B">
        <w:rPr>
          <w:rFonts w:ascii="Times New Roman" w:hAnsi="Times New Roman" w:cs="Times New Roman"/>
          <w:color w:val="231F20"/>
          <w:lang w:val="ru-RU"/>
        </w:rPr>
        <w:t xml:space="preserve">и </w:t>
      </w:r>
      <w:r w:rsidRPr="0052649B">
        <w:rPr>
          <w:rFonts w:ascii="Times New Roman" w:hAnsi="Times New Roman" w:cs="Times New Roman"/>
          <w:color w:val="231F20"/>
          <w:spacing w:val="3"/>
          <w:lang w:val="ru-RU"/>
        </w:rPr>
        <w:t xml:space="preserve">правильное использование экономических </w:t>
      </w:r>
      <w:r>
        <w:rPr>
          <w:rFonts w:ascii="Times New Roman" w:hAnsi="Times New Roman" w:cs="Times New Roman"/>
          <w:color w:val="231F20"/>
          <w:spacing w:val="4"/>
          <w:lang w:val="ru-RU"/>
        </w:rPr>
        <w:t>тер</w:t>
      </w:r>
      <w:r w:rsidRPr="0052649B">
        <w:rPr>
          <w:rFonts w:ascii="Times New Roman" w:hAnsi="Times New Roman" w:cs="Times New Roman"/>
          <w:color w:val="231F20"/>
          <w:spacing w:val="4"/>
          <w:lang w:val="ru-RU"/>
        </w:rPr>
        <w:t>минов;</w:t>
      </w:r>
    </w:p>
    <w:p w:rsidR="00871D52" w:rsidRPr="0052649B" w:rsidRDefault="00871D52">
      <w:pPr>
        <w:pStyle w:val="ListParagraph"/>
        <w:numPr>
          <w:ilvl w:val="1"/>
          <w:numId w:val="3"/>
        </w:numPr>
        <w:tabs>
          <w:tab w:val="left" w:pos="1578"/>
        </w:tabs>
        <w:spacing w:before="0" w:line="283" w:lineRule="auto"/>
        <w:ind w:right="308" w:firstLine="567"/>
        <w:jc w:val="both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освоение</w:t>
      </w:r>
      <w:r w:rsidRPr="0052649B">
        <w:rPr>
          <w:rFonts w:ascii="Times New Roman" w:hAnsi="Times New Roman" w:cs="Times New Roman"/>
          <w:color w:val="231F20"/>
          <w:spacing w:val="-10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приёмов</w:t>
      </w:r>
      <w:r w:rsidRPr="0052649B">
        <w:rPr>
          <w:rFonts w:ascii="Times New Roman" w:hAnsi="Times New Roman" w:cs="Times New Roman"/>
          <w:color w:val="231F20"/>
          <w:spacing w:val="-10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работы</w:t>
      </w:r>
      <w:r w:rsidRPr="0052649B">
        <w:rPr>
          <w:rFonts w:ascii="Times New Roman" w:hAnsi="Times New Roman" w:cs="Times New Roman"/>
          <w:color w:val="231F20"/>
          <w:spacing w:val="-9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</w:t>
      </w:r>
      <w:r w:rsidRPr="0052649B">
        <w:rPr>
          <w:rFonts w:ascii="Times New Roman" w:hAnsi="Times New Roman" w:cs="Times New Roman"/>
          <w:color w:val="231F20"/>
          <w:spacing w:val="-10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экономической</w:t>
      </w:r>
      <w:r w:rsidRPr="0052649B">
        <w:rPr>
          <w:rFonts w:ascii="Times New Roman" w:hAnsi="Times New Roman" w:cs="Times New Roman"/>
          <w:color w:val="231F20"/>
          <w:spacing w:val="-9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информацией,</w:t>
      </w:r>
      <w:r w:rsidRPr="0052649B">
        <w:rPr>
          <w:rFonts w:ascii="Times New Roman" w:hAnsi="Times New Roman" w:cs="Times New Roman"/>
          <w:color w:val="231F20"/>
          <w:spacing w:val="-10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её</w:t>
      </w:r>
      <w:r w:rsidRPr="0052649B">
        <w:rPr>
          <w:rFonts w:ascii="Times New Roman" w:hAnsi="Times New Roman" w:cs="Times New Roman"/>
          <w:color w:val="231F20"/>
          <w:spacing w:val="-9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lang w:val="ru-RU"/>
        </w:rPr>
        <w:t>ос</w:t>
      </w:r>
      <w:r w:rsidRPr="0052649B">
        <w:rPr>
          <w:rFonts w:ascii="Times New Roman" w:hAnsi="Times New Roman" w:cs="Times New Roman"/>
          <w:color w:val="231F20"/>
          <w:lang w:val="ru-RU"/>
        </w:rPr>
        <w:t>мысление;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проведение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простых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финансовых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расчётов.</w:t>
      </w:r>
    </w:p>
    <w:p w:rsidR="00871D52" w:rsidRPr="0052649B" w:rsidRDefault="00871D52">
      <w:pPr>
        <w:pStyle w:val="ListParagraph"/>
        <w:numPr>
          <w:ilvl w:val="1"/>
          <w:numId w:val="3"/>
        </w:numPr>
        <w:tabs>
          <w:tab w:val="left" w:pos="1578"/>
        </w:tabs>
        <w:spacing w:before="0" w:line="283" w:lineRule="auto"/>
        <w:ind w:right="308" w:firstLine="567"/>
        <w:jc w:val="both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приобретение знаний и опыта применения полученных знаний  и умений для решения типичных задач в области семейной экономики: знание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источников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доходов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направлений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расходов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семьи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умение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lang w:val="ru-RU"/>
        </w:rPr>
        <w:t>со</w:t>
      </w:r>
      <w:r w:rsidRPr="0052649B">
        <w:rPr>
          <w:rFonts w:ascii="Times New Roman" w:hAnsi="Times New Roman" w:cs="Times New Roman"/>
          <w:color w:val="231F20"/>
          <w:lang w:val="ru-RU"/>
        </w:rPr>
        <w:t>ставлять простой семейный бюджет; знание направлений</w:t>
      </w:r>
      <w:r w:rsidRPr="0052649B">
        <w:rPr>
          <w:rFonts w:ascii="Times New Roman" w:hAnsi="Times New Roman" w:cs="Times New Roman"/>
          <w:color w:val="231F20"/>
          <w:spacing w:val="-42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lang w:val="ru-RU"/>
        </w:rPr>
        <w:t>инвестирова</w:t>
      </w:r>
      <w:r w:rsidRPr="0052649B">
        <w:rPr>
          <w:rFonts w:ascii="Times New Roman" w:hAnsi="Times New Roman" w:cs="Times New Roman"/>
          <w:color w:val="231F20"/>
          <w:lang w:val="ru-RU"/>
        </w:rPr>
        <w:t>ния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способов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сравнения</w:t>
      </w:r>
      <w:r w:rsidRPr="0052649B">
        <w:rPr>
          <w:rFonts w:ascii="Times New Roman" w:hAnsi="Times New Roman" w:cs="Times New Roman"/>
          <w:color w:val="231F20"/>
          <w:spacing w:val="-1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результатов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на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простых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примерах;</w:t>
      </w:r>
    </w:p>
    <w:p w:rsidR="00871D52" w:rsidRPr="0052649B" w:rsidRDefault="00871D52">
      <w:pPr>
        <w:pStyle w:val="ListParagraph"/>
        <w:numPr>
          <w:ilvl w:val="1"/>
          <w:numId w:val="3"/>
        </w:numPr>
        <w:tabs>
          <w:tab w:val="left" w:pos="1578"/>
        </w:tabs>
        <w:spacing w:before="0" w:line="283" w:lineRule="auto"/>
        <w:ind w:right="308" w:firstLine="567"/>
        <w:jc w:val="both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развитие</w:t>
      </w:r>
      <w:r w:rsidRPr="0052649B">
        <w:rPr>
          <w:rFonts w:ascii="Times New Roman" w:hAnsi="Times New Roman" w:cs="Times New Roman"/>
          <w:color w:val="231F20"/>
          <w:spacing w:val="-2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способностей</w:t>
      </w:r>
      <w:r w:rsidRPr="0052649B">
        <w:rPr>
          <w:rFonts w:ascii="Times New Roman" w:hAnsi="Times New Roman" w:cs="Times New Roman"/>
          <w:color w:val="231F20"/>
          <w:spacing w:val="-2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обучающихся</w:t>
      </w:r>
      <w:r w:rsidRPr="0052649B">
        <w:rPr>
          <w:rFonts w:ascii="Times New Roman" w:hAnsi="Times New Roman" w:cs="Times New Roman"/>
          <w:color w:val="231F20"/>
          <w:spacing w:val="-2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делать</w:t>
      </w:r>
      <w:r w:rsidRPr="0052649B">
        <w:rPr>
          <w:rFonts w:ascii="Times New Roman" w:hAnsi="Times New Roman" w:cs="Times New Roman"/>
          <w:color w:val="231F20"/>
          <w:spacing w:val="-2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необходимые</w:t>
      </w:r>
      <w:r w:rsidRPr="0052649B">
        <w:rPr>
          <w:rFonts w:ascii="Times New Roman" w:hAnsi="Times New Roman" w:cs="Times New Roman"/>
          <w:color w:val="231F20"/>
          <w:spacing w:val="-22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lang w:val="ru-RU"/>
        </w:rPr>
        <w:t>вывод</w:t>
      </w:r>
      <w:r w:rsidRPr="0052649B">
        <w:rPr>
          <w:rFonts w:ascii="Times New Roman" w:hAnsi="Times New Roman" w:cs="Times New Roman"/>
          <w:color w:val="231F20"/>
          <w:lang w:val="ru-RU"/>
        </w:rPr>
        <w:t>ы и давать обоснованные оценки эк</w:t>
      </w:r>
      <w:r>
        <w:rPr>
          <w:rFonts w:ascii="Times New Roman" w:hAnsi="Times New Roman" w:cs="Times New Roman"/>
          <w:color w:val="231F20"/>
          <w:lang w:val="ru-RU"/>
        </w:rPr>
        <w:t>ономических ситуаций; определе</w:t>
      </w:r>
      <w:r w:rsidRPr="0052649B">
        <w:rPr>
          <w:rFonts w:ascii="Times New Roman" w:hAnsi="Times New Roman" w:cs="Times New Roman"/>
          <w:color w:val="231F20"/>
          <w:lang w:val="ru-RU"/>
        </w:rPr>
        <w:t>ние</w:t>
      </w:r>
      <w:r w:rsidRPr="0052649B">
        <w:rPr>
          <w:rFonts w:ascii="Times New Roman" w:hAnsi="Times New Roman" w:cs="Times New Roman"/>
          <w:color w:val="231F20"/>
          <w:spacing w:val="-28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элементарных</w:t>
      </w:r>
      <w:r w:rsidRPr="0052649B">
        <w:rPr>
          <w:rFonts w:ascii="Times New Roman" w:hAnsi="Times New Roman" w:cs="Times New Roman"/>
          <w:color w:val="231F20"/>
          <w:spacing w:val="-28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проблем</w:t>
      </w:r>
      <w:r w:rsidRPr="0052649B">
        <w:rPr>
          <w:rFonts w:ascii="Times New Roman" w:hAnsi="Times New Roman" w:cs="Times New Roman"/>
          <w:color w:val="231F20"/>
          <w:spacing w:val="-27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в</w:t>
      </w:r>
      <w:r w:rsidRPr="0052649B">
        <w:rPr>
          <w:rFonts w:ascii="Times New Roman" w:hAnsi="Times New Roman" w:cs="Times New Roman"/>
          <w:color w:val="231F20"/>
          <w:spacing w:val="-28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области</w:t>
      </w:r>
      <w:r w:rsidRPr="0052649B">
        <w:rPr>
          <w:rFonts w:ascii="Times New Roman" w:hAnsi="Times New Roman" w:cs="Times New Roman"/>
          <w:color w:val="231F20"/>
          <w:spacing w:val="-28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семейных</w:t>
      </w:r>
      <w:r w:rsidRPr="0052649B">
        <w:rPr>
          <w:rFonts w:ascii="Times New Roman" w:hAnsi="Times New Roman" w:cs="Times New Roman"/>
          <w:color w:val="231F20"/>
          <w:spacing w:val="-27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финансов</w:t>
      </w:r>
      <w:r w:rsidRPr="0052649B">
        <w:rPr>
          <w:rFonts w:ascii="Times New Roman" w:hAnsi="Times New Roman" w:cs="Times New Roman"/>
          <w:color w:val="231F20"/>
          <w:spacing w:val="-28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</w:t>
      </w:r>
      <w:r w:rsidRPr="0052649B">
        <w:rPr>
          <w:rFonts w:ascii="Times New Roman" w:hAnsi="Times New Roman" w:cs="Times New Roman"/>
          <w:color w:val="231F20"/>
          <w:spacing w:val="-28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нахождение путей их</w:t>
      </w:r>
      <w:r w:rsidRPr="0052649B">
        <w:rPr>
          <w:rFonts w:ascii="Times New Roman" w:hAnsi="Times New Roman" w:cs="Times New Roman"/>
          <w:color w:val="231F20"/>
          <w:spacing w:val="-2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решения;</w:t>
      </w:r>
    </w:p>
    <w:p w:rsidR="00871D52" w:rsidRPr="0052649B" w:rsidRDefault="00871D52">
      <w:pPr>
        <w:pStyle w:val="ListParagraph"/>
        <w:numPr>
          <w:ilvl w:val="1"/>
          <w:numId w:val="3"/>
        </w:numPr>
        <w:tabs>
          <w:tab w:val="left" w:pos="1578"/>
        </w:tabs>
        <w:spacing w:before="0" w:line="283" w:lineRule="auto"/>
        <w:ind w:right="308" w:firstLine="567"/>
        <w:jc w:val="both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развитие кругозора в области экономической жизни общества   и формирование познавательного интереса к изучению общественных дисциплин.</w:t>
      </w:r>
    </w:p>
    <w:p w:rsidR="00871D52" w:rsidRPr="0052649B" w:rsidRDefault="00871D52">
      <w:pPr>
        <w:spacing w:line="283" w:lineRule="auto"/>
        <w:jc w:val="both"/>
        <w:rPr>
          <w:rFonts w:ascii="Times New Roman" w:hAnsi="Times New Roman" w:cs="Times New Roman"/>
          <w:lang w:val="ru-RU"/>
        </w:rPr>
        <w:sectPr w:rsidR="00871D52" w:rsidRPr="0052649B" w:rsidSect="0052649B">
          <w:pgSz w:w="9640" w:h="13890"/>
          <w:pgMar w:top="1040" w:right="540" w:bottom="280" w:left="851" w:header="0" w:footer="0" w:gutter="0"/>
          <w:cols w:space="720"/>
        </w:sectPr>
      </w:pPr>
    </w:p>
    <w:p w:rsidR="00871D52" w:rsidRPr="0052649B" w:rsidRDefault="00871D52" w:rsidP="0052649B">
      <w:pPr>
        <w:pStyle w:val="BodyText"/>
        <w:spacing w:before="0"/>
        <w:jc w:val="center"/>
        <w:rPr>
          <w:rFonts w:ascii="Times New Roman" w:hAnsi="Times New Roman" w:cs="Times New Roman"/>
          <w:b/>
          <w:sz w:val="18"/>
        </w:rPr>
      </w:pPr>
      <w:r w:rsidRPr="0052649B">
        <w:rPr>
          <w:rFonts w:ascii="Times New Roman" w:hAnsi="Times New Roman" w:cs="Times New Roman"/>
          <w:b/>
          <w:color w:val="231F20"/>
          <w:sz w:val="18"/>
        </w:rPr>
        <w:t>УЧЕБНО-ТЕМАТИЧЕСКИЙ ПЛАН</w:t>
      </w:r>
    </w:p>
    <w:p w:rsidR="00871D52" w:rsidRPr="0052649B" w:rsidRDefault="00871D52">
      <w:pPr>
        <w:pStyle w:val="BodyText"/>
        <w:spacing w:before="4"/>
        <w:rPr>
          <w:rFonts w:ascii="Times New Roman" w:hAnsi="Times New Roman" w:cs="Times New Roman"/>
          <w:b/>
          <w:sz w:val="23"/>
        </w:rPr>
      </w:pPr>
    </w:p>
    <w:tbl>
      <w:tblPr>
        <w:tblW w:w="0" w:type="auto"/>
        <w:tblInd w:w="575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56"/>
        <w:gridCol w:w="4667"/>
        <w:gridCol w:w="2310"/>
      </w:tblGrid>
      <w:tr w:rsidR="00871D52" w:rsidRPr="0052649B" w:rsidTr="00B544D3">
        <w:trPr>
          <w:trHeight w:val="706"/>
        </w:trPr>
        <w:tc>
          <w:tcPr>
            <w:tcW w:w="956" w:type="dxa"/>
            <w:tcBorders>
              <w:bottom w:val="single" w:sz="8" w:space="0" w:color="231F20"/>
              <w:right w:val="single" w:sz="8" w:space="0" w:color="231F20"/>
            </w:tcBorders>
            <w:shd w:val="clear" w:color="auto" w:fill="FDECF3"/>
          </w:tcPr>
          <w:p w:rsidR="00871D52" w:rsidRPr="00B544D3" w:rsidRDefault="00871D52" w:rsidP="00B544D3">
            <w:pPr>
              <w:pStyle w:val="TableParagraph"/>
              <w:spacing w:before="119" w:line="249" w:lineRule="auto"/>
              <w:ind w:left="125" w:right="96" w:firstLine="241"/>
              <w:rPr>
                <w:rFonts w:ascii="Times New Roman" w:hAnsi="Times New Roman" w:cs="Times New Roman"/>
                <w:sz w:val="20"/>
                <w:lang w:val="ru-RU"/>
              </w:rPr>
            </w:pPr>
            <w:r w:rsidRPr="00B544D3">
              <w:rPr>
                <w:rFonts w:ascii="Times New Roman" w:hAnsi="Times New Roman" w:cs="Times New Roman"/>
                <w:color w:val="231F20"/>
                <w:sz w:val="20"/>
              </w:rPr>
              <w:t xml:space="preserve">№ </w:t>
            </w:r>
            <w:r w:rsidRPr="00B544D3">
              <w:rPr>
                <w:rFonts w:ascii="Times New Roman" w:hAnsi="Times New Roman" w:cs="Times New Roman"/>
                <w:color w:val="231F20"/>
                <w:w w:val="95"/>
                <w:sz w:val="20"/>
                <w:lang w:val="ru-RU"/>
              </w:rPr>
              <w:t>п/п</w:t>
            </w:r>
          </w:p>
        </w:tc>
        <w:tc>
          <w:tcPr>
            <w:tcW w:w="4667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DECF3"/>
          </w:tcPr>
          <w:p w:rsidR="00871D52" w:rsidRPr="00B544D3" w:rsidRDefault="00871D52" w:rsidP="00B544D3">
            <w:pPr>
              <w:pStyle w:val="TableParagraph"/>
              <w:spacing w:before="119"/>
              <w:ind w:left="1676" w:right="1660"/>
              <w:jc w:val="center"/>
              <w:rPr>
                <w:rFonts w:ascii="Times New Roman" w:hAnsi="Times New Roman" w:cs="Times New Roman"/>
                <w:sz w:val="20"/>
              </w:rPr>
            </w:pPr>
            <w:r w:rsidRPr="00B544D3">
              <w:rPr>
                <w:rFonts w:ascii="Times New Roman" w:hAnsi="Times New Roman" w:cs="Times New Roman"/>
                <w:color w:val="231F20"/>
                <w:sz w:val="20"/>
              </w:rPr>
              <w:t>Тема занятия</w:t>
            </w:r>
          </w:p>
        </w:tc>
        <w:tc>
          <w:tcPr>
            <w:tcW w:w="2310" w:type="dxa"/>
            <w:tcBorders>
              <w:left w:val="single" w:sz="8" w:space="0" w:color="231F20"/>
              <w:bottom w:val="single" w:sz="8" w:space="0" w:color="231F20"/>
            </w:tcBorders>
            <w:shd w:val="clear" w:color="auto" w:fill="FDECF3"/>
          </w:tcPr>
          <w:p w:rsidR="00871D52" w:rsidRPr="00B544D3" w:rsidRDefault="00871D52" w:rsidP="00B544D3">
            <w:pPr>
              <w:pStyle w:val="TableParagraph"/>
              <w:spacing w:before="119" w:line="249" w:lineRule="auto"/>
              <w:ind w:left="606" w:hanging="273"/>
              <w:rPr>
                <w:rFonts w:ascii="Times New Roman" w:hAnsi="Times New Roman" w:cs="Times New Roman"/>
                <w:sz w:val="20"/>
              </w:rPr>
            </w:pPr>
            <w:r w:rsidRPr="00B544D3">
              <w:rPr>
                <w:rFonts w:ascii="Times New Roman" w:hAnsi="Times New Roman" w:cs="Times New Roman"/>
                <w:color w:val="231F20"/>
                <w:w w:val="95"/>
                <w:sz w:val="20"/>
              </w:rPr>
              <w:t xml:space="preserve">Количество </w:t>
            </w:r>
            <w:r w:rsidRPr="00B544D3">
              <w:rPr>
                <w:rFonts w:ascii="Times New Roman" w:hAnsi="Times New Roman" w:cs="Times New Roman"/>
                <w:color w:val="231F20"/>
                <w:sz w:val="20"/>
              </w:rPr>
              <w:t>часов</w:t>
            </w:r>
          </w:p>
        </w:tc>
      </w:tr>
      <w:tr w:rsidR="00871D52" w:rsidRPr="00C8333C" w:rsidTr="00B544D3">
        <w:trPr>
          <w:trHeight w:val="483"/>
        </w:trPr>
        <w:tc>
          <w:tcPr>
            <w:tcW w:w="7933" w:type="dxa"/>
            <w:gridSpan w:val="3"/>
            <w:tcBorders>
              <w:top w:val="single" w:sz="8" w:space="0" w:color="231F20"/>
              <w:bottom w:val="single" w:sz="8" w:space="0" w:color="231F20"/>
            </w:tcBorders>
            <w:shd w:val="clear" w:color="auto" w:fill="FDECF3"/>
          </w:tcPr>
          <w:p w:rsidR="00871D52" w:rsidRPr="00B544D3" w:rsidRDefault="00871D52" w:rsidP="00B544D3">
            <w:pPr>
              <w:pStyle w:val="TableParagraph"/>
              <w:spacing w:before="135"/>
              <w:ind w:left="1747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B544D3">
              <w:rPr>
                <w:rFonts w:ascii="Times New Roman" w:hAnsi="Times New Roman" w:cs="Times New Roman"/>
                <w:b/>
                <w:color w:val="231F20"/>
                <w:sz w:val="20"/>
                <w:lang w:val="ru-RU"/>
              </w:rPr>
              <w:t>Раздел 1. Доходы и расходы семьи (10 ч)</w:t>
            </w:r>
          </w:p>
        </w:tc>
      </w:tr>
      <w:tr w:rsidR="00871D52" w:rsidRPr="0052649B" w:rsidTr="00B544D3">
        <w:trPr>
          <w:trHeight w:val="475"/>
        </w:trPr>
        <w:tc>
          <w:tcPr>
            <w:tcW w:w="956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DECF3"/>
          </w:tcPr>
          <w:p w:rsidR="00871D52" w:rsidRPr="00B544D3" w:rsidRDefault="00871D52" w:rsidP="00B544D3">
            <w:pPr>
              <w:pStyle w:val="TableParagraph"/>
              <w:ind w:left="17"/>
              <w:jc w:val="center"/>
              <w:rPr>
                <w:rFonts w:ascii="Times New Roman" w:hAnsi="Times New Roman" w:cs="Times New Roman"/>
                <w:sz w:val="20"/>
              </w:rPr>
            </w:pPr>
            <w:r w:rsidRPr="00B544D3">
              <w:rPr>
                <w:rFonts w:ascii="Times New Roman" w:hAnsi="Times New Roman" w:cs="Times New Roman"/>
                <w:color w:val="231F20"/>
                <w:w w:val="64"/>
                <w:sz w:val="20"/>
              </w:rPr>
              <w:t>1</w:t>
            </w:r>
          </w:p>
        </w:tc>
        <w:tc>
          <w:tcPr>
            <w:tcW w:w="466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DECF3"/>
          </w:tcPr>
          <w:p w:rsidR="00871D52" w:rsidRPr="00B544D3" w:rsidRDefault="00871D52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B544D3">
              <w:rPr>
                <w:rFonts w:ascii="Times New Roman" w:hAnsi="Times New Roman" w:cs="Times New Roman"/>
                <w:color w:val="231F20"/>
                <w:sz w:val="20"/>
              </w:rPr>
              <w:t>Деньги</w:t>
            </w:r>
          </w:p>
        </w:tc>
        <w:tc>
          <w:tcPr>
            <w:tcW w:w="231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FDECF3"/>
          </w:tcPr>
          <w:p w:rsidR="00871D52" w:rsidRPr="00B544D3" w:rsidRDefault="00871D52" w:rsidP="00B544D3">
            <w:pPr>
              <w:pStyle w:val="TableParagraph"/>
              <w:ind w:left="828"/>
              <w:rPr>
                <w:rFonts w:ascii="Times New Roman" w:hAnsi="Times New Roman" w:cs="Times New Roman"/>
                <w:sz w:val="20"/>
                <w:lang w:val="ru-RU"/>
              </w:rPr>
            </w:pPr>
            <w:r w:rsidRPr="00B544D3">
              <w:rPr>
                <w:rFonts w:ascii="Times New Roman" w:hAnsi="Times New Roman" w:cs="Times New Roman"/>
                <w:color w:val="231F20"/>
                <w:w w:val="64"/>
                <w:sz w:val="20"/>
                <w:lang w:val="ru-RU"/>
              </w:rPr>
              <w:t>2</w:t>
            </w:r>
          </w:p>
        </w:tc>
      </w:tr>
      <w:tr w:rsidR="00871D52" w:rsidRPr="0052649B" w:rsidTr="00B544D3">
        <w:trPr>
          <w:trHeight w:val="475"/>
        </w:trPr>
        <w:tc>
          <w:tcPr>
            <w:tcW w:w="956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DECF3"/>
          </w:tcPr>
          <w:p w:rsidR="00871D52" w:rsidRPr="00B544D3" w:rsidRDefault="00871D52" w:rsidP="00B544D3">
            <w:pPr>
              <w:pStyle w:val="TableParagraph"/>
              <w:ind w:left="207" w:right="190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 w:rsidRPr="00B544D3">
              <w:rPr>
                <w:rFonts w:ascii="Times New Roman" w:hAnsi="Times New Roman" w:cs="Times New Roman"/>
                <w:color w:val="231F20"/>
                <w:sz w:val="20"/>
              </w:rPr>
              <w:t>2</w:t>
            </w:r>
          </w:p>
        </w:tc>
        <w:tc>
          <w:tcPr>
            <w:tcW w:w="466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DECF3"/>
          </w:tcPr>
          <w:p w:rsidR="00871D52" w:rsidRPr="00B544D3" w:rsidRDefault="00871D52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B544D3">
              <w:rPr>
                <w:rFonts w:ascii="Times New Roman" w:hAnsi="Times New Roman" w:cs="Times New Roman"/>
                <w:color w:val="231F20"/>
                <w:sz w:val="20"/>
              </w:rPr>
              <w:t>Доходы семьи</w:t>
            </w:r>
          </w:p>
        </w:tc>
        <w:tc>
          <w:tcPr>
            <w:tcW w:w="231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FDECF3"/>
          </w:tcPr>
          <w:p w:rsidR="00871D52" w:rsidRPr="00B544D3" w:rsidRDefault="00871D52" w:rsidP="00B544D3">
            <w:pPr>
              <w:pStyle w:val="TableParagraph"/>
              <w:ind w:left="811"/>
              <w:rPr>
                <w:rFonts w:ascii="Times New Roman" w:hAnsi="Times New Roman" w:cs="Times New Roman"/>
                <w:sz w:val="20"/>
                <w:lang w:val="ru-RU"/>
              </w:rPr>
            </w:pPr>
            <w:r w:rsidRPr="00B544D3">
              <w:rPr>
                <w:rFonts w:ascii="Times New Roman" w:hAnsi="Times New Roman" w:cs="Times New Roman"/>
                <w:color w:val="231F20"/>
                <w:w w:val="94"/>
                <w:sz w:val="20"/>
                <w:lang w:val="ru-RU"/>
              </w:rPr>
              <w:t>4</w:t>
            </w:r>
          </w:p>
        </w:tc>
      </w:tr>
      <w:tr w:rsidR="00871D52" w:rsidRPr="0052649B" w:rsidTr="00B544D3">
        <w:trPr>
          <w:trHeight w:val="475"/>
        </w:trPr>
        <w:tc>
          <w:tcPr>
            <w:tcW w:w="956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DECF3"/>
          </w:tcPr>
          <w:p w:rsidR="00871D52" w:rsidRPr="00B544D3" w:rsidRDefault="00871D52" w:rsidP="00B544D3">
            <w:pPr>
              <w:pStyle w:val="TableParagraph"/>
              <w:ind w:left="17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 w:rsidRPr="00B544D3">
              <w:rPr>
                <w:rFonts w:ascii="Times New Roman" w:hAnsi="Times New Roman" w:cs="Times New Roman"/>
                <w:color w:val="231F20"/>
                <w:w w:val="106"/>
                <w:sz w:val="20"/>
                <w:lang w:val="ru-RU"/>
              </w:rPr>
              <w:t>3</w:t>
            </w:r>
          </w:p>
        </w:tc>
        <w:tc>
          <w:tcPr>
            <w:tcW w:w="466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DECF3"/>
          </w:tcPr>
          <w:p w:rsidR="00871D52" w:rsidRPr="00B544D3" w:rsidRDefault="00871D52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B544D3">
              <w:rPr>
                <w:rFonts w:ascii="Times New Roman" w:hAnsi="Times New Roman" w:cs="Times New Roman"/>
                <w:color w:val="231F20"/>
                <w:sz w:val="20"/>
              </w:rPr>
              <w:t>Расходы семьи</w:t>
            </w:r>
          </w:p>
        </w:tc>
        <w:tc>
          <w:tcPr>
            <w:tcW w:w="231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FDECF3"/>
          </w:tcPr>
          <w:p w:rsidR="00871D52" w:rsidRPr="00B544D3" w:rsidRDefault="00871D52" w:rsidP="00B544D3">
            <w:pPr>
              <w:pStyle w:val="TableParagraph"/>
              <w:ind w:left="828"/>
              <w:rPr>
                <w:rFonts w:ascii="Times New Roman" w:hAnsi="Times New Roman" w:cs="Times New Roman"/>
                <w:sz w:val="20"/>
                <w:lang w:val="ru-RU"/>
              </w:rPr>
            </w:pPr>
            <w:r w:rsidRPr="00B544D3">
              <w:rPr>
                <w:rFonts w:ascii="Times New Roman" w:hAnsi="Times New Roman" w:cs="Times New Roman"/>
                <w:color w:val="231F20"/>
                <w:w w:val="64"/>
                <w:sz w:val="20"/>
                <w:lang w:val="ru-RU"/>
              </w:rPr>
              <w:t>2</w:t>
            </w:r>
          </w:p>
        </w:tc>
      </w:tr>
      <w:tr w:rsidR="00871D52" w:rsidRPr="0052649B" w:rsidTr="00B544D3">
        <w:trPr>
          <w:trHeight w:val="475"/>
        </w:trPr>
        <w:tc>
          <w:tcPr>
            <w:tcW w:w="956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DECF3"/>
          </w:tcPr>
          <w:p w:rsidR="00871D52" w:rsidRPr="00B544D3" w:rsidRDefault="00871D52" w:rsidP="00B544D3">
            <w:pPr>
              <w:pStyle w:val="TableParagraph"/>
              <w:ind w:left="17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 w:rsidRPr="00B544D3">
              <w:rPr>
                <w:rFonts w:ascii="Times New Roman" w:hAnsi="Times New Roman" w:cs="Times New Roman"/>
                <w:color w:val="231F20"/>
                <w:sz w:val="20"/>
                <w:lang w:val="ru-RU"/>
              </w:rPr>
              <w:t>4</w:t>
            </w:r>
          </w:p>
        </w:tc>
        <w:tc>
          <w:tcPr>
            <w:tcW w:w="466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DECF3"/>
          </w:tcPr>
          <w:p w:rsidR="00871D52" w:rsidRPr="00B544D3" w:rsidRDefault="00871D52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B544D3">
              <w:rPr>
                <w:rFonts w:ascii="Times New Roman" w:hAnsi="Times New Roman" w:cs="Times New Roman"/>
                <w:color w:val="231F20"/>
                <w:sz w:val="20"/>
              </w:rPr>
              <w:t>Семейный бюджет</w:t>
            </w:r>
          </w:p>
        </w:tc>
        <w:tc>
          <w:tcPr>
            <w:tcW w:w="231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FDECF3"/>
          </w:tcPr>
          <w:p w:rsidR="00871D52" w:rsidRPr="00B544D3" w:rsidRDefault="00871D52" w:rsidP="00B544D3">
            <w:pPr>
              <w:pStyle w:val="TableParagraph"/>
              <w:ind w:left="828"/>
              <w:rPr>
                <w:rFonts w:ascii="Times New Roman" w:hAnsi="Times New Roman" w:cs="Times New Roman"/>
                <w:sz w:val="20"/>
                <w:lang w:val="ru-RU"/>
              </w:rPr>
            </w:pPr>
            <w:r w:rsidRPr="00B544D3">
              <w:rPr>
                <w:rFonts w:ascii="Times New Roman" w:hAnsi="Times New Roman" w:cs="Times New Roman"/>
                <w:color w:val="231F20"/>
                <w:w w:val="64"/>
                <w:sz w:val="20"/>
                <w:lang w:val="ru-RU"/>
              </w:rPr>
              <w:t>2</w:t>
            </w:r>
          </w:p>
        </w:tc>
      </w:tr>
      <w:tr w:rsidR="00871D52" w:rsidRPr="00C8333C" w:rsidTr="00B544D3">
        <w:trPr>
          <w:trHeight w:val="741"/>
        </w:trPr>
        <w:tc>
          <w:tcPr>
            <w:tcW w:w="7933" w:type="dxa"/>
            <w:gridSpan w:val="3"/>
            <w:tcBorders>
              <w:top w:val="single" w:sz="8" w:space="0" w:color="231F20"/>
              <w:bottom w:val="single" w:sz="8" w:space="0" w:color="231F20"/>
            </w:tcBorders>
            <w:shd w:val="clear" w:color="auto" w:fill="FDECF3"/>
          </w:tcPr>
          <w:p w:rsidR="00871D52" w:rsidRPr="00B544D3" w:rsidRDefault="00871D52" w:rsidP="00B544D3">
            <w:pPr>
              <w:pStyle w:val="TableParagraph"/>
              <w:spacing w:before="135"/>
              <w:ind w:left="1357" w:right="1340"/>
              <w:jc w:val="center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B544D3">
              <w:rPr>
                <w:rFonts w:ascii="Times New Roman" w:hAnsi="Times New Roman" w:cs="Times New Roman"/>
                <w:b/>
                <w:color w:val="231F20"/>
                <w:sz w:val="20"/>
                <w:lang w:val="ru-RU"/>
              </w:rPr>
              <w:t>Раздел 2. Риски потери денег и имущества</w:t>
            </w:r>
          </w:p>
          <w:p w:rsidR="00871D52" w:rsidRPr="00B544D3" w:rsidRDefault="00871D52" w:rsidP="00B544D3">
            <w:pPr>
              <w:pStyle w:val="TableParagraph"/>
              <w:spacing w:before="28"/>
              <w:ind w:left="1357" w:right="1340"/>
              <w:jc w:val="center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B544D3">
              <w:rPr>
                <w:rFonts w:ascii="Times New Roman" w:hAnsi="Times New Roman" w:cs="Times New Roman"/>
                <w:b/>
                <w:color w:val="231F20"/>
                <w:sz w:val="20"/>
                <w:lang w:val="ru-RU"/>
              </w:rPr>
              <w:t>и как человек может от этого защититься (6ч)</w:t>
            </w:r>
          </w:p>
        </w:tc>
      </w:tr>
      <w:tr w:rsidR="00871D52" w:rsidRPr="0052649B" w:rsidTr="00B544D3">
        <w:trPr>
          <w:trHeight w:val="715"/>
        </w:trPr>
        <w:tc>
          <w:tcPr>
            <w:tcW w:w="956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DECF3"/>
          </w:tcPr>
          <w:p w:rsidR="00871D52" w:rsidRPr="00B544D3" w:rsidRDefault="00871D52" w:rsidP="00B544D3">
            <w:pPr>
              <w:pStyle w:val="TableParagraph"/>
              <w:ind w:left="17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 w:rsidRPr="00B544D3">
              <w:rPr>
                <w:rFonts w:ascii="Times New Roman" w:hAnsi="Times New Roman" w:cs="Times New Roman"/>
                <w:color w:val="231F20"/>
                <w:w w:val="103"/>
                <w:sz w:val="20"/>
                <w:lang w:val="ru-RU"/>
              </w:rPr>
              <w:t>5</w:t>
            </w:r>
          </w:p>
        </w:tc>
        <w:tc>
          <w:tcPr>
            <w:tcW w:w="466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DECF3"/>
          </w:tcPr>
          <w:p w:rsidR="00871D52" w:rsidRPr="00B544D3" w:rsidRDefault="00871D52" w:rsidP="00B544D3">
            <w:pPr>
              <w:pStyle w:val="TableParagraph"/>
              <w:spacing w:line="249" w:lineRule="auto"/>
              <w:rPr>
                <w:rFonts w:ascii="Times New Roman" w:hAnsi="Times New Roman" w:cs="Times New Roman"/>
                <w:sz w:val="20"/>
                <w:lang w:val="ru-RU"/>
              </w:rPr>
            </w:pPr>
            <w:r w:rsidRPr="00B544D3">
              <w:rPr>
                <w:rFonts w:ascii="Times New Roman" w:hAnsi="Times New Roman" w:cs="Times New Roman"/>
                <w:color w:val="231F20"/>
                <w:sz w:val="20"/>
                <w:lang w:val="ru-RU"/>
              </w:rPr>
              <w:t>Особые жизненные ситуации и как с ними спра- виться</w:t>
            </w:r>
          </w:p>
        </w:tc>
        <w:tc>
          <w:tcPr>
            <w:tcW w:w="231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FDECF3"/>
          </w:tcPr>
          <w:p w:rsidR="00871D52" w:rsidRPr="00B544D3" w:rsidRDefault="00871D52" w:rsidP="00B544D3">
            <w:pPr>
              <w:pStyle w:val="TableParagraph"/>
              <w:ind w:left="828"/>
              <w:rPr>
                <w:rFonts w:ascii="Times New Roman" w:hAnsi="Times New Roman" w:cs="Times New Roman"/>
                <w:sz w:val="20"/>
                <w:lang w:val="ru-RU"/>
              </w:rPr>
            </w:pPr>
            <w:r w:rsidRPr="00B544D3">
              <w:rPr>
                <w:rFonts w:ascii="Times New Roman" w:hAnsi="Times New Roman" w:cs="Times New Roman"/>
                <w:color w:val="231F20"/>
                <w:w w:val="64"/>
                <w:sz w:val="20"/>
                <w:lang w:val="ru-RU"/>
              </w:rPr>
              <w:t>2</w:t>
            </w:r>
          </w:p>
        </w:tc>
      </w:tr>
      <w:tr w:rsidR="00871D52" w:rsidRPr="0052649B" w:rsidTr="00B544D3">
        <w:trPr>
          <w:trHeight w:val="487"/>
        </w:trPr>
        <w:tc>
          <w:tcPr>
            <w:tcW w:w="956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DECF3"/>
          </w:tcPr>
          <w:p w:rsidR="00871D52" w:rsidRPr="00B544D3" w:rsidRDefault="00871D52" w:rsidP="00B544D3">
            <w:pPr>
              <w:pStyle w:val="TableParagraph"/>
              <w:spacing w:before="139"/>
              <w:ind w:left="207" w:right="190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 w:rsidRPr="00B544D3">
              <w:rPr>
                <w:rFonts w:ascii="Times New Roman" w:hAnsi="Times New Roman" w:cs="Times New Roman"/>
                <w:color w:val="231F20"/>
                <w:sz w:val="20"/>
                <w:lang w:val="ru-RU"/>
              </w:rPr>
              <w:t>6</w:t>
            </w:r>
          </w:p>
        </w:tc>
        <w:tc>
          <w:tcPr>
            <w:tcW w:w="466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DECF3"/>
          </w:tcPr>
          <w:p w:rsidR="00871D52" w:rsidRPr="00B544D3" w:rsidRDefault="00871D52">
            <w:pPr>
              <w:pStyle w:val="TableParagraph"/>
              <w:rPr>
                <w:rFonts w:ascii="Times New Roman" w:hAnsi="Times New Roman" w:cs="Times New Roman"/>
                <w:sz w:val="20"/>
                <w:lang w:val="ru-RU"/>
              </w:rPr>
            </w:pPr>
            <w:r w:rsidRPr="00B544D3">
              <w:rPr>
                <w:rFonts w:ascii="Times New Roman" w:hAnsi="Times New Roman" w:cs="Times New Roman"/>
                <w:color w:val="231F20"/>
                <w:sz w:val="20"/>
                <w:lang w:val="ru-RU"/>
              </w:rPr>
              <w:t>Итоговая</w:t>
            </w:r>
            <w:r w:rsidRPr="00B544D3">
              <w:rPr>
                <w:rFonts w:ascii="Times New Roman" w:hAnsi="Times New Roman" w:cs="Times New Roman"/>
                <w:color w:val="231F20"/>
                <w:spacing w:val="-21"/>
                <w:sz w:val="20"/>
                <w:lang w:val="ru-RU"/>
              </w:rPr>
              <w:t xml:space="preserve"> </w:t>
            </w:r>
            <w:r w:rsidRPr="00B544D3">
              <w:rPr>
                <w:rFonts w:ascii="Times New Roman" w:hAnsi="Times New Roman" w:cs="Times New Roman"/>
                <w:color w:val="231F20"/>
                <w:sz w:val="20"/>
                <w:lang w:val="ru-RU"/>
              </w:rPr>
              <w:t>работа</w:t>
            </w:r>
            <w:r w:rsidRPr="00B544D3">
              <w:rPr>
                <w:rFonts w:ascii="Times New Roman" w:hAnsi="Times New Roman" w:cs="Times New Roman"/>
                <w:color w:val="231F20"/>
                <w:spacing w:val="-21"/>
                <w:sz w:val="20"/>
                <w:lang w:val="ru-RU"/>
              </w:rPr>
              <w:t xml:space="preserve"> </w:t>
            </w:r>
            <w:r w:rsidRPr="00B544D3">
              <w:rPr>
                <w:rFonts w:ascii="Times New Roman" w:hAnsi="Times New Roman" w:cs="Times New Roman"/>
                <w:color w:val="231F20"/>
                <w:sz w:val="20"/>
                <w:lang w:val="ru-RU"/>
              </w:rPr>
              <w:t>по</w:t>
            </w:r>
            <w:r w:rsidRPr="00B544D3">
              <w:rPr>
                <w:rFonts w:ascii="Times New Roman" w:hAnsi="Times New Roman" w:cs="Times New Roman"/>
                <w:color w:val="231F20"/>
                <w:spacing w:val="-21"/>
                <w:sz w:val="20"/>
                <w:lang w:val="ru-RU"/>
              </w:rPr>
              <w:t xml:space="preserve"> </w:t>
            </w:r>
            <w:r w:rsidRPr="00B544D3">
              <w:rPr>
                <w:rFonts w:ascii="Times New Roman" w:hAnsi="Times New Roman" w:cs="Times New Roman"/>
                <w:color w:val="231F20"/>
                <w:sz w:val="20"/>
                <w:lang w:val="ru-RU"/>
              </w:rPr>
              <w:t>разделам</w:t>
            </w:r>
            <w:r w:rsidRPr="00B544D3">
              <w:rPr>
                <w:rFonts w:ascii="Times New Roman" w:hAnsi="Times New Roman" w:cs="Times New Roman"/>
                <w:color w:val="231F20"/>
                <w:spacing w:val="-21"/>
                <w:sz w:val="20"/>
                <w:lang w:val="ru-RU"/>
              </w:rPr>
              <w:t xml:space="preserve"> </w:t>
            </w:r>
            <w:r w:rsidRPr="00B544D3">
              <w:rPr>
                <w:rFonts w:ascii="Times New Roman" w:hAnsi="Times New Roman" w:cs="Times New Roman"/>
                <w:color w:val="231F20"/>
                <w:sz w:val="20"/>
                <w:lang w:val="ru-RU"/>
              </w:rPr>
              <w:t>1</w:t>
            </w:r>
            <w:r w:rsidRPr="00B544D3">
              <w:rPr>
                <w:rFonts w:ascii="Times New Roman" w:hAnsi="Times New Roman" w:cs="Times New Roman"/>
                <w:color w:val="231F20"/>
                <w:spacing w:val="-21"/>
                <w:sz w:val="20"/>
                <w:lang w:val="ru-RU"/>
              </w:rPr>
              <w:t xml:space="preserve"> </w:t>
            </w:r>
            <w:r w:rsidRPr="00B544D3">
              <w:rPr>
                <w:rFonts w:ascii="Times New Roman" w:hAnsi="Times New Roman" w:cs="Times New Roman"/>
                <w:color w:val="231F20"/>
                <w:sz w:val="20"/>
                <w:lang w:val="ru-RU"/>
              </w:rPr>
              <w:t>и</w:t>
            </w:r>
            <w:r w:rsidRPr="00B544D3">
              <w:rPr>
                <w:rFonts w:ascii="Times New Roman" w:hAnsi="Times New Roman" w:cs="Times New Roman"/>
                <w:color w:val="231F20"/>
                <w:spacing w:val="-20"/>
                <w:sz w:val="20"/>
                <w:lang w:val="ru-RU"/>
              </w:rPr>
              <w:t xml:space="preserve"> </w:t>
            </w:r>
            <w:r w:rsidRPr="00B544D3">
              <w:rPr>
                <w:rFonts w:ascii="Times New Roman" w:hAnsi="Times New Roman" w:cs="Times New Roman"/>
                <w:color w:val="231F20"/>
                <w:sz w:val="20"/>
                <w:lang w:val="ru-RU"/>
              </w:rPr>
              <w:t>2:</w:t>
            </w:r>
            <w:r w:rsidRPr="00B544D3">
              <w:rPr>
                <w:rFonts w:ascii="Times New Roman" w:hAnsi="Times New Roman" w:cs="Times New Roman"/>
                <w:color w:val="231F20"/>
                <w:spacing w:val="-21"/>
                <w:sz w:val="20"/>
                <w:lang w:val="ru-RU"/>
              </w:rPr>
              <w:t xml:space="preserve"> </w:t>
            </w:r>
            <w:r w:rsidRPr="00B544D3">
              <w:rPr>
                <w:rFonts w:ascii="Times New Roman" w:hAnsi="Times New Roman" w:cs="Times New Roman"/>
                <w:color w:val="231F20"/>
                <w:sz w:val="20"/>
                <w:lang w:val="ru-RU"/>
              </w:rPr>
              <w:t>ролевая</w:t>
            </w:r>
            <w:r w:rsidRPr="00B544D3">
              <w:rPr>
                <w:rFonts w:ascii="Times New Roman" w:hAnsi="Times New Roman" w:cs="Times New Roman"/>
                <w:color w:val="231F20"/>
                <w:spacing w:val="-21"/>
                <w:sz w:val="20"/>
                <w:lang w:val="ru-RU"/>
              </w:rPr>
              <w:t xml:space="preserve"> </w:t>
            </w:r>
            <w:r w:rsidRPr="00B544D3">
              <w:rPr>
                <w:rFonts w:ascii="Times New Roman" w:hAnsi="Times New Roman" w:cs="Times New Roman"/>
                <w:color w:val="231F20"/>
                <w:sz w:val="20"/>
                <w:lang w:val="ru-RU"/>
              </w:rPr>
              <w:t>игра</w:t>
            </w:r>
          </w:p>
        </w:tc>
        <w:tc>
          <w:tcPr>
            <w:tcW w:w="231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FDECF3"/>
          </w:tcPr>
          <w:p w:rsidR="00871D52" w:rsidRPr="00B544D3" w:rsidRDefault="00871D52" w:rsidP="00B544D3">
            <w:pPr>
              <w:pStyle w:val="TableParagraph"/>
              <w:ind w:left="811"/>
              <w:rPr>
                <w:rFonts w:ascii="Times New Roman" w:hAnsi="Times New Roman" w:cs="Times New Roman"/>
                <w:sz w:val="20"/>
                <w:lang w:val="ru-RU"/>
              </w:rPr>
            </w:pPr>
            <w:r w:rsidRPr="00B544D3">
              <w:rPr>
                <w:rFonts w:ascii="Times New Roman" w:hAnsi="Times New Roman" w:cs="Times New Roman"/>
                <w:color w:val="231F20"/>
                <w:w w:val="94"/>
                <w:sz w:val="20"/>
                <w:lang w:val="ru-RU"/>
              </w:rPr>
              <w:t>4</w:t>
            </w:r>
          </w:p>
        </w:tc>
      </w:tr>
      <w:tr w:rsidR="00871D52" w:rsidRPr="00C8333C" w:rsidTr="00B544D3">
        <w:trPr>
          <w:trHeight w:val="483"/>
        </w:trPr>
        <w:tc>
          <w:tcPr>
            <w:tcW w:w="7933" w:type="dxa"/>
            <w:gridSpan w:val="3"/>
            <w:tcBorders>
              <w:top w:val="single" w:sz="8" w:space="0" w:color="231F20"/>
              <w:bottom w:val="single" w:sz="8" w:space="0" w:color="231F20"/>
            </w:tcBorders>
            <w:shd w:val="clear" w:color="auto" w:fill="FDECF3"/>
          </w:tcPr>
          <w:p w:rsidR="00871D52" w:rsidRPr="00B544D3" w:rsidRDefault="00871D52" w:rsidP="00B544D3">
            <w:pPr>
              <w:pStyle w:val="TableParagraph"/>
              <w:spacing w:before="135"/>
              <w:ind w:left="600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B544D3">
              <w:rPr>
                <w:rFonts w:ascii="Times New Roman" w:hAnsi="Times New Roman" w:cs="Times New Roman"/>
                <w:b/>
                <w:color w:val="231F20"/>
                <w:sz w:val="20"/>
                <w:lang w:val="ru-RU"/>
              </w:rPr>
              <w:t>Раздел 3. Семья и государство: как они взаимодействуют (8 ч)</w:t>
            </w:r>
          </w:p>
        </w:tc>
      </w:tr>
      <w:tr w:rsidR="00871D52" w:rsidRPr="0052649B" w:rsidTr="00B544D3">
        <w:trPr>
          <w:trHeight w:val="487"/>
        </w:trPr>
        <w:tc>
          <w:tcPr>
            <w:tcW w:w="956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DECF3"/>
          </w:tcPr>
          <w:p w:rsidR="00871D52" w:rsidRPr="00B544D3" w:rsidRDefault="00871D52" w:rsidP="00B544D3">
            <w:pPr>
              <w:pStyle w:val="TableParagraph"/>
              <w:spacing w:before="139"/>
              <w:ind w:left="207" w:right="190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 w:rsidRPr="00B544D3">
              <w:rPr>
                <w:rFonts w:ascii="Times New Roman" w:hAnsi="Times New Roman" w:cs="Times New Roman"/>
                <w:color w:val="231F20"/>
                <w:sz w:val="20"/>
                <w:lang w:val="ru-RU"/>
              </w:rPr>
              <w:t>7</w:t>
            </w:r>
          </w:p>
        </w:tc>
        <w:tc>
          <w:tcPr>
            <w:tcW w:w="466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DECF3"/>
          </w:tcPr>
          <w:p w:rsidR="00871D52" w:rsidRPr="00B544D3" w:rsidRDefault="00871D52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B544D3">
              <w:rPr>
                <w:rFonts w:ascii="Times New Roman" w:hAnsi="Times New Roman" w:cs="Times New Roman"/>
                <w:color w:val="231F20"/>
                <w:sz w:val="20"/>
              </w:rPr>
              <w:t>Налоги</w:t>
            </w:r>
          </w:p>
        </w:tc>
        <w:tc>
          <w:tcPr>
            <w:tcW w:w="231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FDECF3"/>
          </w:tcPr>
          <w:p w:rsidR="00871D52" w:rsidRPr="00B544D3" w:rsidRDefault="00871D52" w:rsidP="00B544D3">
            <w:pPr>
              <w:pStyle w:val="TableParagraph"/>
              <w:ind w:left="811"/>
              <w:rPr>
                <w:rFonts w:ascii="Times New Roman" w:hAnsi="Times New Roman" w:cs="Times New Roman"/>
                <w:sz w:val="20"/>
                <w:lang w:val="ru-RU"/>
              </w:rPr>
            </w:pPr>
            <w:r w:rsidRPr="00B544D3">
              <w:rPr>
                <w:rFonts w:ascii="Times New Roman" w:hAnsi="Times New Roman" w:cs="Times New Roman"/>
                <w:color w:val="231F20"/>
                <w:w w:val="94"/>
                <w:sz w:val="20"/>
                <w:lang w:val="ru-RU"/>
              </w:rPr>
              <w:t>4</w:t>
            </w:r>
          </w:p>
        </w:tc>
      </w:tr>
      <w:tr w:rsidR="00871D52" w:rsidRPr="0052649B" w:rsidTr="00B544D3">
        <w:trPr>
          <w:trHeight w:val="475"/>
        </w:trPr>
        <w:tc>
          <w:tcPr>
            <w:tcW w:w="956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DECF3"/>
          </w:tcPr>
          <w:p w:rsidR="00871D52" w:rsidRPr="00B544D3" w:rsidRDefault="00871D52" w:rsidP="00B544D3">
            <w:pPr>
              <w:pStyle w:val="TableParagraph"/>
              <w:ind w:left="207" w:right="190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 w:rsidRPr="00B544D3">
              <w:rPr>
                <w:rFonts w:ascii="Times New Roman" w:hAnsi="Times New Roman" w:cs="Times New Roman"/>
                <w:color w:val="231F20"/>
                <w:w w:val="75"/>
                <w:sz w:val="20"/>
                <w:lang w:val="ru-RU"/>
              </w:rPr>
              <w:t>8</w:t>
            </w:r>
          </w:p>
        </w:tc>
        <w:tc>
          <w:tcPr>
            <w:tcW w:w="466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DECF3"/>
          </w:tcPr>
          <w:p w:rsidR="00871D52" w:rsidRPr="00B544D3" w:rsidRDefault="00871D52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B544D3">
              <w:rPr>
                <w:rFonts w:ascii="Times New Roman" w:hAnsi="Times New Roman" w:cs="Times New Roman"/>
                <w:color w:val="231F20"/>
                <w:sz w:val="20"/>
              </w:rPr>
              <w:t>Социальные пособия</w:t>
            </w:r>
          </w:p>
        </w:tc>
        <w:tc>
          <w:tcPr>
            <w:tcW w:w="231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FDECF3"/>
          </w:tcPr>
          <w:p w:rsidR="00871D52" w:rsidRPr="00B544D3" w:rsidRDefault="00871D52" w:rsidP="00B544D3">
            <w:pPr>
              <w:pStyle w:val="TableParagraph"/>
              <w:ind w:left="828"/>
              <w:rPr>
                <w:rFonts w:ascii="Times New Roman" w:hAnsi="Times New Roman" w:cs="Times New Roman"/>
                <w:sz w:val="20"/>
                <w:lang w:val="ru-RU"/>
              </w:rPr>
            </w:pPr>
            <w:r w:rsidRPr="00B544D3">
              <w:rPr>
                <w:rFonts w:ascii="Times New Roman" w:hAnsi="Times New Roman" w:cs="Times New Roman"/>
                <w:color w:val="231F20"/>
                <w:w w:val="64"/>
                <w:sz w:val="20"/>
                <w:lang w:val="ru-RU"/>
              </w:rPr>
              <w:t>2</w:t>
            </w:r>
          </w:p>
        </w:tc>
      </w:tr>
      <w:tr w:rsidR="00871D52" w:rsidRPr="0052649B" w:rsidTr="00B544D3">
        <w:trPr>
          <w:trHeight w:val="773"/>
        </w:trPr>
        <w:tc>
          <w:tcPr>
            <w:tcW w:w="956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DECF3"/>
          </w:tcPr>
          <w:p w:rsidR="00871D52" w:rsidRPr="00B544D3" w:rsidRDefault="00871D52" w:rsidP="00B544D3">
            <w:pPr>
              <w:pStyle w:val="TableParagraph"/>
              <w:ind w:left="207" w:right="190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 w:rsidRPr="00B544D3">
              <w:rPr>
                <w:rFonts w:ascii="Times New Roman" w:hAnsi="Times New Roman" w:cs="Times New Roman"/>
                <w:color w:val="231F20"/>
                <w:w w:val="90"/>
                <w:sz w:val="20"/>
                <w:lang w:val="ru-RU"/>
              </w:rPr>
              <w:t>9</w:t>
            </w:r>
          </w:p>
        </w:tc>
        <w:tc>
          <w:tcPr>
            <w:tcW w:w="466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DECF3"/>
          </w:tcPr>
          <w:p w:rsidR="00871D52" w:rsidRPr="00B544D3" w:rsidRDefault="00871D52" w:rsidP="00B544D3">
            <w:pPr>
              <w:pStyle w:val="TableParagraph"/>
              <w:spacing w:line="290" w:lineRule="auto"/>
              <w:rPr>
                <w:rFonts w:ascii="Times New Roman" w:hAnsi="Times New Roman" w:cs="Times New Roman"/>
                <w:lang w:val="ru-RU"/>
              </w:rPr>
            </w:pPr>
            <w:r w:rsidRPr="00B544D3">
              <w:rPr>
                <w:rFonts w:ascii="Times New Roman" w:hAnsi="Times New Roman" w:cs="Times New Roman"/>
                <w:color w:val="231F20"/>
                <w:sz w:val="20"/>
                <w:lang w:val="ru-RU"/>
              </w:rPr>
              <w:t xml:space="preserve">Итоговая работа по разделу 3: мини-исследова- ние в группах «Государство </w:t>
            </w:r>
            <w:r w:rsidRPr="00B544D3">
              <w:rPr>
                <w:rFonts w:ascii="Times New Roman" w:hAnsi="Times New Roman" w:cs="Times New Roman"/>
                <w:color w:val="231F20"/>
                <w:lang w:val="ru-RU"/>
              </w:rPr>
              <w:t>— это мы!»</w:t>
            </w:r>
          </w:p>
        </w:tc>
        <w:tc>
          <w:tcPr>
            <w:tcW w:w="231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FDECF3"/>
          </w:tcPr>
          <w:p w:rsidR="00871D52" w:rsidRPr="00B544D3" w:rsidRDefault="00871D52" w:rsidP="00B544D3">
            <w:pPr>
              <w:pStyle w:val="TableParagraph"/>
              <w:ind w:left="828"/>
              <w:rPr>
                <w:rFonts w:ascii="Times New Roman" w:hAnsi="Times New Roman" w:cs="Times New Roman"/>
                <w:sz w:val="20"/>
                <w:lang w:val="ru-RU"/>
              </w:rPr>
            </w:pPr>
            <w:r w:rsidRPr="00B544D3">
              <w:rPr>
                <w:rFonts w:ascii="Times New Roman" w:hAnsi="Times New Roman" w:cs="Times New Roman"/>
                <w:color w:val="231F20"/>
                <w:w w:val="64"/>
                <w:sz w:val="20"/>
                <w:lang w:val="ru-RU"/>
              </w:rPr>
              <w:t>2</w:t>
            </w:r>
          </w:p>
        </w:tc>
      </w:tr>
      <w:tr w:rsidR="00871D52" w:rsidRPr="00C8333C" w:rsidTr="00B544D3">
        <w:trPr>
          <w:trHeight w:val="483"/>
        </w:trPr>
        <w:tc>
          <w:tcPr>
            <w:tcW w:w="7933" w:type="dxa"/>
            <w:gridSpan w:val="3"/>
            <w:tcBorders>
              <w:top w:val="single" w:sz="8" w:space="0" w:color="231F20"/>
              <w:bottom w:val="single" w:sz="8" w:space="0" w:color="231F20"/>
            </w:tcBorders>
            <w:shd w:val="clear" w:color="auto" w:fill="FDECF3"/>
          </w:tcPr>
          <w:p w:rsidR="00871D52" w:rsidRPr="00B544D3" w:rsidRDefault="00871D52" w:rsidP="00B544D3">
            <w:pPr>
              <w:pStyle w:val="TableParagraph"/>
              <w:spacing w:before="135"/>
              <w:ind w:left="498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B544D3">
              <w:rPr>
                <w:rFonts w:ascii="Times New Roman" w:hAnsi="Times New Roman" w:cs="Times New Roman"/>
                <w:b/>
                <w:color w:val="231F20"/>
                <w:sz w:val="20"/>
                <w:lang w:val="ru-RU"/>
              </w:rPr>
              <w:t>Раздел 4. Финансовый бизнес: чем он может помочь семье (8 ч)</w:t>
            </w:r>
          </w:p>
        </w:tc>
      </w:tr>
      <w:tr w:rsidR="00871D52" w:rsidRPr="0052649B" w:rsidTr="00B544D3">
        <w:trPr>
          <w:trHeight w:val="475"/>
        </w:trPr>
        <w:tc>
          <w:tcPr>
            <w:tcW w:w="956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DECF3"/>
          </w:tcPr>
          <w:p w:rsidR="00871D52" w:rsidRPr="00B544D3" w:rsidRDefault="00871D52" w:rsidP="00B544D3">
            <w:pPr>
              <w:pStyle w:val="TableParagraph"/>
              <w:ind w:left="207" w:right="190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 w:rsidRPr="00B544D3">
              <w:rPr>
                <w:rFonts w:ascii="Times New Roman" w:hAnsi="Times New Roman" w:cs="Times New Roman"/>
                <w:color w:val="231F20"/>
                <w:w w:val="90"/>
                <w:sz w:val="20"/>
              </w:rPr>
              <w:t>1</w:t>
            </w:r>
            <w:r w:rsidRPr="00B544D3">
              <w:rPr>
                <w:rFonts w:ascii="Times New Roman" w:hAnsi="Times New Roman" w:cs="Times New Roman"/>
                <w:color w:val="231F20"/>
                <w:w w:val="90"/>
                <w:sz w:val="20"/>
                <w:lang w:val="ru-RU"/>
              </w:rPr>
              <w:t>0</w:t>
            </w:r>
          </w:p>
        </w:tc>
        <w:tc>
          <w:tcPr>
            <w:tcW w:w="466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DECF3"/>
          </w:tcPr>
          <w:p w:rsidR="00871D52" w:rsidRPr="00B544D3" w:rsidRDefault="00871D52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B544D3">
              <w:rPr>
                <w:rFonts w:ascii="Times New Roman" w:hAnsi="Times New Roman" w:cs="Times New Roman"/>
                <w:color w:val="231F20"/>
                <w:sz w:val="20"/>
              </w:rPr>
              <w:t>Банковские услуги</w:t>
            </w:r>
          </w:p>
        </w:tc>
        <w:tc>
          <w:tcPr>
            <w:tcW w:w="231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FDECF3"/>
          </w:tcPr>
          <w:p w:rsidR="00871D52" w:rsidRPr="00B544D3" w:rsidRDefault="00871D52" w:rsidP="00B544D3">
            <w:pPr>
              <w:pStyle w:val="TableParagraph"/>
              <w:ind w:left="828"/>
              <w:rPr>
                <w:rFonts w:ascii="Times New Roman" w:hAnsi="Times New Roman" w:cs="Times New Roman"/>
                <w:sz w:val="20"/>
                <w:lang w:val="ru-RU"/>
              </w:rPr>
            </w:pPr>
            <w:r w:rsidRPr="00B544D3">
              <w:rPr>
                <w:rFonts w:ascii="Times New Roman" w:hAnsi="Times New Roman" w:cs="Times New Roman"/>
                <w:color w:val="231F20"/>
                <w:w w:val="64"/>
                <w:sz w:val="20"/>
                <w:lang w:val="ru-RU"/>
              </w:rPr>
              <w:t>2</w:t>
            </w:r>
          </w:p>
        </w:tc>
      </w:tr>
      <w:tr w:rsidR="00871D52" w:rsidRPr="0052649B" w:rsidTr="00B544D3">
        <w:trPr>
          <w:trHeight w:val="475"/>
        </w:trPr>
        <w:tc>
          <w:tcPr>
            <w:tcW w:w="956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DECF3"/>
          </w:tcPr>
          <w:p w:rsidR="00871D52" w:rsidRPr="00B544D3" w:rsidRDefault="00871D52" w:rsidP="00B544D3">
            <w:pPr>
              <w:pStyle w:val="TableParagraph"/>
              <w:ind w:left="207" w:right="190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 w:rsidRPr="00B544D3">
              <w:rPr>
                <w:rFonts w:ascii="Times New Roman" w:hAnsi="Times New Roman" w:cs="Times New Roman"/>
                <w:color w:val="231F20"/>
                <w:w w:val="95"/>
                <w:sz w:val="20"/>
              </w:rPr>
              <w:t>1</w:t>
            </w:r>
            <w:r w:rsidRPr="00B544D3">
              <w:rPr>
                <w:rFonts w:ascii="Times New Roman" w:hAnsi="Times New Roman" w:cs="Times New Roman"/>
                <w:color w:val="231F20"/>
                <w:w w:val="95"/>
                <w:sz w:val="20"/>
                <w:lang w:val="ru-RU"/>
              </w:rPr>
              <w:t>1</w:t>
            </w:r>
          </w:p>
        </w:tc>
        <w:tc>
          <w:tcPr>
            <w:tcW w:w="466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DECF3"/>
          </w:tcPr>
          <w:p w:rsidR="00871D52" w:rsidRPr="00B544D3" w:rsidRDefault="00871D52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B544D3">
              <w:rPr>
                <w:rFonts w:ascii="Times New Roman" w:hAnsi="Times New Roman" w:cs="Times New Roman"/>
                <w:color w:val="231F20"/>
                <w:sz w:val="20"/>
              </w:rPr>
              <w:t>Собственный бизнес</w:t>
            </w:r>
          </w:p>
        </w:tc>
        <w:tc>
          <w:tcPr>
            <w:tcW w:w="231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FDECF3"/>
          </w:tcPr>
          <w:p w:rsidR="00871D52" w:rsidRPr="00B544D3" w:rsidRDefault="00871D52" w:rsidP="00B544D3">
            <w:pPr>
              <w:pStyle w:val="TableParagraph"/>
              <w:ind w:left="828"/>
              <w:rPr>
                <w:rFonts w:ascii="Times New Roman" w:hAnsi="Times New Roman" w:cs="Times New Roman"/>
                <w:sz w:val="20"/>
                <w:lang w:val="ru-RU"/>
              </w:rPr>
            </w:pPr>
            <w:r w:rsidRPr="00B544D3">
              <w:rPr>
                <w:rFonts w:ascii="Times New Roman" w:hAnsi="Times New Roman" w:cs="Times New Roman"/>
                <w:color w:val="231F20"/>
                <w:w w:val="64"/>
                <w:sz w:val="20"/>
                <w:lang w:val="ru-RU"/>
              </w:rPr>
              <w:t>2</w:t>
            </w:r>
          </w:p>
        </w:tc>
      </w:tr>
      <w:tr w:rsidR="00871D52" w:rsidRPr="0052649B" w:rsidTr="00B544D3">
        <w:trPr>
          <w:trHeight w:val="475"/>
        </w:trPr>
        <w:tc>
          <w:tcPr>
            <w:tcW w:w="956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DECF3"/>
          </w:tcPr>
          <w:p w:rsidR="00871D52" w:rsidRPr="00B544D3" w:rsidRDefault="00871D52" w:rsidP="00B544D3">
            <w:pPr>
              <w:pStyle w:val="TableParagraph"/>
              <w:ind w:left="207" w:right="190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 w:rsidRPr="00B544D3">
              <w:rPr>
                <w:rFonts w:ascii="Times New Roman" w:hAnsi="Times New Roman" w:cs="Times New Roman"/>
                <w:color w:val="231F20"/>
                <w:w w:val="90"/>
                <w:sz w:val="20"/>
              </w:rPr>
              <w:t>1</w:t>
            </w:r>
            <w:r w:rsidRPr="00B544D3">
              <w:rPr>
                <w:rFonts w:ascii="Times New Roman" w:hAnsi="Times New Roman" w:cs="Times New Roman"/>
                <w:color w:val="231F20"/>
                <w:w w:val="90"/>
                <w:sz w:val="20"/>
                <w:lang w:val="ru-RU"/>
              </w:rPr>
              <w:t>2</w:t>
            </w:r>
          </w:p>
        </w:tc>
        <w:tc>
          <w:tcPr>
            <w:tcW w:w="466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DECF3"/>
          </w:tcPr>
          <w:p w:rsidR="00871D52" w:rsidRPr="00B544D3" w:rsidRDefault="00871D52">
            <w:pPr>
              <w:pStyle w:val="TableParagraph"/>
              <w:rPr>
                <w:rFonts w:ascii="Times New Roman" w:hAnsi="Times New Roman" w:cs="Times New Roman"/>
                <w:sz w:val="20"/>
              </w:rPr>
            </w:pPr>
            <w:r w:rsidRPr="00B544D3">
              <w:rPr>
                <w:rFonts w:ascii="Times New Roman" w:hAnsi="Times New Roman" w:cs="Times New Roman"/>
                <w:color w:val="231F20"/>
                <w:sz w:val="20"/>
              </w:rPr>
              <w:t>Валюта в современном мире</w:t>
            </w:r>
          </w:p>
        </w:tc>
        <w:tc>
          <w:tcPr>
            <w:tcW w:w="231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FDECF3"/>
          </w:tcPr>
          <w:p w:rsidR="00871D52" w:rsidRPr="00B544D3" w:rsidRDefault="00871D52" w:rsidP="00B544D3">
            <w:pPr>
              <w:pStyle w:val="TableParagraph"/>
              <w:ind w:left="828"/>
              <w:rPr>
                <w:rFonts w:ascii="Times New Roman" w:hAnsi="Times New Roman" w:cs="Times New Roman"/>
                <w:sz w:val="20"/>
                <w:lang w:val="ru-RU"/>
              </w:rPr>
            </w:pPr>
            <w:r w:rsidRPr="00B544D3">
              <w:rPr>
                <w:rFonts w:ascii="Times New Roman" w:hAnsi="Times New Roman" w:cs="Times New Roman"/>
                <w:color w:val="231F20"/>
                <w:w w:val="64"/>
                <w:sz w:val="20"/>
                <w:lang w:val="ru-RU"/>
              </w:rPr>
              <w:t>2</w:t>
            </w:r>
          </w:p>
        </w:tc>
      </w:tr>
      <w:tr w:rsidR="00871D52" w:rsidRPr="0052649B" w:rsidTr="00B544D3">
        <w:trPr>
          <w:trHeight w:val="733"/>
        </w:trPr>
        <w:tc>
          <w:tcPr>
            <w:tcW w:w="956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DECF3"/>
          </w:tcPr>
          <w:p w:rsidR="00871D52" w:rsidRPr="00B544D3" w:rsidRDefault="00871D52" w:rsidP="00B544D3">
            <w:pPr>
              <w:pStyle w:val="TableParagraph"/>
              <w:ind w:left="207" w:right="190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 w:rsidRPr="00B544D3">
              <w:rPr>
                <w:rFonts w:ascii="Times New Roman" w:hAnsi="Times New Roman" w:cs="Times New Roman"/>
                <w:color w:val="231F20"/>
                <w:w w:val="95"/>
                <w:sz w:val="20"/>
              </w:rPr>
              <w:t>1</w:t>
            </w:r>
            <w:r w:rsidRPr="00B544D3">
              <w:rPr>
                <w:rFonts w:ascii="Times New Roman" w:hAnsi="Times New Roman" w:cs="Times New Roman"/>
                <w:color w:val="231F20"/>
                <w:w w:val="95"/>
                <w:sz w:val="20"/>
                <w:lang w:val="ru-RU"/>
              </w:rPr>
              <w:t>3</w:t>
            </w:r>
          </w:p>
        </w:tc>
        <w:tc>
          <w:tcPr>
            <w:tcW w:w="466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DECF3"/>
          </w:tcPr>
          <w:p w:rsidR="00871D52" w:rsidRPr="00B544D3" w:rsidRDefault="00871D52" w:rsidP="00B544D3">
            <w:pPr>
              <w:pStyle w:val="TableParagraph"/>
              <w:spacing w:line="268" w:lineRule="auto"/>
              <w:rPr>
                <w:rFonts w:ascii="Times New Roman" w:hAnsi="Times New Roman" w:cs="Times New Roman"/>
                <w:sz w:val="20"/>
                <w:lang w:val="ru-RU"/>
              </w:rPr>
            </w:pPr>
            <w:r w:rsidRPr="00B544D3">
              <w:rPr>
                <w:rFonts w:ascii="Times New Roman" w:hAnsi="Times New Roman" w:cs="Times New Roman"/>
                <w:color w:val="231F20"/>
                <w:sz w:val="20"/>
                <w:lang w:val="ru-RU"/>
              </w:rPr>
              <w:t>Итоговая работа по курсу «Финансовая грамот- ность»</w:t>
            </w:r>
          </w:p>
        </w:tc>
        <w:tc>
          <w:tcPr>
            <w:tcW w:w="231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FDECF3"/>
          </w:tcPr>
          <w:p w:rsidR="00871D52" w:rsidRPr="00B544D3" w:rsidRDefault="00871D52" w:rsidP="00B544D3">
            <w:pPr>
              <w:pStyle w:val="TableParagraph"/>
              <w:ind w:left="828"/>
              <w:rPr>
                <w:rFonts w:ascii="Times New Roman" w:hAnsi="Times New Roman" w:cs="Times New Roman"/>
                <w:sz w:val="20"/>
                <w:lang w:val="ru-RU"/>
              </w:rPr>
            </w:pPr>
            <w:r w:rsidRPr="00B544D3">
              <w:rPr>
                <w:rFonts w:ascii="Times New Roman" w:hAnsi="Times New Roman" w:cs="Times New Roman"/>
                <w:color w:val="231F20"/>
                <w:w w:val="64"/>
                <w:sz w:val="20"/>
                <w:lang w:val="ru-RU"/>
              </w:rPr>
              <w:t>4</w:t>
            </w:r>
          </w:p>
        </w:tc>
      </w:tr>
      <w:tr w:rsidR="00871D52" w:rsidRPr="0052649B" w:rsidTr="00B544D3">
        <w:trPr>
          <w:trHeight w:val="733"/>
        </w:trPr>
        <w:tc>
          <w:tcPr>
            <w:tcW w:w="956" w:type="dxa"/>
            <w:tcBorders>
              <w:top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DECF3"/>
          </w:tcPr>
          <w:p w:rsidR="00871D52" w:rsidRPr="00B544D3" w:rsidRDefault="00871D52" w:rsidP="00B544D3">
            <w:pPr>
              <w:pStyle w:val="TableParagraph"/>
              <w:ind w:left="207" w:right="190"/>
              <w:jc w:val="center"/>
              <w:rPr>
                <w:rFonts w:ascii="Times New Roman" w:hAnsi="Times New Roman" w:cs="Times New Roman"/>
                <w:color w:val="231F20"/>
                <w:w w:val="95"/>
                <w:sz w:val="20"/>
              </w:rPr>
            </w:pPr>
          </w:p>
        </w:tc>
        <w:tc>
          <w:tcPr>
            <w:tcW w:w="466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FDECF3"/>
          </w:tcPr>
          <w:p w:rsidR="00871D52" w:rsidRPr="00B544D3" w:rsidRDefault="00871D52" w:rsidP="00B544D3">
            <w:pPr>
              <w:pStyle w:val="TableParagraph"/>
              <w:spacing w:line="268" w:lineRule="auto"/>
              <w:rPr>
                <w:rFonts w:ascii="Times New Roman" w:hAnsi="Times New Roman" w:cs="Times New Roman"/>
                <w:color w:val="231F20"/>
                <w:sz w:val="20"/>
                <w:lang w:val="ru-RU"/>
              </w:rPr>
            </w:pPr>
            <w:r w:rsidRPr="00B544D3">
              <w:rPr>
                <w:rFonts w:ascii="Times New Roman" w:hAnsi="Times New Roman" w:cs="Times New Roman"/>
                <w:color w:val="231F20"/>
                <w:sz w:val="20"/>
                <w:lang w:val="ru-RU"/>
              </w:rPr>
              <w:t>Итого</w:t>
            </w:r>
          </w:p>
        </w:tc>
        <w:tc>
          <w:tcPr>
            <w:tcW w:w="2310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</w:tcBorders>
            <w:shd w:val="clear" w:color="auto" w:fill="FDECF3"/>
          </w:tcPr>
          <w:p w:rsidR="00871D52" w:rsidRPr="00B544D3" w:rsidRDefault="00871D52" w:rsidP="00B544D3">
            <w:pPr>
              <w:pStyle w:val="TableParagraph"/>
              <w:ind w:left="828"/>
              <w:rPr>
                <w:rFonts w:ascii="Times New Roman" w:hAnsi="Times New Roman" w:cs="Times New Roman"/>
                <w:color w:val="231F20"/>
                <w:w w:val="64"/>
                <w:sz w:val="20"/>
                <w:lang w:val="ru-RU"/>
              </w:rPr>
            </w:pPr>
            <w:r w:rsidRPr="00B544D3">
              <w:rPr>
                <w:rFonts w:ascii="Times New Roman" w:hAnsi="Times New Roman" w:cs="Times New Roman"/>
                <w:color w:val="231F20"/>
                <w:w w:val="64"/>
                <w:sz w:val="20"/>
                <w:lang w:val="ru-RU"/>
              </w:rPr>
              <w:t>34</w:t>
            </w:r>
          </w:p>
        </w:tc>
      </w:tr>
    </w:tbl>
    <w:p w:rsidR="00871D52" w:rsidRPr="0052649B" w:rsidRDefault="00871D52">
      <w:pPr>
        <w:rPr>
          <w:rFonts w:ascii="Times New Roman" w:hAnsi="Times New Roman" w:cs="Times New Roman"/>
          <w:sz w:val="20"/>
        </w:rPr>
        <w:sectPr w:rsidR="00871D52" w:rsidRPr="0052649B">
          <w:pgSz w:w="9640" w:h="13890"/>
          <w:pgMar w:top="1040" w:right="540" w:bottom="280" w:left="560" w:header="0" w:footer="0" w:gutter="0"/>
          <w:cols w:space="720"/>
        </w:sectPr>
      </w:pPr>
    </w:p>
    <w:p w:rsidR="00871D52" w:rsidRPr="0052649B" w:rsidRDefault="00871D52" w:rsidP="0052649B">
      <w:pPr>
        <w:pStyle w:val="BodyText"/>
        <w:spacing w:before="0"/>
        <w:rPr>
          <w:rFonts w:ascii="Times New Roman" w:hAnsi="Times New Roman" w:cs="Times New Roman"/>
          <w:b/>
          <w:sz w:val="11"/>
        </w:rPr>
      </w:pPr>
    </w:p>
    <w:p w:rsidR="00871D52" w:rsidRPr="0052649B" w:rsidRDefault="00871D52">
      <w:pPr>
        <w:pStyle w:val="BodyText"/>
        <w:spacing w:before="0" w:line="20" w:lineRule="exact"/>
        <w:ind w:left="1424"/>
        <w:rPr>
          <w:rFonts w:ascii="Times New Roman" w:hAnsi="Times New Roman" w:cs="Times New Roman"/>
          <w:sz w:val="2"/>
        </w:rPr>
      </w:pPr>
      <w:r>
        <w:rPr>
          <w:noProof/>
          <w:lang w:val="ru-RU" w:eastAsia="ru-RU"/>
        </w:rPr>
      </w:r>
      <w:r w:rsidRPr="00C946B6">
        <w:rPr>
          <w:rFonts w:ascii="Times New Roman" w:hAnsi="Times New Roman" w:cs="Times New Roman"/>
          <w:sz w:val="2"/>
        </w:rPr>
        <w:pict>
          <v:group id="_x0000_s1166" style="width:340.2pt;height:1pt;mso-position-horizontal-relative:char;mso-position-vertical-relative:line" coordsize="6804,20">
            <v:rect id="_x0000_s1167" style="position:absolute;width:61;height:20" fillcolor="#ee4d9b" stroked="f"/>
            <v:rect id="_x0000_s1168" style="position:absolute;left:100;width:61;height:20" fillcolor="#ee4d9b" stroked="f"/>
            <v:rect id="_x0000_s1169" style="position:absolute;left:201;width:61;height:20" fillcolor="#ee4d9b" stroked="f"/>
            <v:rect id="_x0000_s1170" style="position:absolute;left:301;width:61;height:20" fillcolor="#ee4d9b" stroked="f"/>
            <v:rect id="_x0000_s1171" style="position:absolute;left:402;width:61;height:20" fillcolor="#ee4d9b" stroked="f"/>
            <v:rect id="_x0000_s1172" style="position:absolute;left:503;width:61;height:20" fillcolor="#ee4d9b" stroked="f"/>
            <v:rect id="_x0000_s1173" style="position:absolute;left:603;width:61;height:20" fillcolor="#ee4d9b" stroked="f"/>
            <v:rect id="_x0000_s1174" style="position:absolute;left:704;width:61;height:20" fillcolor="#ee4d9b" stroked="f"/>
            <v:rect id="_x0000_s1175" style="position:absolute;left:805;width:61;height:20" fillcolor="#ee4d9b" stroked="f"/>
            <v:rect id="_x0000_s1176" style="position:absolute;left:905;width:61;height:20" fillcolor="#ee4d9b" stroked="f"/>
            <v:rect id="_x0000_s1177" style="position:absolute;left:1006;width:61;height:20" fillcolor="#ee4d9b" stroked="f"/>
            <v:rect id="_x0000_s1178" style="position:absolute;left:1107;width:61;height:20" fillcolor="#ee4d9b" stroked="f"/>
            <v:rect id="_x0000_s1179" style="position:absolute;left:1207;width:61;height:20" fillcolor="#ee4d9b" stroked="f"/>
            <v:rect id="_x0000_s1180" style="position:absolute;left:1308;width:61;height:20" fillcolor="#ee4d9b" stroked="f"/>
            <v:rect id="_x0000_s1181" style="position:absolute;left:1408;width:61;height:20" fillcolor="#ee4d9b" stroked="f"/>
            <v:rect id="_x0000_s1182" style="position:absolute;left:1509;width:61;height:20" fillcolor="#ee4d9b" stroked="f"/>
            <v:rect id="_x0000_s1183" style="position:absolute;left:1610;width:61;height:20" fillcolor="#ee4d9b" stroked="f"/>
            <v:rect id="_x0000_s1184" style="position:absolute;left:1710;width:61;height:20" fillcolor="#ee4d9b" stroked="f"/>
            <v:rect id="_x0000_s1185" style="position:absolute;left:1811;width:61;height:20" fillcolor="#ee4d9b" stroked="f"/>
            <v:rect id="_x0000_s1186" style="position:absolute;left:1912;width:61;height:20" fillcolor="#ee4d9b" stroked="f"/>
            <v:rect id="_x0000_s1187" style="position:absolute;left:2012;width:61;height:20" fillcolor="#ee4d9b" stroked="f"/>
            <v:rect id="_x0000_s1188" style="position:absolute;left:2113;width:61;height:20" fillcolor="#ee4d9b" stroked="f"/>
            <v:rect id="_x0000_s1189" style="position:absolute;left:2214;width:61;height:20" fillcolor="#ee4d9b" stroked="f"/>
            <v:rect id="_x0000_s1190" style="position:absolute;left:2314;width:61;height:20" fillcolor="#ee4d9b" stroked="f"/>
            <v:rect id="_x0000_s1191" style="position:absolute;left:2415;width:61;height:20" fillcolor="#ee4d9b" stroked="f"/>
            <v:rect id="_x0000_s1192" style="position:absolute;left:2515;width:61;height:20" fillcolor="#ee4d9b" stroked="f"/>
            <v:rect id="_x0000_s1193" style="position:absolute;left:2616;width:61;height:20" fillcolor="#ee4d9b" stroked="f"/>
            <v:rect id="_x0000_s1194" style="position:absolute;left:2717;width:61;height:20" fillcolor="#ee4d9b" stroked="f"/>
            <v:rect id="_x0000_s1195" style="position:absolute;left:2817;width:61;height:20" fillcolor="#ee4d9b" stroked="f"/>
            <v:rect id="_x0000_s1196" style="position:absolute;left:2918;width:61;height:20" fillcolor="#ee4d9b" stroked="f"/>
            <v:rect id="_x0000_s1197" style="position:absolute;left:3019;width:61;height:20" fillcolor="#ee4d9b" stroked="f"/>
            <v:rect id="_x0000_s1198" style="position:absolute;left:3119;width:61;height:20" fillcolor="#ee4d9b" stroked="f"/>
            <v:rect id="_x0000_s1199" style="position:absolute;left:3220;width:61;height:20" fillcolor="#ee4d9b" stroked="f"/>
            <v:rect id="_x0000_s1200" style="position:absolute;left:3321;width:61;height:20" fillcolor="#ee4d9b" stroked="f"/>
            <v:rect id="_x0000_s1201" style="position:absolute;left:3421;width:61;height:20" fillcolor="#ee4d9b" stroked="f"/>
            <v:rect id="_x0000_s1202" style="position:absolute;left:3522;width:61;height:20" fillcolor="#ee4d9b" stroked="f"/>
            <v:rect id="_x0000_s1203" style="position:absolute;left:3623;width:61;height:20" fillcolor="#ee4d9b" stroked="f"/>
            <v:rect id="_x0000_s1204" style="position:absolute;left:3723;width:61;height:20" fillcolor="#ee4d9b" stroked="f"/>
            <v:rect id="_x0000_s1205" style="position:absolute;left:3824;width:61;height:20" fillcolor="#ee4d9b" stroked="f"/>
            <v:rect id="_x0000_s1206" style="position:absolute;left:3924;width:61;height:20" fillcolor="#ee4d9b" stroked="f"/>
            <v:rect id="_x0000_s1207" style="position:absolute;left:4025;width:61;height:20" fillcolor="#ee4d9b" stroked="f"/>
            <v:rect id="_x0000_s1208" style="position:absolute;left:4126;width:61;height:20" fillcolor="#ee4d9b" stroked="f"/>
            <v:rect id="_x0000_s1209" style="position:absolute;left:4226;width:61;height:20" fillcolor="#ee4d9b" stroked="f"/>
            <v:rect id="_x0000_s1210" style="position:absolute;left:4327;width:61;height:20" fillcolor="#ee4d9b" stroked="f"/>
            <v:rect id="_x0000_s1211" style="position:absolute;left:4428;width:61;height:20" fillcolor="#ee4d9b" stroked="f"/>
            <v:rect id="_x0000_s1212" style="position:absolute;left:4528;width:61;height:20" fillcolor="#ee4d9b" stroked="f"/>
            <v:rect id="_x0000_s1213" style="position:absolute;left:4629;width:61;height:20" fillcolor="#ee4d9b" stroked="f"/>
            <v:rect id="_x0000_s1214" style="position:absolute;left:4730;width:61;height:20" fillcolor="#ee4d9b" stroked="f"/>
            <v:rect id="_x0000_s1215" style="position:absolute;left:4830;width:61;height:20" fillcolor="#ee4d9b" stroked="f"/>
            <v:rect id="_x0000_s1216" style="position:absolute;left:4931;width:61;height:20" fillcolor="#ee4d9b" stroked="f"/>
            <v:rect id="_x0000_s1217" style="position:absolute;left:5031;width:61;height:20" fillcolor="#ee4d9b" stroked="f"/>
            <v:rect id="_x0000_s1218" style="position:absolute;left:5132;width:61;height:20" fillcolor="#ee4d9b" stroked="f"/>
            <v:rect id="_x0000_s1219" style="position:absolute;left:5233;width:61;height:20" fillcolor="#ee4d9b" stroked="f"/>
            <v:rect id="_x0000_s1220" style="position:absolute;left:5333;width:61;height:20" fillcolor="#ee4d9b" stroked="f"/>
            <v:rect id="_x0000_s1221" style="position:absolute;left:5434;width:61;height:20" fillcolor="#ee4d9b" stroked="f"/>
            <v:rect id="_x0000_s1222" style="position:absolute;left:5535;width:61;height:20" fillcolor="#ee4d9b" stroked="f"/>
            <v:rect id="_x0000_s1223" style="position:absolute;left:5635;width:61;height:20" fillcolor="#ee4d9b" stroked="f"/>
            <v:rect id="_x0000_s1224" style="position:absolute;left:5736;width:61;height:20" fillcolor="#ee4d9b" stroked="f"/>
            <v:rect id="_x0000_s1225" style="position:absolute;left:5837;width:61;height:20" fillcolor="#ee4d9b" stroked="f"/>
            <v:rect id="_x0000_s1226" style="position:absolute;left:5937;width:61;height:20" fillcolor="#ee4d9b" stroked="f"/>
            <v:rect id="_x0000_s1227" style="position:absolute;left:6038;width:61;height:20" fillcolor="#ee4d9b" stroked="f"/>
            <v:rect id="_x0000_s1228" style="position:absolute;left:6138;width:61;height:20" fillcolor="#ee4d9b" stroked="f"/>
            <v:rect id="_x0000_s1229" style="position:absolute;left:6239;width:61;height:20" fillcolor="#ee4d9b" stroked="f"/>
            <v:rect id="_x0000_s1230" style="position:absolute;left:6340;width:61;height:20" fillcolor="#ee4d9b" stroked="f"/>
            <v:rect id="_x0000_s1231" style="position:absolute;left:6440;width:61;height:20" fillcolor="#ee4d9b" stroked="f"/>
            <v:rect id="_x0000_s1232" style="position:absolute;left:6541;width:61;height:20" fillcolor="#ee4d9b" stroked="f"/>
            <v:rect id="_x0000_s1233" style="position:absolute;left:6642;width:61;height:20" fillcolor="#ee4d9b" stroked="f"/>
            <v:rect id="_x0000_s1234" style="position:absolute;left:6742;width:61;height:20" fillcolor="#ee4d9b" stroked="f"/>
            <w10:anchorlock/>
          </v:group>
        </w:pict>
      </w:r>
    </w:p>
    <w:p w:rsidR="00871D52" w:rsidRPr="0052649B" w:rsidRDefault="00871D52">
      <w:pPr>
        <w:pStyle w:val="BodyText"/>
        <w:spacing w:before="3"/>
        <w:rPr>
          <w:rFonts w:ascii="Times New Roman" w:hAnsi="Times New Roman" w:cs="Times New Roman"/>
          <w:b/>
          <w:sz w:val="15"/>
        </w:rPr>
      </w:pPr>
    </w:p>
    <w:p w:rsidR="00871D52" w:rsidRPr="0052649B" w:rsidRDefault="00871D52">
      <w:pPr>
        <w:pStyle w:val="Heading11"/>
        <w:spacing w:before="91" w:line="249" w:lineRule="auto"/>
        <w:ind w:left="1877"/>
        <w:rPr>
          <w:rFonts w:ascii="Times New Roman" w:hAnsi="Times New Roman" w:cs="Times New Roman"/>
          <w:lang w:val="ru-RU"/>
        </w:rPr>
      </w:pPr>
      <w:r>
        <w:rPr>
          <w:noProof/>
          <w:lang w:val="ru-RU" w:eastAsia="ru-RU"/>
        </w:rPr>
        <w:pict>
          <v:shape id="_x0000_s1235" type="#_x0000_t75" style="position:absolute;left:0;text-align:left;margin-left:104.4pt;margin-top:10.3pt;width:6.45pt;height:6.45pt;z-index:251654144;visibility:visible;mso-wrap-distance-left:0;mso-wrap-distance-right:0;mso-position-horizontal-relative:page">
            <v:imagedata r:id="rId8" o:title=""/>
            <w10:wrap anchorx="page"/>
          </v:shape>
        </w:pict>
      </w:r>
      <w:r w:rsidRPr="0052649B">
        <w:rPr>
          <w:rFonts w:ascii="Times New Roman" w:hAnsi="Times New Roman" w:cs="Times New Roman"/>
          <w:color w:val="231F20"/>
          <w:lang w:val="ru-RU"/>
        </w:rPr>
        <w:t>Содержание программы и примерный перечень компетенций</w:t>
      </w:r>
    </w:p>
    <w:p w:rsidR="00871D52" w:rsidRPr="0052649B" w:rsidRDefault="00871D52">
      <w:pPr>
        <w:pStyle w:val="BodyText"/>
        <w:spacing w:before="5"/>
        <w:rPr>
          <w:rFonts w:ascii="Times New Roman" w:hAnsi="Times New Roman" w:cs="Times New Roman"/>
          <w:sz w:val="20"/>
          <w:lang w:val="ru-RU"/>
        </w:rPr>
      </w:pPr>
      <w:r>
        <w:rPr>
          <w:noProof/>
          <w:lang w:val="ru-RU" w:eastAsia="ru-RU"/>
        </w:rPr>
        <w:pict>
          <v:group id="_x0000_s1236" style="position:absolute;margin-left:99.2pt;margin-top:13.7pt;width:340.2pt;height:1pt;z-index:-251658240;mso-wrap-distance-left:0;mso-wrap-distance-right:0;mso-position-horizontal-relative:page" coordorigin="1984,274" coordsize="6804,20">
            <v:rect id="_x0000_s1237" style="position:absolute;left:1984;top:274;width:61;height:20" fillcolor="#ee4d9b" stroked="f"/>
            <v:rect id="_x0000_s1238" style="position:absolute;left:2084;top:274;width:61;height:20" fillcolor="#ee4d9b" stroked="f"/>
            <v:rect id="_x0000_s1239" style="position:absolute;left:2185;top:274;width:61;height:20" fillcolor="#ee4d9b" stroked="f"/>
            <v:rect id="_x0000_s1240" style="position:absolute;left:2286;top:274;width:61;height:20" fillcolor="#ee4d9b" stroked="f"/>
            <v:rect id="_x0000_s1241" style="position:absolute;left:2386;top:274;width:61;height:20" fillcolor="#ee4d9b" stroked="f"/>
            <v:rect id="_x0000_s1242" style="position:absolute;left:2487;top:274;width:61;height:20" fillcolor="#ee4d9b" stroked="f"/>
            <v:rect id="_x0000_s1243" style="position:absolute;left:2588;top:274;width:61;height:20" fillcolor="#ee4d9b" stroked="f"/>
            <v:rect id="_x0000_s1244" style="position:absolute;left:2688;top:274;width:61;height:20" fillcolor="#ee4d9b" stroked="f"/>
            <v:rect id="_x0000_s1245" style="position:absolute;left:2789;top:274;width:61;height:20" fillcolor="#ee4d9b" stroked="f"/>
            <v:rect id="_x0000_s1246" style="position:absolute;left:2890;top:274;width:61;height:20" fillcolor="#ee4d9b" stroked="f"/>
            <v:rect id="_x0000_s1247" style="position:absolute;left:2990;top:274;width:61;height:20" fillcolor="#ee4d9b" stroked="f"/>
            <v:rect id="_x0000_s1248" style="position:absolute;left:3091;top:274;width:61;height:20" fillcolor="#ee4d9b" stroked="f"/>
            <v:rect id="_x0000_s1249" style="position:absolute;left:3191;top:274;width:61;height:20" fillcolor="#ee4d9b" stroked="f"/>
            <v:rect id="_x0000_s1250" style="position:absolute;left:3292;top:274;width:61;height:20" fillcolor="#ee4d9b" stroked="f"/>
            <v:rect id="_x0000_s1251" style="position:absolute;left:3393;top:274;width:61;height:20" fillcolor="#ee4d9b" stroked="f"/>
            <v:rect id="_x0000_s1252" style="position:absolute;left:3493;top:274;width:61;height:20" fillcolor="#ee4d9b" stroked="f"/>
            <v:rect id="_x0000_s1253" style="position:absolute;left:3594;top:274;width:61;height:20" fillcolor="#ee4d9b" stroked="f"/>
            <v:rect id="_x0000_s1254" style="position:absolute;left:3695;top:274;width:61;height:20" fillcolor="#ee4d9b" stroked="f"/>
            <v:rect id="_x0000_s1255" style="position:absolute;left:3795;top:274;width:61;height:20" fillcolor="#ee4d9b" stroked="f"/>
            <v:rect id="_x0000_s1256" style="position:absolute;left:3896;top:274;width:61;height:20" fillcolor="#ee4d9b" stroked="f"/>
            <v:rect id="_x0000_s1257" style="position:absolute;left:3997;top:274;width:61;height:20" fillcolor="#ee4d9b" stroked="f"/>
            <v:rect id="_x0000_s1258" style="position:absolute;left:4097;top:274;width:61;height:20" fillcolor="#ee4d9b" stroked="f"/>
            <v:rect id="_x0000_s1259" style="position:absolute;left:4198;top:274;width:61;height:20" fillcolor="#ee4d9b" stroked="f"/>
            <v:rect id="_x0000_s1260" style="position:absolute;left:4298;top:274;width:61;height:20" fillcolor="#ee4d9b" stroked="f"/>
            <v:rect id="_x0000_s1261" style="position:absolute;left:4399;top:274;width:61;height:20" fillcolor="#ee4d9b" stroked="f"/>
            <v:rect id="_x0000_s1262" style="position:absolute;left:4500;top:274;width:61;height:20" fillcolor="#ee4d9b" stroked="f"/>
            <v:rect id="_x0000_s1263" style="position:absolute;left:4600;top:274;width:61;height:20" fillcolor="#ee4d9b" stroked="f"/>
            <v:rect id="_x0000_s1264" style="position:absolute;left:4701;top:274;width:61;height:20" fillcolor="#ee4d9b" stroked="f"/>
            <v:rect id="_x0000_s1265" style="position:absolute;left:4802;top:274;width:61;height:20" fillcolor="#ee4d9b" stroked="f"/>
            <v:rect id="_x0000_s1266" style="position:absolute;left:4902;top:274;width:61;height:20" fillcolor="#ee4d9b" stroked="f"/>
            <v:rect id="_x0000_s1267" style="position:absolute;left:5003;top:274;width:61;height:20" fillcolor="#ee4d9b" stroked="f"/>
            <v:rect id="_x0000_s1268" style="position:absolute;left:5104;top:274;width:61;height:20" fillcolor="#ee4d9b" stroked="f"/>
            <v:rect id="_x0000_s1269" style="position:absolute;left:5204;top:274;width:61;height:20" fillcolor="#ee4d9b" stroked="f"/>
            <v:rect id="_x0000_s1270" style="position:absolute;left:5305;top:274;width:61;height:20" fillcolor="#ee4d9b" stroked="f"/>
            <v:rect id="_x0000_s1271" style="position:absolute;left:5405;top:274;width:61;height:20" fillcolor="#ee4d9b" stroked="f"/>
            <v:rect id="_x0000_s1272" style="position:absolute;left:5506;top:274;width:61;height:20" fillcolor="#ee4d9b" stroked="f"/>
            <v:rect id="_x0000_s1273" style="position:absolute;left:5607;top:274;width:61;height:20" fillcolor="#ee4d9b" stroked="f"/>
            <v:rect id="_x0000_s1274" style="position:absolute;left:5707;top:274;width:61;height:20" fillcolor="#ee4d9b" stroked="f"/>
            <v:rect id="_x0000_s1275" style="position:absolute;left:5808;top:274;width:61;height:20" fillcolor="#ee4d9b" stroked="f"/>
            <v:rect id="_x0000_s1276" style="position:absolute;left:5909;top:274;width:61;height:20" fillcolor="#ee4d9b" stroked="f"/>
            <v:rect id="_x0000_s1277" style="position:absolute;left:6009;top:274;width:61;height:20" fillcolor="#ee4d9b" stroked="f"/>
            <v:rect id="_x0000_s1278" style="position:absolute;left:6110;top:274;width:61;height:20" fillcolor="#ee4d9b" stroked="f"/>
            <v:rect id="_x0000_s1279" style="position:absolute;left:6211;top:274;width:61;height:20" fillcolor="#ee4d9b" stroked="f"/>
            <v:rect id="_x0000_s1280" style="position:absolute;left:6311;top:274;width:61;height:20" fillcolor="#ee4d9b" stroked="f"/>
            <v:rect id="_x0000_s1281" style="position:absolute;left:6412;top:274;width:61;height:20" fillcolor="#ee4d9b" stroked="f"/>
            <v:rect id="_x0000_s1282" style="position:absolute;left:6513;top:274;width:61;height:20" fillcolor="#ee4d9b" stroked="f"/>
            <v:rect id="_x0000_s1283" style="position:absolute;left:6613;top:274;width:61;height:20" fillcolor="#ee4d9b" stroked="f"/>
            <v:rect id="_x0000_s1284" style="position:absolute;left:6714;top:274;width:61;height:20" fillcolor="#ee4d9b" stroked="f"/>
            <v:rect id="_x0000_s1285" style="position:absolute;left:6814;top:274;width:61;height:20" fillcolor="#ee4d9b" stroked="f"/>
            <v:rect id="_x0000_s1286" style="position:absolute;left:6915;top:274;width:61;height:20" fillcolor="#ee4d9b" stroked="f"/>
            <v:rect id="_x0000_s1287" style="position:absolute;left:7016;top:274;width:61;height:20" fillcolor="#ee4d9b" stroked="f"/>
            <v:rect id="_x0000_s1288" style="position:absolute;left:7116;top:274;width:61;height:20" fillcolor="#ee4d9b" stroked="f"/>
            <v:rect id="_x0000_s1289" style="position:absolute;left:7217;top:274;width:61;height:20" fillcolor="#ee4d9b" stroked="f"/>
            <v:rect id="_x0000_s1290" style="position:absolute;left:7318;top:274;width:61;height:20" fillcolor="#ee4d9b" stroked="f"/>
            <v:rect id="_x0000_s1291" style="position:absolute;left:7418;top:274;width:61;height:20" fillcolor="#ee4d9b" stroked="f"/>
            <v:rect id="_x0000_s1292" style="position:absolute;left:7519;top:274;width:61;height:20" fillcolor="#ee4d9b" stroked="f"/>
            <v:rect id="_x0000_s1293" style="position:absolute;left:7620;top:274;width:61;height:20" fillcolor="#ee4d9b" stroked="f"/>
            <v:rect id="_x0000_s1294" style="position:absolute;left:7720;top:274;width:61;height:20" fillcolor="#ee4d9b" stroked="f"/>
            <v:rect id="_x0000_s1295" style="position:absolute;left:7821;top:274;width:61;height:20" fillcolor="#ee4d9b" stroked="f"/>
            <v:rect id="_x0000_s1296" style="position:absolute;left:7921;top:274;width:61;height:20" fillcolor="#ee4d9b" stroked="f"/>
            <v:rect id="_x0000_s1297" style="position:absolute;left:8022;top:274;width:61;height:20" fillcolor="#ee4d9b" stroked="f"/>
            <v:rect id="_x0000_s1298" style="position:absolute;left:8123;top:274;width:61;height:20" fillcolor="#ee4d9b" stroked="f"/>
            <v:rect id="_x0000_s1299" style="position:absolute;left:8223;top:274;width:61;height:20" fillcolor="#ee4d9b" stroked="f"/>
            <v:rect id="_x0000_s1300" style="position:absolute;left:8324;top:274;width:61;height:20" fillcolor="#ee4d9b" stroked="f"/>
            <v:rect id="_x0000_s1301" style="position:absolute;left:8425;top:274;width:61;height:20" fillcolor="#ee4d9b" stroked="f"/>
            <v:rect id="_x0000_s1302" style="position:absolute;left:8525;top:274;width:61;height:20" fillcolor="#ee4d9b" stroked="f"/>
            <v:rect id="_x0000_s1303" style="position:absolute;left:8626;top:274;width:61;height:20" fillcolor="#ee4d9b" stroked="f"/>
            <v:rect id="_x0000_s1304" style="position:absolute;left:8727;top:274;width:61;height:20" fillcolor="#ee4d9b" stroked="f"/>
            <w10:wrap type="topAndBottom" anchorx="page"/>
          </v:group>
        </w:pict>
      </w:r>
    </w:p>
    <w:p w:rsidR="00871D52" w:rsidRPr="0052649B" w:rsidRDefault="00871D52">
      <w:pPr>
        <w:pStyle w:val="BodyText"/>
        <w:spacing w:before="0"/>
        <w:rPr>
          <w:rFonts w:ascii="Times New Roman" w:hAnsi="Times New Roman" w:cs="Times New Roman"/>
          <w:sz w:val="20"/>
          <w:lang w:val="ru-RU"/>
        </w:rPr>
      </w:pPr>
    </w:p>
    <w:p w:rsidR="00871D52" w:rsidRPr="0052649B" w:rsidRDefault="00871D52">
      <w:pPr>
        <w:spacing w:before="211"/>
        <w:ind w:left="1470"/>
        <w:rPr>
          <w:rFonts w:ascii="Times New Roman" w:hAnsi="Times New Roman" w:cs="Times New Roman"/>
          <w:b/>
          <w:sz w:val="20"/>
          <w:lang w:val="ru-RU"/>
        </w:rPr>
      </w:pPr>
      <w:r w:rsidRPr="0052649B">
        <w:rPr>
          <w:rFonts w:ascii="Times New Roman" w:hAnsi="Times New Roman" w:cs="Times New Roman"/>
          <w:b/>
          <w:color w:val="231F20"/>
          <w:sz w:val="20"/>
          <w:lang w:val="ru-RU"/>
        </w:rPr>
        <w:t>РАЗДЕЛ 1. ДОХОДЫ И РАСХОДЫ СЕМЬИ (</w:t>
      </w:r>
      <w:r>
        <w:rPr>
          <w:rFonts w:ascii="Times New Roman" w:hAnsi="Times New Roman" w:cs="Times New Roman"/>
          <w:b/>
          <w:color w:val="231F20"/>
          <w:sz w:val="20"/>
          <w:lang w:val="ru-RU"/>
        </w:rPr>
        <w:t>10</w:t>
      </w:r>
      <w:r w:rsidRPr="0052649B">
        <w:rPr>
          <w:rFonts w:ascii="Times New Roman" w:hAnsi="Times New Roman" w:cs="Times New Roman"/>
          <w:b/>
          <w:color w:val="231F20"/>
          <w:sz w:val="20"/>
          <w:lang w:val="ru-RU"/>
        </w:rPr>
        <w:t xml:space="preserve"> ч)</w:t>
      </w:r>
    </w:p>
    <w:p w:rsidR="00871D52" w:rsidRPr="0052649B" w:rsidRDefault="00871D52">
      <w:pPr>
        <w:spacing w:before="117"/>
        <w:ind w:left="1424"/>
        <w:rPr>
          <w:rFonts w:ascii="Times New Roman" w:hAnsi="Times New Roman" w:cs="Times New Roman"/>
          <w:i/>
          <w:lang w:val="ru-RU"/>
        </w:rPr>
      </w:pPr>
      <w:r w:rsidRPr="0052649B">
        <w:rPr>
          <w:rFonts w:ascii="Times New Roman" w:hAnsi="Times New Roman" w:cs="Times New Roman"/>
          <w:b/>
          <w:color w:val="231F20"/>
          <w:lang w:val="ru-RU"/>
        </w:rPr>
        <w:t xml:space="preserve">Занятие 1. </w:t>
      </w:r>
      <w:r w:rsidRPr="0052649B">
        <w:rPr>
          <w:rFonts w:ascii="Times New Roman" w:hAnsi="Times New Roman" w:cs="Times New Roman"/>
          <w:i/>
          <w:color w:val="231F20"/>
          <w:lang w:val="ru-RU"/>
        </w:rPr>
        <w:t>Деньги</w:t>
      </w:r>
    </w:p>
    <w:p w:rsidR="00871D52" w:rsidRPr="0052649B" w:rsidRDefault="00871D52">
      <w:pPr>
        <w:pStyle w:val="BodyText"/>
        <w:spacing w:line="283" w:lineRule="auto"/>
        <w:ind w:left="857" w:right="310" w:firstLine="566"/>
        <w:jc w:val="both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Люди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обмениваются</w:t>
      </w:r>
      <w:r w:rsidRPr="0052649B">
        <w:rPr>
          <w:rFonts w:ascii="Times New Roman" w:hAnsi="Times New Roman" w:cs="Times New Roman"/>
          <w:color w:val="231F20"/>
          <w:spacing w:val="-1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товарами</w:t>
      </w:r>
      <w:r w:rsidRPr="0052649B">
        <w:rPr>
          <w:rFonts w:ascii="Times New Roman" w:hAnsi="Times New Roman" w:cs="Times New Roman"/>
          <w:color w:val="231F20"/>
          <w:spacing w:val="-1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</w:t>
      </w:r>
      <w:r w:rsidRPr="0052649B">
        <w:rPr>
          <w:rFonts w:ascii="Times New Roman" w:hAnsi="Times New Roman" w:cs="Times New Roman"/>
          <w:color w:val="231F20"/>
          <w:spacing w:val="-1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услугами.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Прямой</w:t>
      </w:r>
      <w:r w:rsidRPr="0052649B">
        <w:rPr>
          <w:rFonts w:ascii="Times New Roman" w:hAnsi="Times New Roman" w:cs="Times New Roman"/>
          <w:color w:val="231F20"/>
          <w:spacing w:val="-1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обмен</w:t>
      </w:r>
      <w:r w:rsidRPr="0052649B">
        <w:rPr>
          <w:rFonts w:ascii="Times New Roman" w:hAnsi="Times New Roman" w:cs="Times New Roman"/>
          <w:color w:val="231F20"/>
          <w:spacing w:val="-1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неудобен из-за</w:t>
      </w:r>
      <w:r w:rsidRPr="0052649B">
        <w:rPr>
          <w:rFonts w:ascii="Times New Roman" w:hAnsi="Times New Roman" w:cs="Times New Roman"/>
          <w:color w:val="231F20"/>
          <w:spacing w:val="-20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несовпадения</w:t>
      </w:r>
      <w:r w:rsidRPr="0052649B">
        <w:rPr>
          <w:rFonts w:ascii="Times New Roman" w:hAnsi="Times New Roman" w:cs="Times New Roman"/>
          <w:color w:val="231F20"/>
          <w:spacing w:val="-20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интересов</w:t>
      </w:r>
      <w:r w:rsidRPr="0052649B">
        <w:rPr>
          <w:rFonts w:ascii="Times New Roman" w:hAnsi="Times New Roman" w:cs="Times New Roman"/>
          <w:color w:val="231F20"/>
          <w:spacing w:val="-20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</w:t>
      </w:r>
      <w:r w:rsidRPr="0052649B">
        <w:rPr>
          <w:rFonts w:ascii="Times New Roman" w:hAnsi="Times New Roman" w:cs="Times New Roman"/>
          <w:color w:val="231F20"/>
          <w:spacing w:val="-20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определения</w:t>
      </w:r>
      <w:r w:rsidRPr="0052649B">
        <w:rPr>
          <w:rFonts w:ascii="Times New Roman" w:hAnsi="Times New Roman" w:cs="Times New Roman"/>
          <w:color w:val="231F20"/>
          <w:spacing w:val="-19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ценности.</w:t>
      </w:r>
      <w:r w:rsidRPr="0052649B">
        <w:rPr>
          <w:rFonts w:ascii="Times New Roman" w:hAnsi="Times New Roman" w:cs="Times New Roman"/>
          <w:color w:val="231F20"/>
          <w:spacing w:val="-20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Товарные</w:t>
      </w:r>
      <w:r w:rsidRPr="0052649B">
        <w:rPr>
          <w:rFonts w:ascii="Times New Roman" w:hAnsi="Times New Roman" w:cs="Times New Roman"/>
          <w:color w:val="231F20"/>
          <w:spacing w:val="-20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 xml:space="preserve">деньги обслуживают обмен, </w:t>
      </w:r>
      <w:r w:rsidRPr="0052649B">
        <w:rPr>
          <w:rFonts w:ascii="Times New Roman" w:hAnsi="Times New Roman" w:cs="Times New Roman"/>
          <w:color w:val="231F20"/>
          <w:lang w:val="ru-RU"/>
        </w:rPr>
        <w:t xml:space="preserve">но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имеют собств</w:t>
      </w:r>
      <w:r>
        <w:rPr>
          <w:rFonts w:ascii="Times New Roman" w:hAnsi="Times New Roman" w:cs="Times New Roman"/>
          <w:color w:val="231F20"/>
          <w:spacing w:val="-3"/>
          <w:lang w:val="ru-RU"/>
        </w:rPr>
        <w:t>енную ценность. Драгоценные ме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таллы</w:t>
      </w:r>
      <w:r w:rsidRPr="0052649B">
        <w:rPr>
          <w:rFonts w:ascii="Times New Roman" w:hAnsi="Times New Roman" w:cs="Times New Roman"/>
          <w:color w:val="231F20"/>
          <w:spacing w:val="-29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</w:t>
      </w:r>
      <w:r w:rsidRPr="0052649B">
        <w:rPr>
          <w:rFonts w:ascii="Times New Roman" w:hAnsi="Times New Roman" w:cs="Times New Roman"/>
          <w:color w:val="231F20"/>
          <w:spacing w:val="-28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монеты</w:t>
      </w:r>
      <w:r w:rsidRPr="0052649B">
        <w:rPr>
          <w:rFonts w:ascii="Times New Roman" w:hAnsi="Times New Roman" w:cs="Times New Roman"/>
          <w:color w:val="231F20"/>
          <w:spacing w:val="-28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из</w:t>
      </w:r>
      <w:r w:rsidRPr="0052649B">
        <w:rPr>
          <w:rFonts w:ascii="Times New Roman" w:hAnsi="Times New Roman" w:cs="Times New Roman"/>
          <w:color w:val="231F20"/>
          <w:spacing w:val="-29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них</w:t>
      </w:r>
      <w:r w:rsidRPr="0052649B">
        <w:rPr>
          <w:rFonts w:ascii="Times New Roman" w:hAnsi="Times New Roman" w:cs="Times New Roman"/>
          <w:color w:val="231F20"/>
          <w:spacing w:val="-28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являются</w:t>
      </w:r>
      <w:r w:rsidRPr="0052649B">
        <w:rPr>
          <w:rFonts w:ascii="Times New Roman" w:hAnsi="Times New Roman" w:cs="Times New Roman"/>
          <w:color w:val="231F20"/>
          <w:spacing w:val="-28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товарными</w:t>
      </w:r>
      <w:r w:rsidRPr="0052649B">
        <w:rPr>
          <w:rFonts w:ascii="Times New Roman" w:hAnsi="Times New Roman" w:cs="Times New Roman"/>
          <w:color w:val="231F20"/>
          <w:spacing w:val="-29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деньгами.</w:t>
      </w:r>
      <w:r w:rsidRPr="0052649B">
        <w:rPr>
          <w:rFonts w:ascii="Times New Roman" w:hAnsi="Times New Roman" w:cs="Times New Roman"/>
          <w:color w:val="231F20"/>
          <w:spacing w:val="-28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Металлические</w:t>
      </w:r>
      <w:r w:rsidRPr="0052649B">
        <w:rPr>
          <w:rFonts w:ascii="Times New Roman" w:hAnsi="Times New Roman" w:cs="Times New Roman"/>
          <w:color w:val="231F20"/>
          <w:spacing w:val="-28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spacing w:val="-3"/>
          <w:lang w:val="ru-RU"/>
        </w:rPr>
        <w:t>мо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неты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сложно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изготавливать</w:t>
      </w:r>
      <w:r w:rsidRPr="0052649B">
        <w:rPr>
          <w:rFonts w:ascii="Times New Roman" w:hAnsi="Times New Roman" w:cs="Times New Roman"/>
          <w:color w:val="231F20"/>
          <w:spacing w:val="-1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опасно</w:t>
      </w:r>
      <w:r w:rsidRPr="0052649B">
        <w:rPr>
          <w:rFonts w:ascii="Times New Roman" w:hAnsi="Times New Roman" w:cs="Times New Roman"/>
          <w:color w:val="231F20"/>
          <w:spacing w:val="-1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перевозить.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Бумажные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деньги</w:t>
      </w:r>
      <w:r w:rsidRPr="0052649B">
        <w:rPr>
          <w:rFonts w:ascii="Times New Roman" w:hAnsi="Times New Roman" w:cs="Times New Roman"/>
          <w:color w:val="231F20"/>
          <w:spacing w:val="-12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spacing w:val="-3"/>
          <w:lang w:val="ru-RU"/>
        </w:rPr>
        <w:t>явля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ются</w:t>
      </w:r>
      <w:r w:rsidRPr="0052649B">
        <w:rPr>
          <w:rFonts w:ascii="Times New Roman" w:hAnsi="Times New Roman" w:cs="Times New Roman"/>
          <w:color w:val="231F20"/>
          <w:spacing w:val="-3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символическими</w:t>
      </w:r>
      <w:r w:rsidRPr="0052649B">
        <w:rPr>
          <w:rFonts w:ascii="Times New Roman" w:hAnsi="Times New Roman" w:cs="Times New Roman"/>
          <w:color w:val="231F20"/>
          <w:spacing w:val="-3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деньгами.</w:t>
      </w:r>
      <w:r w:rsidRPr="0052649B">
        <w:rPr>
          <w:rFonts w:ascii="Times New Roman" w:hAnsi="Times New Roman" w:cs="Times New Roman"/>
          <w:color w:val="231F20"/>
          <w:spacing w:val="-3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Безналичные</w:t>
      </w:r>
      <w:r w:rsidRPr="0052649B">
        <w:rPr>
          <w:rFonts w:ascii="Times New Roman" w:hAnsi="Times New Roman" w:cs="Times New Roman"/>
          <w:color w:val="231F20"/>
          <w:spacing w:val="-3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деньги</w:t>
      </w:r>
      <w:r w:rsidRPr="0052649B">
        <w:rPr>
          <w:rFonts w:ascii="Times New Roman" w:hAnsi="Times New Roman" w:cs="Times New Roman"/>
          <w:color w:val="231F20"/>
          <w:spacing w:val="-3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представляют</w:t>
      </w:r>
      <w:r w:rsidRPr="0052649B">
        <w:rPr>
          <w:rFonts w:ascii="Times New Roman" w:hAnsi="Times New Roman" w:cs="Times New Roman"/>
          <w:color w:val="231F20"/>
          <w:spacing w:val="-3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собой информацию.</w:t>
      </w:r>
      <w:r w:rsidRPr="0052649B">
        <w:rPr>
          <w:rFonts w:ascii="Times New Roman" w:hAnsi="Times New Roman" w:cs="Times New Roman"/>
          <w:color w:val="231F20"/>
          <w:spacing w:val="-2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Денежной</w:t>
      </w:r>
      <w:r w:rsidRPr="0052649B">
        <w:rPr>
          <w:rFonts w:ascii="Times New Roman" w:hAnsi="Times New Roman" w:cs="Times New Roman"/>
          <w:color w:val="231F20"/>
          <w:spacing w:val="-2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системой</w:t>
      </w:r>
      <w:r w:rsidRPr="0052649B">
        <w:rPr>
          <w:rFonts w:ascii="Times New Roman" w:hAnsi="Times New Roman" w:cs="Times New Roman"/>
          <w:color w:val="231F20"/>
          <w:spacing w:val="-2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страны</w:t>
      </w:r>
      <w:r w:rsidRPr="0052649B">
        <w:rPr>
          <w:rFonts w:ascii="Times New Roman" w:hAnsi="Times New Roman" w:cs="Times New Roman"/>
          <w:color w:val="231F20"/>
          <w:spacing w:val="-2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управляет</w:t>
      </w:r>
      <w:r w:rsidRPr="0052649B">
        <w:rPr>
          <w:rFonts w:ascii="Times New Roman" w:hAnsi="Times New Roman" w:cs="Times New Roman"/>
          <w:color w:val="231F20"/>
          <w:spacing w:val="-2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центральный</w:t>
      </w:r>
      <w:r w:rsidRPr="0052649B">
        <w:rPr>
          <w:rFonts w:ascii="Times New Roman" w:hAnsi="Times New Roman" w:cs="Times New Roman"/>
          <w:color w:val="231F20"/>
          <w:spacing w:val="-2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банк.</w:t>
      </w:r>
    </w:p>
    <w:p w:rsidR="00871D52" w:rsidRPr="0052649B" w:rsidRDefault="00871D52">
      <w:pPr>
        <w:spacing w:line="249" w:lineRule="exact"/>
        <w:ind w:left="1424"/>
        <w:rPr>
          <w:rFonts w:ascii="Times New Roman" w:hAnsi="Times New Roman" w:cs="Times New Roman"/>
          <w:i/>
          <w:lang w:val="ru-RU"/>
        </w:rPr>
      </w:pPr>
      <w:r w:rsidRPr="0052649B">
        <w:rPr>
          <w:rFonts w:ascii="Times New Roman" w:hAnsi="Times New Roman" w:cs="Times New Roman"/>
          <w:i/>
          <w:color w:val="231F20"/>
          <w:lang w:val="ru-RU"/>
        </w:rPr>
        <w:t>Основные понятия</w:t>
      </w:r>
    </w:p>
    <w:p w:rsidR="00871D52" w:rsidRPr="00453627" w:rsidRDefault="00871D52">
      <w:pPr>
        <w:pStyle w:val="BodyText"/>
        <w:spacing w:line="283" w:lineRule="auto"/>
        <w:ind w:left="857" w:right="308" w:firstLine="566"/>
        <w:jc w:val="both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Деньги. Обмен. Товарные деньги. С</w:t>
      </w:r>
      <w:r>
        <w:rPr>
          <w:rFonts w:ascii="Times New Roman" w:hAnsi="Times New Roman" w:cs="Times New Roman"/>
          <w:color w:val="231F20"/>
          <w:lang w:val="ru-RU"/>
        </w:rPr>
        <w:t>имволические деньги. Дра</w:t>
      </w:r>
      <w:r w:rsidRPr="0052649B">
        <w:rPr>
          <w:rFonts w:ascii="Times New Roman" w:hAnsi="Times New Roman" w:cs="Times New Roman"/>
          <w:color w:val="231F20"/>
          <w:lang w:val="ru-RU"/>
        </w:rPr>
        <w:t xml:space="preserve">гоценные металлы. Монеты. Купюры. Наличные деньги. Безналичные деньги. Гознак. Центральный банк. Банки. </w:t>
      </w:r>
      <w:r w:rsidRPr="00453627">
        <w:rPr>
          <w:rFonts w:ascii="Times New Roman" w:hAnsi="Times New Roman" w:cs="Times New Roman"/>
          <w:color w:val="231F20"/>
          <w:lang w:val="ru-RU"/>
        </w:rPr>
        <w:t>Фальшивые деньги.</w:t>
      </w:r>
    </w:p>
    <w:p w:rsidR="00871D52" w:rsidRPr="0052649B" w:rsidRDefault="00871D52">
      <w:pPr>
        <w:spacing w:line="251" w:lineRule="exact"/>
        <w:ind w:left="1424"/>
        <w:rPr>
          <w:rFonts w:ascii="Times New Roman" w:hAnsi="Times New Roman" w:cs="Times New Roman"/>
          <w:i/>
        </w:rPr>
      </w:pPr>
      <w:r w:rsidRPr="0052649B">
        <w:rPr>
          <w:rFonts w:ascii="Times New Roman" w:hAnsi="Times New Roman" w:cs="Times New Roman"/>
          <w:i/>
          <w:color w:val="231F20"/>
        </w:rPr>
        <w:t>Компетенции:</w:t>
      </w:r>
    </w:p>
    <w:p w:rsidR="00871D52" w:rsidRPr="0052649B" w:rsidRDefault="00871D52">
      <w:pPr>
        <w:pStyle w:val="ListParagraph"/>
        <w:numPr>
          <w:ilvl w:val="1"/>
          <w:numId w:val="3"/>
        </w:numPr>
        <w:tabs>
          <w:tab w:val="left" w:pos="1578"/>
        </w:tabs>
        <w:ind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Объяснять проблемы бартерного (товарного)</w:t>
      </w:r>
      <w:r w:rsidRPr="0052649B">
        <w:rPr>
          <w:rFonts w:ascii="Times New Roman" w:hAnsi="Times New Roman" w:cs="Times New Roman"/>
          <w:color w:val="231F20"/>
          <w:spacing w:val="-4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обмена.</w:t>
      </w:r>
    </w:p>
    <w:p w:rsidR="00871D52" w:rsidRPr="0052649B" w:rsidRDefault="00871D52">
      <w:pPr>
        <w:pStyle w:val="ListParagraph"/>
        <w:numPr>
          <w:ilvl w:val="1"/>
          <w:numId w:val="3"/>
        </w:numPr>
        <w:tabs>
          <w:tab w:val="left" w:pos="1578"/>
        </w:tabs>
        <w:ind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Описывать</w:t>
      </w:r>
      <w:r w:rsidRPr="0052649B">
        <w:rPr>
          <w:rFonts w:ascii="Times New Roman" w:hAnsi="Times New Roman" w:cs="Times New Roman"/>
          <w:color w:val="231F20"/>
          <w:spacing w:val="-1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свойства</w:t>
      </w:r>
      <w:r w:rsidRPr="0052649B">
        <w:rPr>
          <w:rFonts w:ascii="Times New Roman" w:hAnsi="Times New Roman" w:cs="Times New Roman"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предмета,</w:t>
      </w:r>
      <w:r w:rsidRPr="0052649B">
        <w:rPr>
          <w:rFonts w:ascii="Times New Roman" w:hAnsi="Times New Roman" w:cs="Times New Roman"/>
          <w:color w:val="231F20"/>
          <w:spacing w:val="-1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выполняющего</w:t>
      </w:r>
      <w:r w:rsidRPr="0052649B">
        <w:rPr>
          <w:rFonts w:ascii="Times New Roman" w:hAnsi="Times New Roman" w:cs="Times New Roman"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роль</w:t>
      </w:r>
      <w:r w:rsidRPr="0052649B">
        <w:rPr>
          <w:rFonts w:ascii="Times New Roman" w:hAnsi="Times New Roman" w:cs="Times New Roman"/>
          <w:color w:val="231F20"/>
          <w:spacing w:val="-1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денег.</w:t>
      </w:r>
    </w:p>
    <w:p w:rsidR="00871D52" w:rsidRPr="0052649B" w:rsidRDefault="00871D52">
      <w:pPr>
        <w:pStyle w:val="ListParagraph"/>
        <w:numPr>
          <w:ilvl w:val="1"/>
          <w:numId w:val="3"/>
        </w:numPr>
        <w:tabs>
          <w:tab w:val="left" w:pos="1578"/>
        </w:tabs>
        <w:ind w:firstLine="567"/>
        <w:rPr>
          <w:rFonts w:ascii="Times New Roman" w:hAnsi="Times New Roman" w:cs="Times New Roman"/>
        </w:rPr>
      </w:pPr>
      <w:r w:rsidRPr="0052649B">
        <w:rPr>
          <w:rFonts w:ascii="Times New Roman" w:hAnsi="Times New Roman" w:cs="Times New Roman"/>
          <w:color w:val="231F20"/>
        </w:rPr>
        <w:t>Перечислять виды</w:t>
      </w:r>
      <w:r w:rsidRPr="0052649B">
        <w:rPr>
          <w:rFonts w:ascii="Times New Roman" w:hAnsi="Times New Roman" w:cs="Times New Roman"/>
          <w:color w:val="231F20"/>
          <w:spacing w:val="-22"/>
        </w:rPr>
        <w:t xml:space="preserve"> </w:t>
      </w:r>
      <w:r w:rsidRPr="0052649B">
        <w:rPr>
          <w:rFonts w:ascii="Times New Roman" w:hAnsi="Times New Roman" w:cs="Times New Roman"/>
          <w:color w:val="231F20"/>
        </w:rPr>
        <w:t>денег.</w:t>
      </w:r>
    </w:p>
    <w:p w:rsidR="00871D52" w:rsidRPr="0052649B" w:rsidRDefault="00871D52">
      <w:pPr>
        <w:pStyle w:val="ListParagraph"/>
        <w:numPr>
          <w:ilvl w:val="1"/>
          <w:numId w:val="3"/>
        </w:numPr>
        <w:tabs>
          <w:tab w:val="left" w:pos="1578"/>
        </w:tabs>
        <w:ind w:firstLine="567"/>
        <w:rPr>
          <w:rFonts w:ascii="Times New Roman" w:hAnsi="Times New Roman" w:cs="Times New Roman"/>
        </w:rPr>
      </w:pPr>
      <w:r w:rsidRPr="0052649B">
        <w:rPr>
          <w:rFonts w:ascii="Times New Roman" w:hAnsi="Times New Roman" w:cs="Times New Roman"/>
          <w:color w:val="231F20"/>
        </w:rPr>
        <w:t>Приводить примеры товарных</w:t>
      </w:r>
      <w:r w:rsidRPr="0052649B">
        <w:rPr>
          <w:rFonts w:ascii="Times New Roman" w:hAnsi="Times New Roman" w:cs="Times New Roman"/>
          <w:color w:val="231F20"/>
          <w:spacing w:val="-31"/>
        </w:rPr>
        <w:t xml:space="preserve"> </w:t>
      </w:r>
      <w:r w:rsidRPr="0052649B">
        <w:rPr>
          <w:rFonts w:ascii="Times New Roman" w:hAnsi="Times New Roman" w:cs="Times New Roman"/>
          <w:color w:val="231F20"/>
        </w:rPr>
        <w:t>денег.</w:t>
      </w:r>
    </w:p>
    <w:p w:rsidR="00871D52" w:rsidRPr="0052649B" w:rsidRDefault="00871D52">
      <w:pPr>
        <w:pStyle w:val="ListParagraph"/>
        <w:numPr>
          <w:ilvl w:val="1"/>
          <w:numId w:val="3"/>
        </w:numPr>
        <w:tabs>
          <w:tab w:val="left" w:pos="1578"/>
        </w:tabs>
        <w:ind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Сравнивать</w:t>
      </w:r>
      <w:r w:rsidRPr="0052649B">
        <w:rPr>
          <w:rFonts w:ascii="Times New Roman" w:hAnsi="Times New Roman" w:cs="Times New Roman"/>
          <w:color w:val="231F20"/>
          <w:spacing w:val="-1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преимущества</w:t>
      </w:r>
      <w:r w:rsidRPr="0052649B">
        <w:rPr>
          <w:rFonts w:ascii="Times New Roman" w:hAnsi="Times New Roman" w:cs="Times New Roman"/>
          <w:color w:val="231F20"/>
          <w:spacing w:val="-1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</w:t>
      </w:r>
      <w:r w:rsidRPr="0052649B">
        <w:rPr>
          <w:rFonts w:ascii="Times New Roman" w:hAnsi="Times New Roman" w:cs="Times New Roman"/>
          <w:color w:val="231F20"/>
          <w:spacing w:val="-1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недостатки</w:t>
      </w:r>
      <w:r w:rsidRPr="0052649B">
        <w:rPr>
          <w:rFonts w:ascii="Times New Roman" w:hAnsi="Times New Roman" w:cs="Times New Roman"/>
          <w:color w:val="231F20"/>
          <w:spacing w:val="-1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разных</w:t>
      </w:r>
      <w:r w:rsidRPr="0052649B">
        <w:rPr>
          <w:rFonts w:ascii="Times New Roman" w:hAnsi="Times New Roman" w:cs="Times New Roman"/>
          <w:color w:val="231F20"/>
          <w:spacing w:val="-1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видов</w:t>
      </w:r>
      <w:r w:rsidRPr="0052649B">
        <w:rPr>
          <w:rFonts w:ascii="Times New Roman" w:hAnsi="Times New Roman" w:cs="Times New Roman"/>
          <w:color w:val="231F20"/>
          <w:spacing w:val="-1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денег.</w:t>
      </w:r>
    </w:p>
    <w:p w:rsidR="00871D52" w:rsidRPr="0052649B" w:rsidRDefault="00871D52">
      <w:pPr>
        <w:pStyle w:val="ListParagraph"/>
        <w:numPr>
          <w:ilvl w:val="1"/>
          <w:numId w:val="3"/>
        </w:numPr>
        <w:tabs>
          <w:tab w:val="left" w:pos="1578"/>
        </w:tabs>
        <w:ind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Составлять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задачи</w:t>
      </w:r>
      <w:r w:rsidRPr="0052649B">
        <w:rPr>
          <w:rFonts w:ascii="Times New Roman" w:hAnsi="Times New Roman" w:cs="Times New Roman"/>
          <w:color w:val="231F20"/>
          <w:spacing w:val="-1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денежными</w:t>
      </w:r>
      <w:r w:rsidRPr="0052649B">
        <w:rPr>
          <w:rFonts w:ascii="Times New Roman" w:hAnsi="Times New Roman" w:cs="Times New Roman"/>
          <w:color w:val="231F20"/>
          <w:spacing w:val="-1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расчётами.</w:t>
      </w:r>
    </w:p>
    <w:p w:rsidR="00871D52" w:rsidRPr="0052649B" w:rsidRDefault="00871D52">
      <w:pPr>
        <w:pStyle w:val="ListParagraph"/>
        <w:numPr>
          <w:ilvl w:val="1"/>
          <w:numId w:val="3"/>
        </w:numPr>
        <w:tabs>
          <w:tab w:val="left" w:pos="1578"/>
        </w:tabs>
        <w:ind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Объяснять,</w:t>
      </w:r>
      <w:r w:rsidRPr="0052649B">
        <w:rPr>
          <w:rFonts w:ascii="Times New Roman" w:hAnsi="Times New Roman" w:cs="Times New Roman"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почему</w:t>
      </w:r>
      <w:r w:rsidRPr="0052649B">
        <w:rPr>
          <w:rFonts w:ascii="Times New Roman" w:hAnsi="Times New Roman" w:cs="Times New Roman"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бумажные</w:t>
      </w:r>
      <w:r w:rsidRPr="0052649B">
        <w:rPr>
          <w:rFonts w:ascii="Times New Roman" w:hAnsi="Times New Roman" w:cs="Times New Roman"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деньги</w:t>
      </w:r>
      <w:r w:rsidRPr="0052649B">
        <w:rPr>
          <w:rFonts w:ascii="Times New Roman" w:hAnsi="Times New Roman" w:cs="Times New Roman"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могут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обесцениваться.</w:t>
      </w:r>
    </w:p>
    <w:p w:rsidR="00871D52" w:rsidRPr="0052649B" w:rsidRDefault="00871D52">
      <w:pPr>
        <w:pStyle w:val="ListParagraph"/>
        <w:numPr>
          <w:ilvl w:val="1"/>
          <w:numId w:val="3"/>
        </w:numPr>
        <w:tabs>
          <w:tab w:val="left" w:pos="1578"/>
        </w:tabs>
        <w:ind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Знать,</w:t>
      </w:r>
      <w:r w:rsidRPr="0052649B">
        <w:rPr>
          <w:rFonts w:ascii="Times New Roman" w:hAnsi="Times New Roman" w:cs="Times New Roman"/>
          <w:color w:val="231F20"/>
          <w:spacing w:val="-4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что</w:t>
      </w:r>
      <w:r w:rsidRPr="0052649B">
        <w:rPr>
          <w:rFonts w:ascii="Times New Roman" w:hAnsi="Times New Roman" w:cs="Times New Roman"/>
          <w:color w:val="231F20"/>
          <w:spacing w:val="-4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денежной</w:t>
      </w:r>
      <w:r w:rsidRPr="0052649B">
        <w:rPr>
          <w:rFonts w:ascii="Times New Roman" w:hAnsi="Times New Roman" w:cs="Times New Roman"/>
          <w:color w:val="231F20"/>
          <w:spacing w:val="-4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системой</w:t>
      </w:r>
      <w:r w:rsidRPr="0052649B">
        <w:rPr>
          <w:rFonts w:ascii="Times New Roman" w:hAnsi="Times New Roman" w:cs="Times New Roman"/>
          <w:color w:val="231F20"/>
          <w:spacing w:val="-4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страны</w:t>
      </w:r>
      <w:r w:rsidRPr="0052649B">
        <w:rPr>
          <w:rFonts w:ascii="Times New Roman" w:hAnsi="Times New Roman" w:cs="Times New Roman"/>
          <w:color w:val="231F20"/>
          <w:spacing w:val="-4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управляет</w:t>
      </w:r>
      <w:r w:rsidRPr="0052649B">
        <w:rPr>
          <w:rFonts w:ascii="Times New Roman" w:hAnsi="Times New Roman" w:cs="Times New Roman"/>
          <w:color w:val="231F20"/>
          <w:spacing w:val="-4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центральный</w:t>
      </w:r>
      <w:r w:rsidRPr="0052649B">
        <w:rPr>
          <w:rFonts w:ascii="Times New Roman" w:hAnsi="Times New Roman" w:cs="Times New Roman"/>
          <w:color w:val="231F20"/>
          <w:spacing w:val="-4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банк.</w:t>
      </w:r>
    </w:p>
    <w:p w:rsidR="00871D52" w:rsidRPr="0052649B" w:rsidRDefault="00871D52">
      <w:pPr>
        <w:pStyle w:val="ListParagraph"/>
        <w:numPr>
          <w:ilvl w:val="1"/>
          <w:numId w:val="3"/>
        </w:numPr>
        <w:tabs>
          <w:tab w:val="left" w:pos="1578"/>
        </w:tabs>
        <w:ind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spacing w:val="-5"/>
          <w:w w:val="95"/>
          <w:lang w:val="ru-RU"/>
        </w:rPr>
        <w:t>Объяснять,</w:t>
      </w:r>
      <w:r w:rsidRPr="0052649B">
        <w:rPr>
          <w:rFonts w:ascii="Times New Roman" w:hAnsi="Times New Roman" w:cs="Times New Roman"/>
          <w:color w:val="231F20"/>
          <w:spacing w:val="10"/>
          <w:w w:val="9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5"/>
          <w:w w:val="95"/>
          <w:lang w:val="ru-RU"/>
        </w:rPr>
        <w:t>почему</w:t>
      </w:r>
      <w:r w:rsidRPr="0052649B">
        <w:rPr>
          <w:rFonts w:ascii="Times New Roman" w:hAnsi="Times New Roman" w:cs="Times New Roman"/>
          <w:color w:val="231F20"/>
          <w:spacing w:val="10"/>
          <w:w w:val="9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5"/>
          <w:w w:val="95"/>
          <w:lang w:val="ru-RU"/>
        </w:rPr>
        <w:t>изготовление</w:t>
      </w:r>
      <w:r w:rsidRPr="0052649B">
        <w:rPr>
          <w:rFonts w:ascii="Times New Roman" w:hAnsi="Times New Roman" w:cs="Times New Roman"/>
          <w:color w:val="231F20"/>
          <w:spacing w:val="10"/>
          <w:w w:val="9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5"/>
          <w:w w:val="95"/>
          <w:lang w:val="ru-RU"/>
        </w:rPr>
        <w:t>фальшивых</w:t>
      </w:r>
      <w:r w:rsidRPr="0052649B">
        <w:rPr>
          <w:rFonts w:ascii="Times New Roman" w:hAnsi="Times New Roman" w:cs="Times New Roman"/>
          <w:color w:val="231F20"/>
          <w:spacing w:val="10"/>
          <w:w w:val="9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4"/>
          <w:w w:val="95"/>
          <w:lang w:val="ru-RU"/>
        </w:rPr>
        <w:t>денег</w:t>
      </w:r>
      <w:r w:rsidRPr="0052649B">
        <w:rPr>
          <w:rFonts w:ascii="Times New Roman" w:hAnsi="Times New Roman" w:cs="Times New Roman"/>
          <w:color w:val="231F20"/>
          <w:spacing w:val="10"/>
          <w:w w:val="9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w w:val="95"/>
          <w:lang w:val="ru-RU"/>
        </w:rPr>
        <w:t>—</w:t>
      </w:r>
      <w:r w:rsidRPr="0052649B">
        <w:rPr>
          <w:rFonts w:ascii="Times New Roman" w:hAnsi="Times New Roman" w:cs="Times New Roman"/>
          <w:color w:val="231F20"/>
          <w:spacing w:val="10"/>
          <w:w w:val="9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5"/>
          <w:w w:val="95"/>
          <w:lang w:val="ru-RU"/>
        </w:rPr>
        <w:t>преступление.</w:t>
      </w:r>
    </w:p>
    <w:p w:rsidR="00871D52" w:rsidRPr="0052649B" w:rsidRDefault="00871D52">
      <w:pPr>
        <w:pStyle w:val="BodyText"/>
        <w:spacing w:before="10"/>
        <w:rPr>
          <w:rFonts w:ascii="Times New Roman" w:hAnsi="Times New Roman" w:cs="Times New Roman"/>
          <w:sz w:val="29"/>
          <w:lang w:val="ru-RU"/>
        </w:rPr>
      </w:pPr>
    </w:p>
    <w:p w:rsidR="00871D52" w:rsidRPr="0052649B" w:rsidRDefault="00871D52">
      <w:pPr>
        <w:ind w:left="1424"/>
        <w:rPr>
          <w:rFonts w:ascii="Times New Roman" w:hAnsi="Times New Roman" w:cs="Times New Roman"/>
          <w:i/>
          <w:lang w:val="ru-RU"/>
        </w:rPr>
      </w:pPr>
      <w:r w:rsidRPr="0052649B">
        <w:rPr>
          <w:rFonts w:ascii="Times New Roman" w:hAnsi="Times New Roman" w:cs="Times New Roman"/>
          <w:b/>
          <w:color w:val="231F20"/>
          <w:lang w:val="ru-RU"/>
        </w:rPr>
        <w:t xml:space="preserve">Знятия 2–3. </w:t>
      </w:r>
      <w:r w:rsidRPr="0052649B">
        <w:rPr>
          <w:rFonts w:ascii="Times New Roman" w:hAnsi="Times New Roman" w:cs="Times New Roman"/>
          <w:i/>
          <w:color w:val="231F20"/>
          <w:lang w:val="ru-RU"/>
        </w:rPr>
        <w:t>Доходы семьи</w:t>
      </w:r>
    </w:p>
    <w:p w:rsidR="00871D52" w:rsidRPr="0052649B" w:rsidRDefault="00871D52">
      <w:pPr>
        <w:pStyle w:val="BodyText"/>
        <w:spacing w:line="283" w:lineRule="auto"/>
        <w:ind w:left="857" w:right="308" w:firstLine="566"/>
        <w:jc w:val="both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Доходами</w:t>
      </w:r>
      <w:r w:rsidRPr="0052649B">
        <w:rPr>
          <w:rFonts w:ascii="Times New Roman" w:hAnsi="Times New Roman" w:cs="Times New Roman"/>
          <w:color w:val="231F20"/>
          <w:spacing w:val="-18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семьи</w:t>
      </w:r>
      <w:r w:rsidRPr="0052649B">
        <w:rPr>
          <w:rFonts w:ascii="Times New Roman" w:hAnsi="Times New Roman" w:cs="Times New Roman"/>
          <w:color w:val="231F20"/>
          <w:spacing w:val="-18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являются:</w:t>
      </w:r>
      <w:r w:rsidRPr="0052649B">
        <w:rPr>
          <w:rFonts w:ascii="Times New Roman" w:hAnsi="Times New Roman" w:cs="Times New Roman"/>
          <w:color w:val="231F20"/>
          <w:spacing w:val="-18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заработная</w:t>
      </w:r>
      <w:r w:rsidRPr="0052649B">
        <w:rPr>
          <w:rFonts w:ascii="Times New Roman" w:hAnsi="Times New Roman" w:cs="Times New Roman"/>
          <w:color w:val="231F20"/>
          <w:spacing w:val="-18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плата,</w:t>
      </w:r>
      <w:r w:rsidRPr="0052649B">
        <w:rPr>
          <w:rFonts w:ascii="Times New Roman" w:hAnsi="Times New Roman" w:cs="Times New Roman"/>
          <w:color w:val="231F20"/>
          <w:spacing w:val="-18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доходы</w:t>
      </w:r>
      <w:r w:rsidRPr="0052649B">
        <w:rPr>
          <w:rFonts w:ascii="Times New Roman" w:hAnsi="Times New Roman" w:cs="Times New Roman"/>
          <w:color w:val="231F20"/>
          <w:spacing w:val="-17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от</w:t>
      </w:r>
      <w:r w:rsidRPr="0052649B">
        <w:rPr>
          <w:rFonts w:ascii="Times New Roman" w:hAnsi="Times New Roman" w:cs="Times New Roman"/>
          <w:color w:val="231F20"/>
          <w:spacing w:val="-18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владения собственностью,</w:t>
      </w:r>
      <w:r w:rsidRPr="0052649B">
        <w:rPr>
          <w:rFonts w:ascii="Times New Roman" w:hAnsi="Times New Roman" w:cs="Times New Roman"/>
          <w:color w:val="231F20"/>
          <w:spacing w:val="-37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социальные</w:t>
      </w:r>
      <w:r w:rsidRPr="0052649B">
        <w:rPr>
          <w:rFonts w:ascii="Times New Roman" w:hAnsi="Times New Roman" w:cs="Times New Roman"/>
          <w:color w:val="231F20"/>
          <w:spacing w:val="-37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выплаты</w:t>
      </w:r>
      <w:r w:rsidRPr="0052649B">
        <w:rPr>
          <w:rFonts w:ascii="Times New Roman" w:hAnsi="Times New Roman" w:cs="Times New Roman"/>
          <w:color w:val="231F20"/>
          <w:spacing w:val="-37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</w:t>
      </w:r>
      <w:r w:rsidRPr="0052649B">
        <w:rPr>
          <w:rFonts w:ascii="Times New Roman" w:hAnsi="Times New Roman" w:cs="Times New Roman"/>
          <w:color w:val="231F20"/>
          <w:spacing w:val="-3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заёмные</w:t>
      </w:r>
      <w:r w:rsidRPr="0052649B">
        <w:rPr>
          <w:rFonts w:ascii="Times New Roman" w:hAnsi="Times New Roman" w:cs="Times New Roman"/>
          <w:color w:val="231F20"/>
          <w:spacing w:val="-37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средства.</w:t>
      </w:r>
      <w:r w:rsidRPr="0052649B">
        <w:rPr>
          <w:rFonts w:ascii="Times New Roman" w:hAnsi="Times New Roman" w:cs="Times New Roman"/>
          <w:color w:val="231F20"/>
          <w:spacing w:val="-37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Размер</w:t>
      </w:r>
      <w:r w:rsidRPr="0052649B">
        <w:rPr>
          <w:rFonts w:ascii="Times New Roman" w:hAnsi="Times New Roman" w:cs="Times New Roman"/>
          <w:color w:val="231F20"/>
          <w:spacing w:val="-36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lang w:val="ru-RU"/>
        </w:rPr>
        <w:t>зара</w:t>
      </w:r>
      <w:r w:rsidRPr="0052649B">
        <w:rPr>
          <w:rFonts w:ascii="Times New Roman" w:hAnsi="Times New Roman" w:cs="Times New Roman"/>
          <w:color w:val="231F20"/>
          <w:lang w:val="ru-RU"/>
        </w:rPr>
        <w:t>ботной платы зависит от образования, профессии, квалификации.</w:t>
      </w:r>
      <w:r w:rsidRPr="0052649B">
        <w:rPr>
          <w:rFonts w:ascii="Times New Roman" w:hAnsi="Times New Roman" w:cs="Times New Roman"/>
          <w:color w:val="231F20"/>
          <w:spacing w:val="-15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lang w:val="ru-RU"/>
        </w:rPr>
        <w:t>Вла</w:t>
      </w:r>
      <w:r w:rsidRPr="0052649B">
        <w:rPr>
          <w:rFonts w:ascii="Times New Roman" w:hAnsi="Times New Roman" w:cs="Times New Roman"/>
          <w:color w:val="231F20"/>
          <w:lang w:val="ru-RU"/>
        </w:rPr>
        <w:t>дение недвижимостью (квартирой, домом, гаражом, участком земли) может</w:t>
      </w:r>
      <w:r w:rsidRPr="0052649B">
        <w:rPr>
          <w:rFonts w:ascii="Times New Roman" w:hAnsi="Times New Roman" w:cs="Times New Roman"/>
          <w:color w:val="231F20"/>
          <w:spacing w:val="-1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приносить</w:t>
      </w:r>
      <w:r w:rsidRPr="0052649B">
        <w:rPr>
          <w:rFonts w:ascii="Times New Roman" w:hAnsi="Times New Roman" w:cs="Times New Roman"/>
          <w:color w:val="231F20"/>
          <w:spacing w:val="-1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арендную</w:t>
      </w:r>
      <w:r w:rsidRPr="0052649B">
        <w:rPr>
          <w:rFonts w:ascii="Times New Roman" w:hAnsi="Times New Roman" w:cs="Times New Roman"/>
          <w:color w:val="231F20"/>
          <w:spacing w:val="-1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плату.</w:t>
      </w:r>
      <w:r w:rsidRPr="0052649B">
        <w:rPr>
          <w:rFonts w:ascii="Times New Roman" w:hAnsi="Times New Roman" w:cs="Times New Roman"/>
          <w:color w:val="231F20"/>
          <w:spacing w:val="-1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Деньги,</w:t>
      </w:r>
      <w:r w:rsidRPr="0052649B">
        <w:rPr>
          <w:rFonts w:ascii="Times New Roman" w:hAnsi="Times New Roman" w:cs="Times New Roman"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положенные</w:t>
      </w:r>
      <w:r w:rsidRPr="0052649B">
        <w:rPr>
          <w:rFonts w:ascii="Times New Roman" w:hAnsi="Times New Roman" w:cs="Times New Roman"/>
          <w:color w:val="231F20"/>
          <w:spacing w:val="-1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в</w:t>
      </w:r>
      <w:r w:rsidRPr="0052649B">
        <w:rPr>
          <w:rFonts w:ascii="Times New Roman" w:hAnsi="Times New Roman" w:cs="Times New Roman"/>
          <w:color w:val="231F20"/>
          <w:spacing w:val="-1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банк,</w:t>
      </w:r>
      <w:r w:rsidRPr="0052649B">
        <w:rPr>
          <w:rFonts w:ascii="Times New Roman" w:hAnsi="Times New Roman" w:cs="Times New Roman"/>
          <w:color w:val="231F20"/>
          <w:spacing w:val="-1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приносят</w:t>
      </w:r>
    </w:p>
    <w:p w:rsidR="00871D52" w:rsidRPr="0052649B" w:rsidRDefault="00871D52">
      <w:pPr>
        <w:spacing w:line="283" w:lineRule="auto"/>
        <w:jc w:val="both"/>
        <w:rPr>
          <w:rFonts w:ascii="Times New Roman" w:hAnsi="Times New Roman" w:cs="Times New Roman"/>
          <w:lang w:val="ru-RU"/>
        </w:rPr>
        <w:sectPr w:rsidR="00871D52" w:rsidRPr="0052649B">
          <w:pgSz w:w="9640" w:h="13890"/>
          <w:pgMar w:top="1040" w:right="540" w:bottom="280" w:left="560" w:header="0" w:footer="0" w:gutter="0"/>
          <w:cols w:space="720"/>
        </w:sectPr>
      </w:pPr>
    </w:p>
    <w:p w:rsidR="00871D52" w:rsidRPr="0052649B" w:rsidRDefault="00871D52">
      <w:pPr>
        <w:pStyle w:val="BodyText"/>
        <w:spacing w:before="87" w:line="283" w:lineRule="auto"/>
        <w:ind w:left="290" w:right="875"/>
        <w:jc w:val="both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проценты. Владельцы акций могут получать дивиденды.</w:t>
      </w:r>
      <w:r w:rsidRPr="0052649B">
        <w:rPr>
          <w:rFonts w:ascii="Times New Roman" w:hAnsi="Times New Roman" w:cs="Times New Roman"/>
          <w:color w:val="231F20"/>
          <w:spacing w:val="-15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lang w:val="ru-RU"/>
        </w:rPr>
        <w:t>Предпринима</w:t>
      </w:r>
      <w:r w:rsidRPr="0052649B">
        <w:rPr>
          <w:rFonts w:ascii="Times New Roman" w:hAnsi="Times New Roman" w:cs="Times New Roman"/>
          <w:color w:val="231F20"/>
          <w:lang w:val="ru-RU"/>
        </w:rPr>
        <w:t>тель получает прибыль. Государство выплачивает пенсии, стипендии, пособия. Банки предоставляют</w:t>
      </w:r>
      <w:r w:rsidRPr="0052649B">
        <w:rPr>
          <w:rFonts w:ascii="Times New Roman" w:hAnsi="Times New Roman" w:cs="Times New Roman"/>
          <w:color w:val="231F20"/>
          <w:spacing w:val="-3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кредиты.</w:t>
      </w:r>
    </w:p>
    <w:p w:rsidR="00871D52" w:rsidRPr="0052649B" w:rsidRDefault="00871D52">
      <w:pPr>
        <w:spacing w:line="251" w:lineRule="exact"/>
        <w:ind w:left="857"/>
        <w:rPr>
          <w:rFonts w:ascii="Times New Roman" w:hAnsi="Times New Roman" w:cs="Times New Roman"/>
          <w:i/>
          <w:lang w:val="ru-RU"/>
        </w:rPr>
      </w:pPr>
      <w:r w:rsidRPr="0052649B">
        <w:rPr>
          <w:rFonts w:ascii="Times New Roman" w:hAnsi="Times New Roman" w:cs="Times New Roman"/>
          <w:i/>
          <w:color w:val="231F20"/>
          <w:lang w:val="ru-RU"/>
        </w:rPr>
        <w:t>Основные понятия</w:t>
      </w:r>
    </w:p>
    <w:p w:rsidR="00871D52" w:rsidRPr="0052649B" w:rsidRDefault="00871D52">
      <w:pPr>
        <w:pStyle w:val="BodyText"/>
        <w:spacing w:line="283" w:lineRule="auto"/>
        <w:ind w:left="290" w:right="875" w:firstLine="566"/>
        <w:jc w:val="both"/>
        <w:rPr>
          <w:rFonts w:ascii="Times New Roman" w:hAnsi="Times New Roman" w:cs="Times New Roman"/>
        </w:rPr>
      </w:pPr>
      <w:r w:rsidRPr="0052649B">
        <w:rPr>
          <w:rFonts w:ascii="Times New Roman" w:hAnsi="Times New Roman" w:cs="Times New Roman"/>
          <w:color w:val="231F20"/>
          <w:w w:val="95"/>
          <w:lang w:val="ru-RU"/>
        </w:rPr>
        <w:t>Заработная плата. Собственность. Доходы от собственности. Аренд</w:t>
      </w:r>
      <w:r w:rsidRPr="0052649B">
        <w:rPr>
          <w:rFonts w:ascii="Times New Roman" w:hAnsi="Times New Roman" w:cs="Times New Roman"/>
          <w:color w:val="231F20"/>
          <w:lang w:val="ru-RU"/>
        </w:rPr>
        <w:t>ная</w:t>
      </w:r>
      <w:r w:rsidRPr="0052649B">
        <w:rPr>
          <w:rFonts w:ascii="Times New Roman" w:hAnsi="Times New Roman" w:cs="Times New Roman"/>
          <w:color w:val="231F20"/>
          <w:spacing w:val="-37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плата.</w:t>
      </w:r>
      <w:r w:rsidRPr="0052649B">
        <w:rPr>
          <w:rFonts w:ascii="Times New Roman" w:hAnsi="Times New Roman" w:cs="Times New Roman"/>
          <w:color w:val="231F20"/>
          <w:spacing w:val="-3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Проценты.</w:t>
      </w:r>
      <w:r w:rsidRPr="0052649B">
        <w:rPr>
          <w:rFonts w:ascii="Times New Roman" w:hAnsi="Times New Roman" w:cs="Times New Roman"/>
          <w:color w:val="231F20"/>
          <w:spacing w:val="-3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Прибыль.</w:t>
      </w:r>
      <w:r w:rsidRPr="0052649B">
        <w:rPr>
          <w:rFonts w:ascii="Times New Roman" w:hAnsi="Times New Roman" w:cs="Times New Roman"/>
          <w:color w:val="231F20"/>
          <w:spacing w:val="-36"/>
          <w:lang w:val="ru-RU"/>
        </w:rPr>
        <w:t xml:space="preserve"> </w:t>
      </w:r>
      <w:r w:rsidRPr="00453627">
        <w:rPr>
          <w:rFonts w:ascii="Times New Roman" w:hAnsi="Times New Roman" w:cs="Times New Roman"/>
          <w:color w:val="231F20"/>
          <w:lang w:val="ru-RU"/>
        </w:rPr>
        <w:t>Дивиденды.</w:t>
      </w:r>
      <w:r w:rsidRPr="00453627">
        <w:rPr>
          <w:rFonts w:ascii="Times New Roman" w:hAnsi="Times New Roman" w:cs="Times New Roman"/>
          <w:color w:val="231F20"/>
          <w:spacing w:val="-3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</w:rPr>
        <w:t>Социальные</w:t>
      </w:r>
      <w:r w:rsidRPr="0052649B">
        <w:rPr>
          <w:rFonts w:ascii="Times New Roman" w:hAnsi="Times New Roman" w:cs="Times New Roman"/>
          <w:color w:val="231F20"/>
          <w:spacing w:val="-36"/>
        </w:rPr>
        <w:t xml:space="preserve"> </w:t>
      </w:r>
      <w:r w:rsidRPr="0052649B">
        <w:rPr>
          <w:rFonts w:ascii="Times New Roman" w:hAnsi="Times New Roman" w:cs="Times New Roman"/>
          <w:color w:val="231F20"/>
        </w:rPr>
        <w:t>выплаты.</w:t>
      </w:r>
      <w:r w:rsidRPr="0052649B">
        <w:rPr>
          <w:rFonts w:ascii="Times New Roman" w:hAnsi="Times New Roman" w:cs="Times New Roman"/>
          <w:color w:val="231F20"/>
          <w:spacing w:val="-36"/>
        </w:rPr>
        <w:t xml:space="preserve"> </w:t>
      </w:r>
      <w:r>
        <w:rPr>
          <w:rFonts w:ascii="Times New Roman" w:hAnsi="Times New Roman" w:cs="Times New Roman"/>
          <w:color w:val="231F20"/>
        </w:rPr>
        <w:t>Мате</w:t>
      </w:r>
      <w:r w:rsidRPr="0052649B">
        <w:rPr>
          <w:rFonts w:ascii="Times New Roman" w:hAnsi="Times New Roman" w:cs="Times New Roman"/>
          <w:color w:val="231F20"/>
        </w:rPr>
        <w:t>ринский капитал.</w:t>
      </w:r>
      <w:r w:rsidRPr="0052649B">
        <w:rPr>
          <w:rFonts w:ascii="Times New Roman" w:hAnsi="Times New Roman" w:cs="Times New Roman"/>
          <w:color w:val="231F20"/>
          <w:spacing w:val="-20"/>
        </w:rPr>
        <w:t xml:space="preserve"> </w:t>
      </w:r>
      <w:r w:rsidRPr="0052649B">
        <w:rPr>
          <w:rFonts w:ascii="Times New Roman" w:hAnsi="Times New Roman" w:cs="Times New Roman"/>
          <w:color w:val="231F20"/>
        </w:rPr>
        <w:t>Кредиты.</w:t>
      </w:r>
    </w:p>
    <w:p w:rsidR="00871D52" w:rsidRPr="0052649B" w:rsidRDefault="00871D52">
      <w:pPr>
        <w:spacing w:line="251" w:lineRule="exact"/>
        <w:ind w:left="857"/>
        <w:rPr>
          <w:rFonts w:ascii="Times New Roman" w:hAnsi="Times New Roman" w:cs="Times New Roman"/>
          <w:i/>
        </w:rPr>
      </w:pPr>
      <w:r w:rsidRPr="0052649B">
        <w:rPr>
          <w:rFonts w:ascii="Times New Roman" w:hAnsi="Times New Roman" w:cs="Times New Roman"/>
          <w:i/>
          <w:color w:val="231F20"/>
        </w:rPr>
        <w:t>Компетенции:</w:t>
      </w:r>
    </w:p>
    <w:p w:rsidR="00871D52" w:rsidRPr="0052649B" w:rsidRDefault="00871D52">
      <w:pPr>
        <w:pStyle w:val="ListParagraph"/>
        <w:numPr>
          <w:ilvl w:val="0"/>
          <w:numId w:val="3"/>
        </w:numPr>
        <w:tabs>
          <w:tab w:val="left" w:pos="1011"/>
        </w:tabs>
        <w:ind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Описывать</w:t>
      </w:r>
      <w:r w:rsidRPr="0052649B">
        <w:rPr>
          <w:rFonts w:ascii="Times New Roman" w:hAnsi="Times New Roman" w:cs="Times New Roman"/>
          <w:color w:val="231F20"/>
          <w:spacing w:val="-1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</w:t>
      </w:r>
      <w:r w:rsidRPr="0052649B">
        <w:rPr>
          <w:rFonts w:ascii="Times New Roman" w:hAnsi="Times New Roman" w:cs="Times New Roman"/>
          <w:color w:val="231F20"/>
          <w:spacing w:val="-10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сравнивать</w:t>
      </w:r>
      <w:r w:rsidRPr="0052649B">
        <w:rPr>
          <w:rFonts w:ascii="Times New Roman" w:hAnsi="Times New Roman" w:cs="Times New Roman"/>
          <w:color w:val="231F20"/>
          <w:spacing w:val="-1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источники</w:t>
      </w:r>
      <w:r w:rsidRPr="0052649B">
        <w:rPr>
          <w:rFonts w:ascii="Times New Roman" w:hAnsi="Times New Roman" w:cs="Times New Roman"/>
          <w:color w:val="231F20"/>
          <w:spacing w:val="-10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доходов</w:t>
      </w:r>
      <w:r w:rsidRPr="0052649B">
        <w:rPr>
          <w:rFonts w:ascii="Times New Roman" w:hAnsi="Times New Roman" w:cs="Times New Roman"/>
          <w:color w:val="231F20"/>
          <w:spacing w:val="-10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семьи.</w:t>
      </w:r>
    </w:p>
    <w:p w:rsidR="00871D52" w:rsidRPr="0052649B" w:rsidRDefault="00871D52">
      <w:pPr>
        <w:pStyle w:val="ListParagraph"/>
        <w:numPr>
          <w:ilvl w:val="0"/>
          <w:numId w:val="3"/>
        </w:numPr>
        <w:tabs>
          <w:tab w:val="left" w:pos="1011"/>
        </w:tabs>
        <w:ind w:firstLine="567"/>
        <w:rPr>
          <w:rFonts w:ascii="Times New Roman" w:hAnsi="Times New Roman" w:cs="Times New Roman"/>
        </w:rPr>
      </w:pPr>
      <w:r w:rsidRPr="0052649B">
        <w:rPr>
          <w:rFonts w:ascii="Times New Roman" w:hAnsi="Times New Roman" w:cs="Times New Roman"/>
          <w:color w:val="231F20"/>
        </w:rPr>
        <w:t>Описывать виды заработной</w:t>
      </w:r>
      <w:r w:rsidRPr="0052649B">
        <w:rPr>
          <w:rFonts w:ascii="Times New Roman" w:hAnsi="Times New Roman" w:cs="Times New Roman"/>
          <w:color w:val="231F20"/>
          <w:spacing w:val="-33"/>
        </w:rPr>
        <w:t xml:space="preserve"> </w:t>
      </w:r>
      <w:r w:rsidRPr="0052649B">
        <w:rPr>
          <w:rFonts w:ascii="Times New Roman" w:hAnsi="Times New Roman" w:cs="Times New Roman"/>
          <w:color w:val="231F20"/>
        </w:rPr>
        <w:t>платы.</w:t>
      </w:r>
    </w:p>
    <w:p w:rsidR="00871D52" w:rsidRPr="0052649B" w:rsidRDefault="00871D52">
      <w:pPr>
        <w:pStyle w:val="ListParagraph"/>
        <w:numPr>
          <w:ilvl w:val="0"/>
          <w:numId w:val="3"/>
        </w:numPr>
        <w:tabs>
          <w:tab w:val="left" w:pos="1011"/>
        </w:tabs>
        <w:ind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spacing w:val="-7"/>
          <w:lang w:val="ru-RU"/>
        </w:rPr>
        <w:t>Сравнивать</w:t>
      </w:r>
      <w:r w:rsidRPr="0052649B">
        <w:rPr>
          <w:rFonts w:ascii="Times New Roman" w:hAnsi="Times New Roman" w:cs="Times New Roman"/>
          <w:color w:val="231F20"/>
          <w:spacing w:val="-3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6"/>
          <w:lang w:val="ru-RU"/>
        </w:rPr>
        <w:t>условия</w:t>
      </w:r>
      <w:r w:rsidRPr="0052649B">
        <w:rPr>
          <w:rFonts w:ascii="Times New Roman" w:hAnsi="Times New Roman" w:cs="Times New Roman"/>
          <w:color w:val="231F20"/>
          <w:spacing w:val="-3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6"/>
          <w:lang w:val="ru-RU"/>
        </w:rPr>
        <w:t>труда</w:t>
      </w:r>
      <w:r w:rsidRPr="0052649B">
        <w:rPr>
          <w:rFonts w:ascii="Times New Roman" w:hAnsi="Times New Roman" w:cs="Times New Roman"/>
          <w:color w:val="231F20"/>
          <w:spacing w:val="-3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7"/>
          <w:lang w:val="ru-RU"/>
        </w:rPr>
        <w:t>совершеннолетних</w:t>
      </w:r>
      <w:r w:rsidRPr="0052649B">
        <w:rPr>
          <w:rFonts w:ascii="Times New Roman" w:hAnsi="Times New Roman" w:cs="Times New Roman"/>
          <w:color w:val="231F20"/>
          <w:spacing w:val="-3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</w:t>
      </w:r>
      <w:r w:rsidRPr="0052649B">
        <w:rPr>
          <w:rFonts w:ascii="Times New Roman" w:hAnsi="Times New Roman" w:cs="Times New Roman"/>
          <w:color w:val="231F20"/>
          <w:spacing w:val="-3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7"/>
          <w:lang w:val="ru-RU"/>
        </w:rPr>
        <w:t>несовершеннолетних.</w:t>
      </w:r>
    </w:p>
    <w:p w:rsidR="00871D52" w:rsidRPr="0052649B" w:rsidRDefault="00871D52">
      <w:pPr>
        <w:pStyle w:val="ListParagraph"/>
        <w:numPr>
          <w:ilvl w:val="0"/>
          <w:numId w:val="3"/>
        </w:numPr>
        <w:tabs>
          <w:tab w:val="left" w:pos="1011"/>
        </w:tabs>
        <w:ind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Объяснять,</w:t>
      </w:r>
      <w:r w:rsidRPr="0052649B">
        <w:rPr>
          <w:rFonts w:ascii="Times New Roman" w:hAnsi="Times New Roman" w:cs="Times New Roman"/>
          <w:color w:val="231F20"/>
          <w:spacing w:val="-1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как</w:t>
      </w:r>
      <w:r w:rsidRPr="0052649B">
        <w:rPr>
          <w:rFonts w:ascii="Times New Roman" w:hAnsi="Times New Roman" w:cs="Times New Roman"/>
          <w:color w:val="231F20"/>
          <w:spacing w:val="-1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связаны</w:t>
      </w:r>
      <w:r w:rsidRPr="0052649B">
        <w:rPr>
          <w:rFonts w:ascii="Times New Roman" w:hAnsi="Times New Roman" w:cs="Times New Roman"/>
          <w:color w:val="231F20"/>
          <w:spacing w:val="-1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профессии</w:t>
      </w:r>
      <w:r w:rsidRPr="0052649B">
        <w:rPr>
          <w:rFonts w:ascii="Times New Roman" w:hAnsi="Times New Roman" w:cs="Times New Roman"/>
          <w:color w:val="231F20"/>
          <w:spacing w:val="-1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</w:t>
      </w:r>
      <w:r w:rsidRPr="0052649B">
        <w:rPr>
          <w:rFonts w:ascii="Times New Roman" w:hAnsi="Times New Roman" w:cs="Times New Roman"/>
          <w:color w:val="231F20"/>
          <w:spacing w:val="-1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образование.</w:t>
      </w:r>
    </w:p>
    <w:p w:rsidR="00871D52" w:rsidRPr="0052649B" w:rsidRDefault="00871D52">
      <w:pPr>
        <w:pStyle w:val="ListParagraph"/>
        <w:numPr>
          <w:ilvl w:val="0"/>
          <w:numId w:val="3"/>
        </w:numPr>
        <w:tabs>
          <w:tab w:val="left" w:pos="1011"/>
        </w:tabs>
        <w:ind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Объяснять,</w:t>
      </w:r>
      <w:r w:rsidRPr="0052649B">
        <w:rPr>
          <w:rFonts w:ascii="Times New Roman" w:hAnsi="Times New Roman" w:cs="Times New Roman"/>
          <w:color w:val="231F20"/>
          <w:spacing w:val="-1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чем</w:t>
      </w:r>
      <w:r w:rsidRPr="0052649B">
        <w:rPr>
          <w:rFonts w:ascii="Times New Roman" w:hAnsi="Times New Roman" w:cs="Times New Roman"/>
          <w:color w:val="231F20"/>
          <w:spacing w:val="-1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руководствуется</w:t>
      </w:r>
      <w:r w:rsidRPr="0052649B">
        <w:rPr>
          <w:rFonts w:ascii="Times New Roman" w:hAnsi="Times New Roman" w:cs="Times New Roman"/>
          <w:color w:val="231F20"/>
          <w:spacing w:val="-1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человек</w:t>
      </w:r>
      <w:r w:rsidRPr="0052649B">
        <w:rPr>
          <w:rFonts w:ascii="Times New Roman" w:hAnsi="Times New Roman" w:cs="Times New Roman"/>
          <w:color w:val="231F20"/>
          <w:spacing w:val="-1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при</w:t>
      </w:r>
      <w:r w:rsidRPr="0052649B">
        <w:rPr>
          <w:rFonts w:ascii="Times New Roman" w:hAnsi="Times New Roman" w:cs="Times New Roman"/>
          <w:color w:val="231F20"/>
          <w:spacing w:val="-1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выборе</w:t>
      </w:r>
      <w:r w:rsidRPr="0052649B">
        <w:rPr>
          <w:rFonts w:ascii="Times New Roman" w:hAnsi="Times New Roman" w:cs="Times New Roman"/>
          <w:color w:val="231F20"/>
          <w:spacing w:val="-1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профессии.</w:t>
      </w:r>
    </w:p>
    <w:p w:rsidR="00871D52" w:rsidRPr="0052649B" w:rsidRDefault="00871D52">
      <w:pPr>
        <w:pStyle w:val="ListParagraph"/>
        <w:numPr>
          <w:ilvl w:val="0"/>
          <w:numId w:val="3"/>
        </w:numPr>
        <w:tabs>
          <w:tab w:val="left" w:pos="1011"/>
        </w:tabs>
        <w:ind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Объяснять</w:t>
      </w:r>
      <w:r w:rsidRPr="0052649B">
        <w:rPr>
          <w:rFonts w:ascii="Times New Roman" w:hAnsi="Times New Roman" w:cs="Times New Roman"/>
          <w:color w:val="231F20"/>
          <w:spacing w:val="-1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причины</w:t>
      </w:r>
      <w:r w:rsidRPr="0052649B">
        <w:rPr>
          <w:rFonts w:ascii="Times New Roman" w:hAnsi="Times New Roman" w:cs="Times New Roman"/>
          <w:color w:val="231F20"/>
          <w:spacing w:val="-1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различий</w:t>
      </w:r>
      <w:r w:rsidRPr="0052649B">
        <w:rPr>
          <w:rFonts w:ascii="Times New Roman" w:hAnsi="Times New Roman" w:cs="Times New Roman"/>
          <w:color w:val="231F20"/>
          <w:spacing w:val="-1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в</w:t>
      </w:r>
      <w:r w:rsidRPr="0052649B">
        <w:rPr>
          <w:rFonts w:ascii="Times New Roman" w:hAnsi="Times New Roman" w:cs="Times New Roman"/>
          <w:color w:val="231F20"/>
          <w:spacing w:val="-1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заработной</w:t>
      </w:r>
      <w:r w:rsidRPr="0052649B">
        <w:rPr>
          <w:rFonts w:ascii="Times New Roman" w:hAnsi="Times New Roman" w:cs="Times New Roman"/>
          <w:color w:val="231F20"/>
          <w:spacing w:val="-1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плате.</w:t>
      </w:r>
    </w:p>
    <w:p w:rsidR="00871D52" w:rsidRPr="0052649B" w:rsidRDefault="00871D52">
      <w:pPr>
        <w:pStyle w:val="ListParagraph"/>
        <w:numPr>
          <w:ilvl w:val="0"/>
          <w:numId w:val="3"/>
        </w:numPr>
        <w:tabs>
          <w:tab w:val="left" w:pos="1011"/>
        </w:tabs>
        <w:ind w:firstLine="567"/>
        <w:rPr>
          <w:rFonts w:ascii="Times New Roman" w:hAnsi="Times New Roman" w:cs="Times New Roman"/>
        </w:rPr>
      </w:pPr>
      <w:r w:rsidRPr="0052649B">
        <w:rPr>
          <w:rFonts w:ascii="Times New Roman" w:hAnsi="Times New Roman" w:cs="Times New Roman"/>
          <w:color w:val="231F20"/>
        </w:rPr>
        <w:t>Приводить примеры</w:t>
      </w:r>
      <w:r w:rsidRPr="0052649B">
        <w:rPr>
          <w:rFonts w:ascii="Times New Roman" w:hAnsi="Times New Roman" w:cs="Times New Roman"/>
          <w:color w:val="231F20"/>
          <w:spacing w:val="-20"/>
        </w:rPr>
        <w:t xml:space="preserve"> </w:t>
      </w:r>
      <w:r w:rsidRPr="0052649B">
        <w:rPr>
          <w:rFonts w:ascii="Times New Roman" w:hAnsi="Times New Roman" w:cs="Times New Roman"/>
          <w:color w:val="231F20"/>
        </w:rPr>
        <w:t>кредитов.</w:t>
      </w:r>
    </w:p>
    <w:p w:rsidR="00871D52" w:rsidRPr="0052649B" w:rsidRDefault="00871D52">
      <w:pPr>
        <w:pStyle w:val="BodyText"/>
        <w:spacing w:before="9"/>
        <w:rPr>
          <w:rFonts w:ascii="Times New Roman" w:hAnsi="Times New Roman" w:cs="Times New Roman"/>
          <w:sz w:val="29"/>
        </w:rPr>
      </w:pPr>
    </w:p>
    <w:p w:rsidR="00871D52" w:rsidRPr="0052649B" w:rsidRDefault="00871D52">
      <w:pPr>
        <w:ind w:left="857"/>
        <w:rPr>
          <w:rFonts w:ascii="Times New Roman" w:hAnsi="Times New Roman" w:cs="Times New Roman"/>
          <w:i/>
        </w:rPr>
      </w:pPr>
      <w:r w:rsidRPr="0052649B">
        <w:rPr>
          <w:rFonts w:ascii="Times New Roman" w:hAnsi="Times New Roman" w:cs="Times New Roman"/>
          <w:b/>
          <w:color w:val="231F20"/>
        </w:rPr>
        <w:t xml:space="preserve">Занятие 4. </w:t>
      </w:r>
      <w:r w:rsidRPr="0052649B">
        <w:rPr>
          <w:rFonts w:ascii="Times New Roman" w:hAnsi="Times New Roman" w:cs="Times New Roman"/>
          <w:i/>
          <w:color w:val="231F20"/>
        </w:rPr>
        <w:t>Расходы семьи</w:t>
      </w:r>
    </w:p>
    <w:p w:rsidR="00871D52" w:rsidRPr="0052649B" w:rsidRDefault="00871D52">
      <w:pPr>
        <w:pStyle w:val="BodyText"/>
        <w:spacing w:line="283" w:lineRule="auto"/>
        <w:ind w:left="290" w:right="875" w:firstLine="566"/>
        <w:jc w:val="both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Семьи</w:t>
      </w:r>
      <w:r w:rsidRPr="0052649B">
        <w:rPr>
          <w:rFonts w:ascii="Times New Roman" w:hAnsi="Times New Roman" w:cs="Times New Roman"/>
          <w:color w:val="231F20"/>
          <w:spacing w:val="-2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тратят</w:t>
      </w:r>
      <w:r w:rsidRPr="0052649B">
        <w:rPr>
          <w:rFonts w:ascii="Times New Roman" w:hAnsi="Times New Roman" w:cs="Times New Roman"/>
          <w:color w:val="231F20"/>
          <w:spacing w:val="-2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деньги</w:t>
      </w:r>
      <w:r w:rsidRPr="0052649B">
        <w:rPr>
          <w:rFonts w:ascii="Times New Roman" w:hAnsi="Times New Roman" w:cs="Times New Roman"/>
          <w:color w:val="231F20"/>
          <w:spacing w:val="-2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на</w:t>
      </w:r>
      <w:r w:rsidRPr="0052649B">
        <w:rPr>
          <w:rFonts w:ascii="Times New Roman" w:hAnsi="Times New Roman" w:cs="Times New Roman"/>
          <w:color w:val="231F20"/>
          <w:spacing w:val="-2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товары</w:t>
      </w:r>
      <w:r w:rsidRPr="0052649B">
        <w:rPr>
          <w:rFonts w:ascii="Times New Roman" w:hAnsi="Times New Roman" w:cs="Times New Roman"/>
          <w:color w:val="231F20"/>
          <w:spacing w:val="-2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</w:t>
      </w:r>
      <w:r w:rsidRPr="0052649B">
        <w:rPr>
          <w:rFonts w:ascii="Times New Roman" w:hAnsi="Times New Roman" w:cs="Times New Roman"/>
          <w:color w:val="231F20"/>
          <w:spacing w:val="-2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услуги.</w:t>
      </w:r>
      <w:r w:rsidRPr="0052649B">
        <w:rPr>
          <w:rFonts w:ascii="Times New Roman" w:hAnsi="Times New Roman" w:cs="Times New Roman"/>
          <w:color w:val="231F20"/>
          <w:spacing w:val="-2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Расходы</w:t>
      </w:r>
      <w:r w:rsidRPr="0052649B">
        <w:rPr>
          <w:rFonts w:ascii="Times New Roman" w:hAnsi="Times New Roman" w:cs="Times New Roman"/>
          <w:color w:val="231F20"/>
          <w:spacing w:val="-2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можно</w:t>
      </w:r>
      <w:r w:rsidRPr="0052649B">
        <w:rPr>
          <w:rFonts w:ascii="Times New Roman" w:hAnsi="Times New Roman" w:cs="Times New Roman"/>
          <w:color w:val="231F20"/>
          <w:spacing w:val="-2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разделить на три группы: обязательные, желательные и лишние. Коммунальные услуги должны оплачиваться ежемесячно. На крупные покупки деньги можно накопить или занять. Долги надо отдавать в назначенный срок. В</w:t>
      </w:r>
      <w:r w:rsidRPr="0052649B">
        <w:rPr>
          <w:rFonts w:ascii="Times New Roman" w:hAnsi="Times New Roman" w:cs="Times New Roman"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разных</w:t>
      </w:r>
      <w:r w:rsidRPr="0052649B">
        <w:rPr>
          <w:rFonts w:ascii="Times New Roman" w:hAnsi="Times New Roman" w:cs="Times New Roman"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магазинах</w:t>
      </w:r>
      <w:r w:rsidRPr="0052649B">
        <w:rPr>
          <w:rFonts w:ascii="Times New Roman" w:hAnsi="Times New Roman" w:cs="Times New Roman"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цены</w:t>
      </w:r>
      <w:r w:rsidRPr="0052649B">
        <w:rPr>
          <w:rFonts w:ascii="Times New Roman" w:hAnsi="Times New Roman" w:cs="Times New Roman"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на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одни</w:t>
      </w:r>
      <w:r w:rsidRPr="0052649B">
        <w:rPr>
          <w:rFonts w:ascii="Times New Roman" w:hAnsi="Times New Roman" w:cs="Times New Roman"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</w:t>
      </w:r>
      <w:r w:rsidRPr="0052649B">
        <w:rPr>
          <w:rFonts w:ascii="Times New Roman" w:hAnsi="Times New Roman" w:cs="Times New Roman"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те</w:t>
      </w:r>
      <w:r w:rsidRPr="0052649B">
        <w:rPr>
          <w:rFonts w:ascii="Times New Roman" w:hAnsi="Times New Roman" w:cs="Times New Roman"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же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товары</w:t>
      </w:r>
      <w:r w:rsidRPr="0052649B">
        <w:rPr>
          <w:rFonts w:ascii="Times New Roman" w:hAnsi="Times New Roman" w:cs="Times New Roman"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различаются.</w:t>
      </w:r>
      <w:r w:rsidRPr="0052649B">
        <w:rPr>
          <w:rFonts w:ascii="Times New Roman" w:hAnsi="Times New Roman" w:cs="Times New Roman"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Расходы можно</w:t>
      </w:r>
      <w:r w:rsidRPr="0052649B">
        <w:rPr>
          <w:rFonts w:ascii="Times New Roman" w:hAnsi="Times New Roman" w:cs="Times New Roman"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сократить,</w:t>
      </w:r>
      <w:r w:rsidRPr="0052649B">
        <w:rPr>
          <w:rFonts w:ascii="Times New Roman" w:hAnsi="Times New Roman" w:cs="Times New Roman"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выбрав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магазин</w:t>
      </w:r>
      <w:r w:rsidRPr="0052649B">
        <w:rPr>
          <w:rFonts w:ascii="Times New Roman" w:hAnsi="Times New Roman" w:cs="Times New Roman"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более</w:t>
      </w:r>
      <w:r w:rsidRPr="0052649B">
        <w:rPr>
          <w:rFonts w:ascii="Times New Roman" w:hAnsi="Times New Roman" w:cs="Times New Roman"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низкими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ценами</w:t>
      </w:r>
      <w:r w:rsidRPr="0052649B">
        <w:rPr>
          <w:rFonts w:ascii="Times New Roman" w:hAnsi="Times New Roman" w:cs="Times New Roman"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или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lang w:val="ru-RU"/>
        </w:rPr>
        <w:t>восполь</w:t>
      </w:r>
      <w:r w:rsidRPr="0052649B">
        <w:rPr>
          <w:rFonts w:ascii="Times New Roman" w:hAnsi="Times New Roman" w:cs="Times New Roman"/>
          <w:color w:val="231F20"/>
          <w:lang w:val="ru-RU"/>
        </w:rPr>
        <w:t>зовавшись</w:t>
      </w:r>
      <w:r w:rsidRPr="0052649B">
        <w:rPr>
          <w:rFonts w:ascii="Times New Roman" w:hAnsi="Times New Roman" w:cs="Times New Roman"/>
          <w:color w:val="231F20"/>
          <w:spacing w:val="-10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скидками.</w:t>
      </w:r>
    </w:p>
    <w:p w:rsidR="00871D52" w:rsidRPr="0052649B" w:rsidRDefault="00871D52">
      <w:pPr>
        <w:spacing w:line="249" w:lineRule="exact"/>
        <w:ind w:left="857"/>
        <w:rPr>
          <w:rFonts w:ascii="Times New Roman" w:hAnsi="Times New Roman" w:cs="Times New Roman"/>
          <w:i/>
          <w:lang w:val="ru-RU"/>
        </w:rPr>
      </w:pPr>
      <w:r w:rsidRPr="0052649B">
        <w:rPr>
          <w:rFonts w:ascii="Times New Roman" w:hAnsi="Times New Roman" w:cs="Times New Roman"/>
          <w:i/>
          <w:color w:val="231F20"/>
          <w:lang w:val="ru-RU"/>
        </w:rPr>
        <w:t>Основные понятия</w:t>
      </w:r>
    </w:p>
    <w:p w:rsidR="00871D52" w:rsidRPr="0052649B" w:rsidRDefault="00871D52">
      <w:pPr>
        <w:pStyle w:val="BodyText"/>
        <w:ind w:left="85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Предметы первой необходимости. Товары текущего потребления.</w:t>
      </w:r>
    </w:p>
    <w:p w:rsidR="00871D52" w:rsidRPr="0052649B" w:rsidRDefault="00871D52">
      <w:pPr>
        <w:pStyle w:val="BodyText"/>
        <w:ind w:left="290"/>
        <w:jc w:val="both"/>
        <w:rPr>
          <w:rFonts w:ascii="Times New Roman" w:hAnsi="Times New Roman" w:cs="Times New Roman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 xml:space="preserve">Товары длительного пользования. </w:t>
      </w:r>
      <w:r w:rsidRPr="0052649B">
        <w:rPr>
          <w:rFonts w:ascii="Times New Roman" w:hAnsi="Times New Roman" w:cs="Times New Roman"/>
          <w:color w:val="231F20"/>
        </w:rPr>
        <w:t>Услуги. Коммунальные услуги.</w:t>
      </w:r>
    </w:p>
    <w:p w:rsidR="00871D52" w:rsidRPr="0052649B" w:rsidRDefault="00871D52">
      <w:pPr>
        <w:spacing w:before="45"/>
        <w:ind w:left="857"/>
        <w:rPr>
          <w:rFonts w:ascii="Times New Roman" w:hAnsi="Times New Roman" w:cs="Times New Roman"/>
          <w:i/>
        </w:rPr>
      </w:pPr>
      <w:r w:rsidRPr="0052649B">
        <w:rPr>
          <w:rFonts w:ascii="Times New Roman" w:hAnsi="Times New Roman" w:cs="Times New Roman"/>
          <w:i/>
          <w:color w:val="231F20"/>
        </w:rPr>
        <w:t>Компетенции:</w:t>
      </w:r>
    </w:p>
    <w:p w:rsidR="00871D52" w:rsidRPr="0052649B" w:rsidRDefault="00871D52">
      <w:pPr>
        <w:pStyle w:val="ListParagraph"/>
        <w:numPr>
          <w:ilvl w:val="0"/>
          <w:numId w:val="3"/>
        </w:numPr>
        <w:tabs>
          <w:tab w:val="left" w:pos="1011"/>
        </w:tabs>
        <w:ind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Объяснять</w:t>
      </w:r>
      <w:r w:rsidRPr="0052649B">
        <w:rPr>
          <w:rFonts w:ascii="Times New Roman" w:hAnsi="Times New Roman" w:cs="Times New Roman"/>
          <w:color w:val="231F20"/>
          <w:spacing w:val="-1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причины,</w:t>
      </w:r>
      <w:r w:rsidRPr="0052649B">
        <w:rPr>
          <w:rFonts w:ascii="Times New Roman" w:hAnsi="Times New Roman" w:cs="Times New Roman"/>
          <w:color w:val="231F20"/>
          <w:spacing w:val="-10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по</w:t>
      </w:r>
      <w:r w:rsidRPr="0052649B">
        <w:rPr>
          <w:rFonts w:ascii="Times New Roman" w:hAnsi="Times New Roman" w:cs="Times New Roman"/>
          <w:color w:val="231F20"/>
          <w:spacing w:val="-1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которым</w:t>
      </w:r>
      <w:r w:rsidRPr="0052649B">
        <w:rPr>
          <w:rFonts w:ascii="Times New Roman" w:hAnsi="Times New Roman" w:cs="Times New Roman"/>
          <w:color w:val="231F20"/>
          <w:spacing w:val="-10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люди</w:t>
      </w:r>
      <w:r w:rsidRPr="0052649B">
        <w:rPr>
          <w:rFonts w:ascii="Times New Roman" w:hAnsi="Times New Roman" w:cs="Times New Roman"/>
          <w:color w:val="231F20"/>
          <w:spacing w:val="-1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делают</w:t>
      </w:r>
      <w:r w:rsidRPr="0052649B">
        <w:rPr>
          <w:rFonts w:ascii="Times New Roman" w:hAnsi="Times New Roman" w:cs="Times New Roman"/>
          <w:color w:val="231F20"/>
          <w:spacing w:val="-10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покупки.</w:t>
      </w:r>
    </w:p>
    <w:p w:rsidR="00871D52" w:rsidRPr="0052649B" w:rsidRDefault="00871D52">
      <w:pPr>
        <w:pStyle w:val="ListParagraph"/>
        <w:numPr>
          <w:ilvl w:val="0"/>
          <w:numId w:val="3"/>
        </w:numPr>
        <w:tabs>
          <w:tab w:val="left" w:pos="1011"/>
        </w:tabs>
        <w:ind w:firstLine="567"/>
        <w:rPr>
          <w:rFonts w:ascii="Times New Roman" w:hAnsi="Times New Roman" w:cs="Times New Roman"/>
        </w:rPr>
      </w:pPr>
      <w:r w:rsidRPr="0052649B">
        <w:rPr>
          <w:rFonts w:ascii="Times New Roman" w:hAnsi="Times New Roman" w:cs="Times New Roman"/>
          <w:color w:val="231F20"/>
        </w:rPr>
        <w:t>Описывать направления расходов</w:t>
      </w:r>
      <w:r w:rsidRPr="0052649B">
        <w:rPr>
          <w:rFonts w:ascii="Times New Roman" w:hAnsi="Times New Roman" w:cs="Times New Roman"/>
          <w:color w:val="231F20"/>
          <w:spacing w:val="-33"/>
        </w:rPr>
        <w:t xml:space="preserve"> </w:t>
      </w:r>
      <w:r w:rsidRPr="0052649B">
        <w:rPr>
          <w:rFonts w:ascii="Times New Roman" w:hAnsi="Times New Roman" w:cs="Times New Roman"/>
          <w:color w:val="231F20"/>
        </w:rPr>
        <w:t>семьи.</w:t>
      </w:r>
    </w:p>
    <w:p w:rsidR="00871D52" w:rsidRPr="0052649B" w:rsidRDefault="00871D52">
      <w:pPr>
        <w:pStyle w:val="ListParagraph"/>
        <w:numPr>
          <w:ilvl w:val="0"/>
          <w:numId w:val="3"/>
        </w:numPr>
        <w:tabs>
          <w:tab w:val="left" w:pos="1011"/>
        </w:tabs>
        <w:ind w:firstLine="567"/>
        <w:rPr>
          <w:rFonts w:ascii="Times New Roman" w:hAnsi="Times New Roman" w:cs="Times New Roman"/>
        </w:rPr>
      </w:pPr>
      <w:r w:rsidRPr="0052649B">
        <w:rPr>
          <w:rFonts w:ascii="Times New Roman" w:hAnsi="Times New Roman" w:cs="Times New Roman"/>
          <w:color w:val="231F20"/>
        </w:rPr>
        <w:t>Классифицировать виды</w:t>
      </w:r>
      <w:r w:rsidRPr="0052649B">
        <w:rPr>
          <w:rFonts w:ascii="Times New Roman" w:hAnsi="Times New Roman" w:cs="Times New Roman"/>
          <w:color w:val="231F20"/>
          <w:spacing w:val="-21"/>
        </w:rPr>
        <w:t xml:space="preserve"> </w:t>
      </w:r>
      <w:r w:rsidRPr="0052649B">
        <w:rPr>
          <w:rFonts w:ascii="Times New Roman" w:hAnsi="Times New Roman" w:cs="Times New Roman"/>
          <w:color w:val="231F20"/>
        </w:rPr>
        <w:t>благ.</w:t>
      </w:r>
    </w:p>
    <w:p w:rsidR="00871D52" w:rsidRPr="0052649B" w:rsidRDefault="00871D52">
      <w:pPr>
        <w:pStyle w:val="ListParagraph"/>
        <w:numPr>
          <w:ilvl w:val="0"/>
          <w:numId w:val="3"/>
        </w:numPr>
        <w:tabs>
          <w:tab w:val="left" w:pos="1011"/>
        </w:tabs>
        <w:ind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Рассчитывать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расходы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семьи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на</w:t>
      </w:r>
      <w:r w:rsidRPr="0052649B">
        <w:rPr>
          <w:rFonts w:ascii="Times New Roman" w:hAnsi="Times New Roman" w:cs="Times New Roman"/>
          <w:color w:val="231F20"/>
          <w:spacing w:val="-1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условных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примерах.</w:t>
      </w:r>
    </w:p>
    <w:p w:rsidR="00871D52" w:rsidRPr="0052649B" w:rsidRDefault="00871D52">
      <w:pPr>
        <w:pStyle w:val="ListParagraph"/>
        <w:numPr>
          <w:ilvl w:val="0"/>
          <w:numId w:val="3"/>
        </w:numPr>
        <w:tabs>
          <w:tab w:val="left" w:pos="1011"/>
        </w:tabs>
        <w:ind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Сравнивать и оценивать виды</w:t>
      </w:r>
      <w:r w:rsidRPr="0052649B">
        <w:rPr>
          <w:rFonts w:ascii="Times New Roman" w:hAnsi="Times New Roman" w:cs="Times New Roman"/>
          <w:color w:val="231F20"/>
          <w:spacing w:val="-4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рекламы.</w:t>
      </w:r>
    </w:p>
    <w:p w:rsidR="00871D52" w:rsidRPr="0052649B" w:rsidRDefault="00871D52">
      <w:pPr>
        <w:pStyle w:val="ListParagraph"/>
        <w:numPr>
          <w:ilvl w:val="0"/>
          <w:numId w:val="3"/>
        </w:numPr>
        <w:tabs>
          <w:tab w:val="left" w:pos="1011"/>
        </w:tabs>
        <w:spacing w:line="283" w:lineRule="auto"/>
        <w:ind w:right="875"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Обсуждать воздействие рекла</w:t>
      </w:r>
      <w:r>
        <w:rPr>
          <w:rFonts w:ascii="Times New Roman" w:hAnsi="Times New Roman" w:cs="Times New Roman"/>
          <w:color w:val="231F20"/>
          <w:lang w:val="ru-RU"/>
        </w:rPr>
        <w:t>мы и промоакций на принятие ре</w:t>
      </w:r>
      <w:r w:rsidRPr="0052649B">
        <w:rPr>
          <w:rFonts w:ascii="Times New Roman" w:hAnsi="Times New Roman" w:cs="Times New Roman"/>
          <w:color w:val="231F20"/>
          <w:lang w:val="ru-RU"/>
        </w:rPr>
        <w:t>шений о</w:t>
      </w:r>
      <w:r w:rsidRPr="0052649B">
        <w:rPr>
          <w:rFonts w:ascii="Times New Roman" w:hAnsi="Times New Roman" w:cs="Times New Roman"/>
          <w:color w:val="231F20"/>
          <w:spacing w:val="-20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покупке.</w:t>
      </w:r>
    </w:p>
    <w:p w:rsidR="00871D52" w:rsidRPr="0052649B" w:rsidRDefault="00871D52">
      <w:pPr>
        <w:pStyle w:val="ListParagraph"/>
        <w:numPr>
          <w:ilvl w:val="0"/>
          <w:numId w:val="3"/>
        </w:numPr>
        <w:tabs>
          <w:tab w:val="left" w:pos="1011"/>
        </w:tabs>
        <w:spacing w:before="0" w:line="252" w:lineRule="exact"/>
        <w:ind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Рассчитывать</w:t>
      </w:r>
      <w:r w:rsidRPr="0052649B">
        <w:rPr>
          <w:rFonts w:ascii="Times New Roman" w:hAnsi="Times New Roman" w:cs="Times New Roman"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доли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расходов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на</w:t>
      </w:r>
      <w:r w:rsidRPr="0052649B">
        <w:rPr>
          <w:rFonts w:ascii="Times New Roman" w:hAnsi="Times New Roman" w:cs="Times New Roman"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разные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товары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</w:t>
      </w:r>
      <w:r w:rsidRPr="0052649B">
        <w:rPr>
          <w:rFonts w:ascii="Times New Roman" w:hAnsi="Times New Roman" w:cs="Times New Roman"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услуги.</w:t>
      </w:r>
    </w:p>
    <w:p w:rsidR="00871D52" w:rsidRPr="0052649B" w:rsidRDefault="00871D52">
      <w:pPr>
        <w:spacing w:line="252" w:lineRule="exact"/>
        <w:rPr>
          <w:rFonts w:ascii="Times New Roman" w:hAnsi="Times New Roman" w:cs="Times New Roman"/>
          <w:lang w:val="ru-RU"/>
        </w:rPr>
        <w:sectPr w:rsidR="00871D52" w:rsidRPr="0052649B" w:rsidSect="0052649B">
          <w:pgSz w:w="9640" w:h="13890"/>
          <w:pgMar w:top="1040" w:right="540" w:bottom="280" w:left="1134" w:header="0" w:footer="0" w:gutter="0"/>
          <w:cols w:space="720"/>
        </w:sectPr>
      </w:pPr>
    </w:p>
    <w:p w:rsidR="00871D52" w:rsidRPr="0052649B" w:rsidRDefault="00871D52" w:rsidP="0052649B">
      <w:pPr>
        <w:pStyle w:val="BodyText"/>
        <w:spacing w:before="0"/>
        <w:ind w:left="284"/>
        <w:rPr>
          <w:rFonts w:ascii="Times New Roman" w:hAnsi="Times New Roman" w:cs="Times New Roman"/>
          <w:i/>
          <w:lang w:val="ru-RU"/>
        </w:rPr>
      </w:pPr>
      <w:r w:rsidRPr="0052649B">
        <w:rPr>
          <w:rFonts w:ascii="Times New Roman" w:hAnsi="Times New Roman" w:cs="Times New Roman"/>
          <w:b/>
          <w:color w:val="231F20"/>
          <w:lang w:val="ru-RU"/>
        </w:rPr>
        <w:t xml:space="preserve">Занятие 5. </w:t>
      </w:r>
      <w:r w:rsidRPr="0052649B">
        <w:rPr>
          <w:rFonts w:ascii="Times New Roman" w:hAnsi="Times New Roman" w:cs="Times New Roman"/>
          <w:i/>
          <w:color w:val="231F20"/>
          <w:lang w:val="ru-RU"/>
        </w:rPr>
        <w:t>Семейный бюджет</w:t>
      </w:r>
    </w:p>
    <w:p w:rsidR="00871D52" w:rsidRPr="0052649B" w:rsidRDefault="00871D52" w:rsidP="0052649B">
      <w:pPr>
        <w:pStyle w:val="BodyText"/>
        <w:spacing w:line="283" w:lineRule="auto"/>
        <w:ind w:left="142" w:right="308" w:hanging="6"/>
        <w:jc w:val="both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Доходы</w:t>
      </w:r>
      <w:r w:rsidRPr="0052649B">
        <w:rPr>
          <w:rFonts w:ascii="Times New Roman" w:hAnsi="Times New Roman" w:cs="Times New Roman"/>
          <w:color w:val="231F20"/>
          <w:spacing w:val="-1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</w:t>
      </w:r>
      <w:r w:rsidRPr="0052649B">
        <w:rPr>
          <w:rFonts w:ascii="Times New Roman" w:hAnsi="Times New Roman" w:cs="Times New Roman"/>
          <w:color w:val="231F20"/>
          <w:spacing w:val="-1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расходы</w:t>
      </w:r>
      <w:r w:rsidRPr="0052649B">
        <w:rPr>
          <w:rFonts w:ascii="Times New Roman" w:hAnsi="Times New Roman" w:cs="Times New Roman"/>
          <w:color w:val="231F20"/>
          <w:spacing w:val="-1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следует</w:t>
      </w:r>
      <w:r w:rsidRPr="0052649B">
        <w:rPr>
          <w:rFonts w:ascii="Times New Roman" w:hAnsi="Times New Roman" w:cs="Times New Roman"/>
          <w:color w:val="231F20"/>
          <w:spacing w:val="-1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планировать.</w:t>
      </w:r>
      <w:r w:rsidRPr="0052649B">
        <w:rPr>
          <w:rFonts w:ascii="Times New Roman" w:hAnsi="Times New Roman" w:cs="Times New Roman"/>
          <w:color w:val="231F20"/>
          <w:spacing w:val="-1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План</w:t>
      </w:r>
      <w:r w:rsidRPr="0052649B">
        <w:rPr>
          <w:rFonts w:ascii="Times New Roman" w:hAnsi="Times New Roman" w:cs="Times New Roman"/>
          <w:color w:val="231F20"/>
          <w:spacing w:val="-1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доходов</w:t>
      </w:r>
      <w:r w:rsidRPr="0052649B">
        <w:rPr>
          <w:rFonts w:ascii="Times New Roman" w:hAnsi="Times New Roman" w:cs="Times New Roman"/>
          <w:color w:val="231F20"/>
          <w:spacing w:val="-1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</w:t>
      </w:r>
      <w:r w:rsidRPr="0052649B">
        <w:rPr>
          <w:rFonts w:ascii="Times New Roman" w:hAnsi="Times New Roman" w:cs="Times New Roman"/>
          <w:color w:val="231F20"/>
          <w:spacing w:val="-1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расходов называется</w:t>
      </w:r>
      <w:r w:rsidRPr="0052649B">
        <w:rPr>
          <w:rFonts w:ascii="Times New Roman" w:hAnsi="Times New Roman" w:cs="Times New Roman"/>
          <w:color w:val="231F20"/>
          <w:spacing w:val="-8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бюджетом.</w:t>
      </w:r>
      <w:r w:rsidRPr="0052649B">
        <w:rPr>
          <w:rFonts w:ascii="Times New Roman" w:hAnsi="Times New Roman" w:cs="Times New Roman"/>
          <w:color w:val="231F20"/>
          <w:spacing w:val="-8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Превышение</w:t>
      </w:r>
      <w:r w:rsidRPr="0052649B">
        <w:rPr>
          <w:rFonts w:ascii="Times New Roman" w:hAnsi="Times New Roman" w:cs="Times New Roman"/>
          <w:color w:val="231F20"/>
          <w:spacing w:val="-7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доходов</w:t>
      </w:r>
      <w:r w:rsidRPr="0052649B">
        <w:rPr>
          <w:rFonts w:ascii="Times New Roman" w:hAnsi="Times New Roman" w:cs="Times New Roman"/>
          <w:color w:val="231F20"/>
          <w:spacing w:val="-8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над</w:t>
      </w:r>
      <w:r w:rsidRPr="0052649B">
        <w:rPr>
          <w:rFonts w:ascii="Times New Roman" w:hAnsi="Times New Roman" w:cs="Times New Roman"/>
          <w:color w:val="231F20"/>
          <w:spacing w:val="-7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расходами</w:t>
      </w:r>
      <w:r w:rsidRPr="0052649B">
        <w:rPr>
          <w:rFonts w:ascii="Times New Roman" w:hAnsi="Times New Roman" w:cs="Times New Roman"/>
          <w:color w:val="231F20"/>
          <w:spacing w:val="-8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позволяет делать</w:t>
      </w:r>
      <w:r w:rsidRPr="0052649B">
        <w:rPr>
          <w:rFonts w:ascii="Times New Roman" w:hAnsi="Times New Roman" w:cs="Times New Roman"/>
          <w:color w:val="231F20"/>
          <w:spacing w:val="-2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сбережения.</w:t>
      </w:r>
      <w:r w:rsidRPr="0052649B">
        <w:rPr>
          <w:rFonts w:ascii="Times New Roman" w:hAnsi="Times New Roman" w:cs="Times New Roman"/>
          <w:color w:val="231F20"/>
          <w:spacing w:val="-2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Сбережения</w:t>
      </w:r>
      <w:r w:rsidRPr="0052649B">
        <w:rPr>
          <w:rFonts w:ascii="Times New Roman" w:hAnsi="Times New Roman" w:cs="Times New Roman"/>
          <w:color w:val="231F20"/>
          <w:spacing w:val="-2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обычно</w:t>
      </w:r>
      <w:r w:rsidRPr="0052649B">
        <w:rPr>
          <w:rFonts w:ascii="Times New Roman" w:hAnsi="Times New Roman" w:cs="Times New Roman"/>
          <w:color w:val="231F20"/>
          <w:spacing w:val="-2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хранятся</w:t>
      </w:r>
      <w:r w:rsidRPr="0052649B">
        <w:rPr>
          <w:rFonts w:ascii="Times New Roman" w:hAnsi="Times New Roman" w:cs="Times New Roman"/>
          <w:color w:val="231F20"/>
          <w:spacing w:val="-2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в</w:t>
      </w:r>
      <w:r w:rsidRPr="0052649B">
        <w:rPr>
          <w:rFonts w:ascii="Times New Roman" w:hAnsi="Times New Roman" w:cs="Times New Roman"/>
          <w:color w:val="231F20"/>
          <w:spacing w:val="-2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банке.</w:t>
      </w:r>
      <w:r w:rsidRPr="0052649B">
        <w:rPr>
          <w:rFonts w:ascii="Times New Roman" w:hAnsi="Times New Roman" w:cs="Times New Roman"/>
          <w:color w:val="231F20"/>
          <w:spacing w:val="-2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Превышение расходов над доходами сокращает сбережения или приводит к</w:t>
      </w:r>
      <w:r w:rsidRPr="0052649B">
        <w:rPr>
          <w:rFonts w:ascii="Times New Roman" w:hAnsi="Times New Roman" w:cs="Times New Roman"/>
          <w:color w:val="231F20"/>
          <w:spacing w:val="-8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lang w:val="ru-RU"/>
        </w:rPr>
        <w:t>образо</w:t>
      </w:r>
      <w:r w:rsidRPr="0052649B">
        <w:rPr>
          <w:rFonts w:ascii="Times New Roman" w:hAnsi="Times New Roman" w:cs="Times New Roman"/>
          <w:color w:val="231F20"/>
          <w:lang w:val="ru-RU"/>
        </w:rPr>
        <w:t>ванию</w:t>
      </w:r>
      <w:r w:rsidRPr="0052649B">
        <w:rPr>
          <w:rFonts w:ascii="Times New Roman" w:hAnsi="Times New Roman" w:cs="Times New Roman"/>
          <w:color w:val="231F20"/>
          <w:spacing w:val="-10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долгов.</w:t>
      </w:r>
    </w:p>
    <w:p w:rsidR="00871D52" w:rsidRPr="0052649B" w:rsidRDefault="00871D52" w:rsidP="0052649B">
      <w:pPr>
        <w:spacing w:line="250" w:lineRule="exact"/>
        <w:ind w:left="426"/>
        <w:rPr>
          <w:rFonts w:ascii="Times New Roman" w:hAnsi="Times New Roman" w:cs="Times New Roman"/>
          <w:i/>
          <w:lang w:val="ru-RU"/>
        </w:rPr>
      </w:pPr>
      <w:r w:rsidRPr="0052649B">
        <w:rPr>
          <w:rFonts w:ascii="Times New Roman" w:hAnsi="Times New Roman" w:cs="Times New Roman"/>
          <w:i/>
          <w:color w:val="231F20"/>
          <w:lang w:val="ru-RU"/>
        </w:rPr>
        <w:t>Основные понятия</w:t>
      </w:r>
    </w:p>
    <w:p w:rsidR="00871D52" w:rsidRPr="0052649B" w:rsidRDefault="00871D52" w:rsidP="0052649B">
      <w:pPr>
        <w:pStyle w:val="BodyText"/>
        <w:spacing w:line="283" w:lineRule="auto"/>
        <w:ind w:left="426" w:firstLine="566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 xml:space="preserve">Кредит. Проценты по кредиту. </w:t>
      </w:r>
      <w:r>
        <w:rPr>
          <w:rFonts w:ascii="Times New Roman" w:hAnsi="Times New Roman" w:cs="Times New Roman"/>
          <w:color w:val="231F20"/>
          <w:lang w:val="ru-RU"/>
        </w:rPr>
        <w:t>Долги. Сбережения. Вклады. Про</w:t>
      </w:r>
      <w:r w:rsidRPr="0052649B">
        <w:rPr>
          <w:rFonts w:ascii="Times New Roman" w:hAnsi="Times New Roman" w:cs="Times New Roman"/>
          <w:color w:val="231F20"/>
          <w:lang w:val="ru-RU"/>
        </w:rPr>
        <w:t>центы по вкладам.</w:t>
      </w:r>
    </w:p>
    <w:p w:rsidR="00871D52" w:rsidRPr="0052649B" w:rsidRDefault="00871D52" w:rsidP="0052649B">
      <w:pPr>
        <w:spacing w:line="252" w:lineRule="exact"/>
        <w:ind w:left="426"/>
        <w:rPr>
          <w:rFonts w:ascii="Times New Roman" w:hAnsi="Times New Roman" w:cs="Times New Roman"/>
          <w:i/>
        </w:rPr>
      </w:pPr>
      <w:r w:rsidRPr="0052649B">
        <w:rPr>
          <w:rFonts w:ascii="Times New Roman" w:hAnsi="Times New Roman" w:cs="Times New Roman"/>
          <w:i/>
          <w:color w:val="231F20"/>
        </w:rPr>
        <w:t>Компетенции:</w:t>
      </w:r>
    </w:p>
    <w:p w:rsidR="00871D52" w:rsidRPr="0052649B" w:rsidRDefault="00871D52" w:rsidP="0052649B">
      <w:pPr>
        <w:pStyle w:val="ListParagraph"/>
        <w:numPr>
          <w:ilvl w:val="1"/>
          <w:numId w:val="3"/>
        </w:numPr>
        <w:tabs>
          <w:tab w:val="left" w:pos="1578"/>
        </w:tabs>
        <w:ind w:left="426"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Составлять</w:t>
      </w:r>
      <w:r w:rsidRPr="0052649B">
        <w:rPr>
          <w:rFonts w:ascii="Times New Roman" w:hAnsi="Times New Roman" w:cs="Times New Roman"/>
          <w:color w:val="231F20"/>
          <w:spacing w:val="-3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семейный</w:t>
      </w:r>
      <w:r w:rsidRPr="0052649B">
        <w:rPr>
          <w:rFonts w:ascii="Times New Roman" w:hAnsi="Times New Roman" w:cs="Times New Roman"/>
          <w:color w:val="231F20"/>
          <w:spacing w:val="-3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бюджет</w:t>
      </w:r>
      <w:r w:rsidRPr="0052649B">
        <w:rPr>
          <w:rFonts w:ascii="Times New Roman" w:hAnsi="Times New Roman" w:cs="Times New Roman"/>
          <w:color w:val="231F20"/>
          <w:spacing w:val="-3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на</w:t>
      </w:r>
      <w:r w:rsidRPr="0052649B">
        <w:rPr>
          <w:rFonts w:ascii="Times New Roman" w:hAnsi="Times New Roman" w:cs="Times New Roman"/>
          <w:color w:val="231F20"/>
          <w:spacing w:val="-3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условных</w:t>
      </w:r>
      <w:r w:rsidRPr="0052649B">
        <w:rPr>
          <w:rFonts w:ascii="Times New Roman" w:hAnsi="Times New Roman" w:cs="Times New Roman"/>
          <w:color w:val="231F20"/>
          <w:spacing w:val="-3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примерах.</w:t>
      </w:r>
    </w:p>
    <w:p w:rsidR="00871D52" w:rsidRPr="0052649B" w:rsidRDefault="00871D52" w:rsidP="0052649B">
      <w:pPr>
        <w:pStyle w:val="ListParagraph"/>
        <w:numPr>
          <w:ilvl w:val="1"/>
          <w:numId w:val="3"/>
        </w:numPr>
        <w:tabs>
          <w:tab w:val="left" w:pos="1578"/>
        </w:tabs>
        <w:ind w:left="426"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Сравнивать</w:t>
      </w:r>
      <w:r w:rsidRPr="0052649B">
        <w:rPr>
          <w:rFonts w:ascii="Times New Roman" w:hAnsi="Times New Roman" w:cs="Times New Roman"/>
          <w:color w:val="231F20"/>
          <w:spacing w:val="-18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доходы</w:t>
      </w:r>
      <w:r w:rsidRPr="0052649B">
        <w:rPr>
          <w:rFonts w:ascii="Times New Roman" w:hAnsi="Times New Roman" w:cs="Times New Roman"/>
          <w:color w:val="231F20"/>
          <w:spacing w:val="-18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</w:t>
      </w:r>
      <w:r w:rsidRPr="0052649B">
        <w:rPr>
          <w:rFonts w:ascii="Times New Roman" w:hAnsi="Times New Roman" w:cs="Times New Roman"/>
          <w:color w:val="231F20"/>
          <w:spacing w:val="-18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расходы</w:t>
      </w:r>
      <w:r w:rsidRPr="0052649B">
        <w:rPr>
          <w:rFonts w:ascii="Times New Roman" w:hAnsi="Times New Roman" w:cs="Times New Roman"/>
          <w:color w:val="231F20"/>
          <w:spacing w:val="-17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</w:t>
      </w:r>
      <w:r w:rsidRPr="0052649B">
        <w:rPr>
          <w:rFonts w:ascii="Times New Roman" w:hAnsi="Times New Roman" w:cs="Times New Roman"/>
          <w:color w:val="231F20"/>
          <w:spacing w:val="-18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принимать</w:t>
      </w:r>
      <w:r w:rsidRPr="0052649B">
        <w:rPr>
          <w:rFonts w:ascii="Times New Roman" w:hAnsi="Times New Roman" w:cs="Times New Roman"/>
          <w:color w:val="231F20"/>
          <w:spacing w:val="-18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решения.</w:t>
      </w:r>
    </w:p>
    <w:p w:rsidR="00871D52" w:rsidRPr="0052649B" w:rsidRDefault="00871D52" w:rsidP="0052649B">
      <w:pPr>
        <w:pStyle w:val="ListParagraph"/>
        <w:numPr>
          <w:ilvl w:val="1"/>
          <w:numId w:val="3"/>
        </w:numPr>
        <w:tabs>
          <w:tab w:val="left" w:pos="1578"/>
        </w:tabs>
        <w:ind w:left="426"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Объяснять</w:t>
      </w:r>
      <w:r w:rsidRPr="0052649B">
        <w:rPr>
          <w:rFonts w:ascii="Times New Roman" w:hAnsi="Times New Roman" w:cs="Times New Roman"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причины,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по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которым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люди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делают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сбережения.</w:t>
      </w:r>
    </w:p>
    <w:p w:rsidR="00871D52" w:rsidRPr="0052649B" w:rsidRDefault="00871D52" w:rsidP="0052649B">
      <w:pPr>
        <w:pStyle w:val="ListParagraph"/>
        <w:numPr>
          <w:ilvl w:val="1"/>
          <w:numId w:val="3"/>
        </w:numPr>
        <w:tabs>
          <w:tab w:val="left" w:pos="1578"/>
        </w:tabs>
        <w:ind w:left="426" w:firstLine="567"/>
        <w:rPr>
          <w:rFonts w:ascii="Times New Roman" w:hAnsi="Times New Roman" w:cs="Times New Roman"/>
        </w:rPr>
      </w:pPr>
      <w:r w:rsidRPr="0052649B">
        <w:rPr>
          <w:rFonts w:ascii="Times New Roman" w:hAnsi="Times New Roman" w:cs="Times New Roman"/>
          <w:color w:val="231F20"/>
        </w:rPr>
        <w:t>Описывать формы</w:t>
      </w:r>
      <w:r w:rsidRPr="0052649B">
        <w:rPr>
          <w:rFonts w:ascii="Times New Roman" w:hAnsi="Times New Roman" w:cs="Times New Roman"/>
          <w:color w:val="231F20"/>
          <w:spacing w:val="-21"/>
        </w:rPr>
        <w:t xml:space="preserve"> </w:t>
      </w:r>
      <w:r w:rsidRPr="0052649B">
        <w:rPr>
          <w:rFonts w:ascii="Times New Roman" w:hAnsi="Times New Roman" w:cs="Times New Roman"/>
          <w:color w:val="231F20"/>
        </w:rPr>
        <w:t>сбережений.</w:t>
      </w:r>
    </w:p>
    <w:p w:rsidR="00871D52" w:rsidRPr="0052649B" w:rsidRDefault="00871D52" w:rsidP="0052649B">
      <w:pPr>
        <w:pStyle w:val="ListParagraph"/>
        <w:numPr>
          <w:ilvl w:val="1"/>
          <w:numId w:val="3"/>
        </w:numPr>
        <w:tabs>
          <w:tab w:val="left" w:pos="1578"/>
        </w:tabs>
        <w:ind w:left="426"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Описывать</w:t>
      </w:r>
      <w:r w:rsidRPr="0052649B">
        <w:rPr>
          <w:rFonts w:ascii="Times New Roman" w:hAnsi="Times New Roman" w:cs="Times New Roman"/>
          <w:color w:val="231F20"/>
          <w:spacing w:val="-1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последствия</w:t>
      </w:r>
      <w:r w:rsidRPr="0052649B">
        <w:rPr>
          <w:rFonts w:ascii="Times New Roman" w:hAnsi="Times New Roman" w:cs="Times New Roman"/>
          <w:color w:val="231F20"/>
          <w:spacing w:val="-1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превышения</w:t>
      </w:r>
      <w:r w:rsidRPr="0052649B">
        <w:rPr>
          <w:rFonts w:ascii="Times New Roman" w:hAnsi="Times New Roman" w:cs="Times New Roman"/>
          <w:color w:val="231F20"/>
          <w:spacing w:val="-1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расходов</w:t>
      </w:r>
      <w:r w:rsidRPr="0052649B">
        <w:rPr>
          <w:rFonts w:ascii="Times New Roman" w:hAnsi="Times New Roman" w:cs="Times New Roman"/>
          <w:color w:val="231F20"/>
          <w:spacing w:val="-1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над</w:t>
      </w:r>
      <w:r w:rsidRPr="0052649B">
        <w:rPr>
          <w:rFonts w:ascii="Times New Roman" w:hAnsi="Times New Roman" w:cs="Times New Roman"/>
          <w:color w:val="231F20"/>
          <w:spacing w:val="-1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доходами.</w:t>
      </w:r>
    </w:p>
    <w:p w:rsidR="00871D52" w:rsidRPr="0052649B" w:rsidRDefault="00871D52" w:rsidP="0052649B">
      <w:pPr>
        <w:pStyle w:val="ListParagraph"/>
        <w:numPr>
          <w:ilvl w:val="1"/>
          <w:numId w:val="3"/>
        </w:numPr>
        <w:tabs>
          <w:tab w:val="left" w:pos="1578"/>
        </w:tabs>
        <w:ind w:left="426"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Сравнивать потребительский и банковский</w:t>
      </w:r>
      <w:r w:rsidRPr="0052649B">
        <w:rPr>
          <w:rFonts w:ascii="Times New Roman" w:hAnsi="Times New Roman" w:cs="Times New Roman"/>
          <w:color w:val="231F20"/>
          <w:spacing w:val="-4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кредиты.</w:t>
      </w:r>
    </w:p>
    <w:p w:rsidR="00871D52" w:rsidRPr="0052649B" w:rsidRDefault="00871D52" w:rsidP="0052649B">
      <w:pPr>
        <w:pStyle w:val="ListParagraph"/>
        <w:numPr>
          <w:ilvl w:val="1"/>
          <w:numId w:val="3"/>
        </w:numPr>
        <w:tabs>
          <w:tab w:val="left" w:pos="1578"/>
        </w:tabs>
        <w:spacing w:line="283" w:lineRule="auto"/>
        <w:ind w:left="426" w:right="308"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Объяснять, при каких условиях можно одалживать и занимать деньги.</w:t>
      </w:r>
    </w:p>
    <w:p w:rsidR="00871D52" w:rsidRPr="0052649B" w:rsidRDefault="00871D52" w:rsidP="0052649B">
      <w:pPr>
        <w:pStyle w:val="BodyText"/>
        <w:spacing w:before="0"/>
        <w:ind w:left="426"/>
        <w:rPr>
          <w:rFonts w:ascii="Times New Roman" w:hAnsi="Times New Roman" w:cs="Times New Roman"/>
          <w:sz w:val="24"/>
          <w:lang w:val="ru-RU"/>
        </w:rPr>
      </w:pPr>
    </w:p>
    <w:p w:rsidR="00871D52" w:rsidRPr="0052649B" w:rsidRDefault="00871D52" w:rsidP="0052649B">
      <w:pPr>
        <w:pStyle w:val="BodyText"/>
        <w:spacing w:before="2"/>
        <w:ind w:left="426"/>
        <w:rPr>
          <w:rFonts w:ascii="Times New Roman" w:hAnsi="Times New Roman" w:cs="Times New Roman"/>
          <w:sz w:val="23"/>
          <w:lang w:val="ru-RU"/>
        </w:rPr>
      </w:pPr>
    </w:p>
    <w:p w:rsidR="00871D52" w:rsidRPr="0052649B" w:rsidRDefault="00871D52" w:rsidP="0052649B">
      <w:pPr>
        <w:spacing w:line="312" w:lineRule="auto"/>
        <w:ind w:left="426" w:right="742"/>
        <w:rPr>
          <w:rFonts w:ascii="Times New Roman" w:hAnsi="Times New Roman" w:cs="Times New Roman"/>
          <w:b/>
          <w:sz w:val="20"/>
          <w:lang w:val="ru-RU"/>
        </w:rPr>
      </w:pPr>
      <w:r w:rsidRPr="0052649B">
        <w:rPr>
          <w:rFonts w:ascii="Times New Roman" w:hAnsi="Times New Roman" w:cs="Times New Roman"/>
          <w:b/>
          <w:color w:val="231F20"/>
          <w:sz w:val="20"/>
          <w:lang w:val="ru-RU"/>
        </w:rPr>
        <w:t>РАЗДЕЛ</w:t>
      </w:r>
      <w:r w:rsidRPr="0052649B">
        <w:rPr>
          <w:rFonts w:ascii="Times New Roman" w:hAnsi="Times New Roman" w:cs="Times New Roman"/>
          <w:b/>
          <w:color w:val="231F20"/>
          <w:spacing w:val="-33"/>
          <w:sz w:val="20"/>
          <w:lang w:val="ru-RU"/>
        </w:rPr>
        <w:t xml:space="preserve"> </w:t>
      </w:r>
      <w:r w:rsidRPr="0052649B">
        <w:rPr>
          <w:rFonts w:ascii="Times New Roman" w:hAnsi="Times New Roman" w:cs="Times New Roman"/>
          <w:b/>
          <w:color w:val="231F20"/>
          <w:sz w:val="20"/>
          <w:lang w:val="ru-RU"/>
        </w:rPr>
        <w:t>2.</w:t>
      </w:r>
      <w:r w:rsidRPr="0052649B">
        <w:rPr>
          <w:rFonts w:ascii="Times New Roman" w:hAnsi="Times New Roman" w:cs="Times New Roman"/>
          <w:b/>
          <w:color w:val="231F20"/>
          <w:spacing w:val="-32"/>
          <w:sz w:val="20"/>
          <w:lang w:val="ru-RU"/>
        </w:rPr>
        <w:t xml:space="preserve"> </w:t>
      </w:r>
      <w:r w:rsidRPr="0052649B">
        <w:rPr>
          <w:rFonts w:ascii="Times New Roman" w:hAnsi="Times New Roman" w:cs="Times New Roman"/>
          <w:b/>
          <w:color w:val="231F20"/>
          <w:sz w:val="20"/>
          <w:lang w:val="ru-RU"/>
        </w:rPr>
        <w:t>РИСКИ</w:t>
      </w:r>
      <w:r w:rsidRPr="0052649B">
        <w:rPr>
          <w:rFonts w:ascii="Times New Roman" w:hAnsi="Times New Roman" w:cs="Times New Roman"/>
          <w:b/>
          <w:color w:val="231F20"/>
          <w:spacing w:val="-33"/>
          <w:sz w:val="20"/>
          <w:lang w:val="ru-RU"/>
        </w:rPr>
        <w:t xml:space="preserve"> </w:t>
      </w:r>
      <w:r w:rsidRPr="0052649B">
        <w:rPr>
          <w:rFonts w:ascii="Times New Roman" w:hAnsi="Times New Roman" w:cs="Times New Roman"/>
          <w:b/>
          <w:color w:val="231F20"/>
          <w:sz w:val="20"/>
          <w:lang w:val="ru-RU"/>
        </w:rPr>
        <w:t>ПОТЕРИ</w:t>
      </w:r>
      <w:r w:rsidRPr="0052649B">
        <w:rPr>
          <w:rFonts w:ascii="Times New Roman" w:hAnsi="Times New Roman" w:cs="Times New Roman"/>
          <w:b/>
          <w:color w:val="231F20"/>
          <w:spacing w:val="-32"/>
          <w:sz w:val="20"/>
          <w:lang w:val="ru-RU"/>
        </w:rPr>
        <w:t xml:space="preserve"> </w:t>
      </w:r>
      <w:r w:rsidRPr="0052649B">
        <w:rPr>
          <w:rFonts w:ascii="Times New Roman" w:hAnsi="Times New Roman" w:cs="Times New Roman"/>
          <w:b/>
          <w:color w:val="231F20"/>
          <w:sz w:val="20"/>
          <w:lang w:val="ru-RU"/>
        </w:rPr>
        <w:t>ДЕНЕГ</w:t>
      </w:r>
      <w:r w:rsidRPr="0052649B">
        <w:rPr>
          <w:rFonts w:ascii="Times New Roman" w:hAnsi="Times New Roman" w:cs="Times New Roman"/>
          <w:b/>
          <w:color w:val="231F20"/>
          <w:spacing w:val="-33"/>
          <w:sz w:val="20"/>
          <w:lang w:val="ru-RU"/>
        </w:rPr>
        <w:t xml:space="preserve"> </w:t>
      </w:r>
      <w:r w:rsidRPr="0052649B">
        <w:rPr>
          <w:rFonts w:ascii="Times New Roman" w:hAnsi="Times New Roman" w:cs="Times New Roman"/>
          <w:b/>
          <w:color w:val="231F20"/>
          <w:sz w:val="20"/>
          <w:lang w:val="ru-RU"/>
        </w:rPr>
        <w:t>И</w:t>
      </w:r>
      <w:r w:rsidRPr="0052649B">
        <w:rPr>
          <w:rFonts w:ascii="Times New Roman" w:hAnsi="Times New Roman" w:cs="Times New Roman"/>
          <w:b/>
          <w:color w:val="231F20"/>
          <w:spacing w:val="-32"/>
          <w:sz w:val="20"/>
          <w:lang w:val="ru-RU"/>
        </w:rPr>
        <w:t xml:space="preserve"> </w:t>
      </w:r>
      <w:r w:rsidRPr="0052649B">
        <w:rPr>
          <w:rFonts w:ascii="Times New Roman" w:hAnsi="Times New Roman" w:cs="Times New Roman"/>
          <w:b/>
          <w:color w:val="231F20"/>
          <w:sz w:val="20"/>
          <w:lang w:val="ru-RU"/>
        </w:rPr>
        <w:t>ИМУЩЕСТВА</w:t>
      </w:r>
      <w:r w:rsidRPr="0052649B">
        <w:rPr>
          <w:rFonts w:ascii="Times New Roman" w:hAnsi="Times New Roman" w:cs="Times New Roman"/>
          <w:b/>
          <w:color w:val="231F20"/>
          <w:spacing w:val="-32"/>
          <w:sz w:val="20"/>
          <w:lang w:val="ru-RU"/>
        </w:rPr>
        <w:t xml:space="preserve"> </w:t>
      </w:r>
      <w:r w:rsidRPr="0052649B">
        <w:rPr>
          <w:rFonts w:ascii="Times New Roman" w:hAnsi="Times New Roman" w:cs="Times New Roman"/>
          <w:b/>
          <w:color w:val="231F20"/>
          <w:sz w:val="20"/>
          <w:lang w:val="ru-RU"/>
        </w:rPr>
        <w:t>И</w:t>
      </w:r>
      <w:r w:rsidRPr="0052649B">
        <w:rPr>
          <w:rFonts w:ascii="Times New Roman" w:hAnsi="Times New Roman" w:cs="Times New Roman"/>
          <w:b/>
          <w:color w:val="231F20"/>
          <w:spacing w:val="-33"/>
          <w:sz w:val="20"/>
          <w:lang w:val="ru-RU"/>
        </w:rPr>
        <w:t xml:space="preserve"> </w:t>
      </w:r>
      <w:r w:rsidRPr="0052649B">
        <w:rPr>
          <w:rFonts w:ascii="Times New Roman" w:hAnsi="Times New Roman" w:cs="Times New Roman"/>
          <w:b/>
          <w:color w:val="231F20"/>
          <w:sz w:val="20"/>
          <w:lang w:val="ru-RU"/>
        </w:rPr>
        <w:t>КАК</w:t>
      </w:r>
      <w:r w:rsidRPr="0052649B">
        <w:rPr>
          <w:rFonts w:ascii="Times New Roman" w:hAnsi="Times New Roman" w:cs="Times New Roman"/>
          <w:b/>
          <w:color w:val="231F20"/>
          <w:spacing w:val="-32"/>
          <w:sz w:val="20"/>
          <w:lang w:val="ru-RU"/>
        </w:rPr>
        <w:t xml:space="preserve"> </w:t>
      </w:r>
      <w:r w:rsidRPr="0052649B">
        <w:rPr>
          <w:rFonts w:ascii="Times New Roman" w:hAnsi="Times New Roman" w:cs="Times New Roman"/>
          <w:b/>
          <w:color w:val="231F20"/>
          <w:sz w:val="20"/>
          <w:lang w:val="ru-RU"/>
        </w:rPr>
        <w:t>ЧЕЛОВЕК МОЖЕТ</w:t>
      </w:r>
      <w:r w:rsidRPr="0052649B">
        <w:rPr>
          <w:rFonts w:ascii="Times New Roman" w:hAnsi="Times New Roman" w:cs="Times New Roman"/>
          <w:b/>
          <w:color w:val="231F20"/>
          <w:spacing w:val="-10"/>
          <w:sz w:val="20"/>
          <w:lang w:val="ru-RU"/>
        </w:rPr>
        <w:t xml:space="preserve"> </w:t>
      </w:r>
      <w:r w:rsidRPr="0052649B">
        <w:rPr>
          <w:rFonts w:ascii="Times New Roman" w:hAnsi="Times New Roman" w:cs="Times New Roman"/>
          <w:b/>
          <w:color w:val="231F20"/>
          <w:sz w:val="20"/>
          <w:lang w:val="ru-RU"/>
        </w:rPr>
        <w:t>ОТ</w:t>
      </w:r>
      <w:r w:rsidRPr="0052649B">
        <w:rPr>
          <w:rFonts w:ascii="Times New Roman" w:hAnsi="Times New Roman" w:cs="Times New Roman"/>
          <w:b/>
          <w:color w:val="231F20"/>
          <w:spacing w:val="-10"/>
          <w:sz w:val="20"/>
          <w:lang w:val="ru-RU"/>
        </w:rPr>
        <w:t xml:space="preserve"> </w:t>
      </w:r>
      <w:r w:rsidRPr="0052649B">
        <w:rPr>
          <w:rFonts w:ascii="Times New Roman" w:hAnsi="Times New Roman" w:cs="Times New Roman"/>
          <w:b/>
          <w:color w:val="231F20"/>
          <w:sz w:val="20"/>
          <w:lang w:val="ru-RU"/>
        </w:rPr>
        <w:t>ЭТОГО</w:t>
      </w:r>
      <w:r w:rsidRPr="0052649B">
        <w:rPr>
          <w:rFonts w:ascii="Times New Roman" w:hAnsi="Times New Roman" w:cs="Times New Roman"/>
          <w:b/>
          <w:color w:val="231F20"/>
          <w:spacing w:val="-11"/>
          <w:sz w:val="20"/>
          <w:lang w:val="ru-RU"/>
        </w:rPr>
        <w:t xml:space="preserve"> </w:t>
      </w:r>
      <w:r w:rsidRPr="0052649B">
        <w:rPr>
          <w:rFonts w:ascii="Times New Roman" w:hAnsi="Times New Roman" w:cs="Times New Roman"/>
          <w:b/>
          <w:color w:val="231F20"/>
          <w:sz w:val="20"/>
          <w:lang w:val="ru-RU"/>
        </w:rPr>
        <w:t>ЗАЩИТИТЬСЯ</w:t>
      </w:r>
      <w:r w:rsidRPr="0052649B">
        <w:rPr>
          <w:rFonts w:ascii="Times New Roman" w:hAnsi="Times New Roman" w:cs="Times New Roman"/>
          <w:b/>
          <w:color w:val="231F20"/>
          <w:spacing w:val="-10"/>
          <w:sz w:val="20"/>
          <w:lang w:val="ru-RU"/>
        </w:rPr>
        <w:t xml:space="preserve"> </w:t>
      </w:r>
      <w:r w:rsidRPr="0052649B">
        <w:rPr>
          <w:rFonts w:ascii="Times New Roman" w:hAnsi="Times New Roman" w:cs="Times New Roman"/>
          <w:b/>
          <w:color w:val="231F20"/>
          <w:sz w:val="20"/>
          <w:lang w:val="ru-RU"/>
        </w:rPr>
        <w:t>(3</w:t>
      </w:r>
      <w:r w:rsidRPr="0052649B">
        <w:rPr>
          <w:rFonts w:ascii="Times New Roman" w:hAnsi="Times New Roman" w:cs="Times New Roman"/>
          <w:b/>
          <w:color w:val="231F20"/>
          <w:spacing w:val="-10"/>
          <w:sz w:val="20"/>
          <w:lang w:val="ru-RU"/>
        </w:rPr>
        <w:t xml:space="preserve"> </w:t>
      </w:r>
      <w:r w:rsidRPr="0052649B">
        <w:rPr>
          <w:rFonts w:ascii="Times New Roman" w:hAnsi="Times New Roman" w:cs="Times New Roman"/>
          <w:b/>
          <w:color w:val="231F20"/>
          <w:sz w:val="20"/>
          <w:lang w:val="ru-RU"/>
        </w:rPr>
        <w:t>ч)</w:t>
      </w:r>
    </w:p>
    <w:p w:rsidR="00871D52" w:rsidRPr="0052649B" w:rsidRDefault="00871D52" w:rsidP="0052649B">
      <w:pPr>
        <w:spacing w:before="48"/>
        <w:ind w:left="426"/>
        <w:rPr>
          <w:rFonts w:ascii="Times New Roman" w:hAnsi="Times New Roman" w:cs="Times New Roman"/>
          <w:i/>
          <w:lang w:val="ru-RU"/>
        </w:rPr>
      </w:pPr>
      <w:r w:rsidRPr="0052649B">
        <w:rPr>
          <w:rFonts w:ascii="Times New Roman" w:hAnsi="Times New Roman" w:cs="Times New Roman"/>
          <w:b/>
          <w:color w:val="231F20"/>
          <w:lang w:val="ru-RU"/>
        </w:rPr>
        <w:t xml:space="preserve">Занятие 6. </w:t>
      </w:r>
      <w:r w:rsidRPr="0052649B">
        <w:rPr>
          <w:rFonts w:ascii="Times New Roman" w:hAnsi="Times New Roman" w:cs="Times New Roman"/>
          <w:i/>
          <w:color w:val="231F20"/>
          <w:lang w:val="ru-RU"/>
        </w:rPr>
        <w:t>Особые жизненные ситуации и как с ними справиться</w:t>
      </w:r>
    </w:p>
    <w:p w:rsidR="00871D52" w:rsidRPr="0052649B" w:rsidRDefault="00871D52" w:rsidP="0052649B">
      <w:pPr>
        <w:pStyle w:val="BodyText"/>
        <w:spacing w:line="283" w:lineRule="auto"/>
        <w:ind w:left="426" w:right="308" w:firstLine="566"/>
        <w:jc w:val="both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Экономические последствия непредвиденных событий:</w:t>
      </w:r>
      <w:r w:rsidRPr="0052649B">
        <w:rPr>
          <w:rFonts w:ascii="Times New Roman" w:hAnsi="Times New Roman" w:cs="Times New Roman"/>
          <w:color w:val="231F20"/>
          <w:spacing w:val="-1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болезней, аварий, природных катаклизмов. Рас</w:t>
      </w:r>
      <w:r>
        <w:rPr>
          <w:rFonts w:ascii="Times New Roman" w:hAnsi="Times New Roman" w:cs="Times New Roman"/>
          <w:color w:val="231F20"/>
          <w:lang w:val="ru-RU"/>
        </w:rPr>
        <w:t>ходы, связанные с рождением де</w:t>
      </w:r>
      <w:r w:rsidRPr="0052649B">
        <w:rPr>
          <w:rFonts w:ascii="Times New Roman" w:hAnsi="Times New Roman" w:cs="Times New Roman"/>
          <w:color w:val="231F20"/>
          <w:lang w:val="ru-RU"/>
        </w:rPr>
        <w:t>тей. Страхование имущества, здоровья, жизни. Принципы работы</w:t>
      </w:r>
      <w:r w:rsidRPr="0052649B">
        <w:rPr>
          <w:rFonts w:ascii="Times New Roman" w:hAnsi="Times New Roman" w:cs="Times New Roman"/>
          <w:color w:val="231F20"/>
          <w:spacing w:val="-2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страховой</w:t>
      </w:r>
      <w:r w:rsidRPr="0052649B">
        <w:rPr>
          <w:rFonts w:ascii="Times New Roman" w:hAnsi="Times New Roman" w:cs="Times New Roman"/>
          <w:color w:val="231F20"/>
          <w:spacing w:val="-10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компании.</w:t>
      </w:r>
    </w:p>
    <w:p w:rsidR="00871D52" w:rsidRPr="0052649B" w:rsidRDefault="00871D52" w:rsidP="0052649B">
      <w:pPr>
        <w:spacing w:line="251" w:lineRule="exact"/>
        <w:ind w:left="426"/>
        <w:rPr>
          <w:rFonts w:ascii="Times New Roman" w:hAnsi="Times New Roman" w:cs="Times New Roman"/>
          <w:i/>
          <w:lang w:val="ru-RU"/>
        </w:rPr>
      </w:pPr>
      <w:r w:rsidRPr="0052649B">
        <w:rPr>
          <w:rFonts w:ascii="Times New Roman" w:hAnsi="Times New Roman" w:cs="Times New Roman"/>
          <w:i/>
          <w:color w:val="231F20"/>
          <w:lang w:val="ru-RU"/>
        </w:rPr>
        <w:t>Основные понятия</w:t>
      </w:r>
    </w:p>
    <w:p w:rsidR="00871D52" w:rsidRPr="0052649B" w:rsidRDefault="00871D52" w:rsidP="0052649B">
      <w:pPr>
        <w:pStyle w:val="BodyText"/>
        <w:ind w:left="426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Аварии. Болезни. Несчастные случаи. Катастрофы. Страхование.</w:t>
      </w:r>
    </w:p>
    <w:p w:rsidR="00871D52" w:rsidRPr="0052649B" w:rsidRDefault="00871D52" w:rsidP="0052649B">
      <w:pPr>
        <w:pStyle w:val="BodyText"/>
        <w:ind w:left="426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Страховая компания. Страховой полис.</w:t>
      </w:r>
    </w:p>
    <w:p w:rsidR="00871D52" w:rsidRPr="0052649B" w:rsidRDefault="00871D52" w:rsidP="0052649B">
      <w:pPr>
        <w:spacing w:before="45"/>
        <w:ind w:left="426"/>
        <w:rPr>
          <w:rFonts w:ascii="Times New Roman" w:hAnsi="Times New Roman" w:cs="Times New Roman"/>
          <w:i/>
        </w:rPr>
      </w:pPr>
      <w:r w:rsidRPr="0052649B">
        <w:rPr>
          <w:rFonts w:ascii="Times New Roman" w:hAnsi="Times New Roman" w:cs="Times New Roman"/>
          <w:i/>
          <w:color w:val="231F20"/>
        </w:rPr>
        <w:t>Компетенции:</w:t>
      </w:r>
    </w:p>
    <w:p w:rsidR="00871D52" w:rsidRPr="0052649B" w:rsidRDefault="00871D52" w:rsidP="0052649B">
      <w:pPr>
        <w:pStyle w:val="ListParagraph"/>
        <w:numPr>
          <w:ilvl w:val="1"/>
          <w:numId w:val="3"/>
        </w:numPr>
        <w:tabs>
          <w:tab w:val="left" w:pos="1578"/>
        </w:tabs>
        <w:spacing w:before="27" w:line="266" w:lineRule="auto"/>
        <w:ind w:left="426" w:right="307" w:firstLine="567"/>
        <w:jc w:val="both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Описывать</w:t>
      </w:r>
      <w:r w:rsidRPr="0052649B">
        <w:rPr>
          <w:rFonts w:ascii="Times New Roman" w:hAnsi="Times New Roman" w:cs="Times New Roman"/>
          <w:color w:val="231F20"/>
          <w:spacing w:val="-18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события,</w:t>
      </w:r>
      <w:r w:rsidRPr="0052649B">
        <w:rPr>
          <w:rFonts w:ascii="Times New Roman" w:hAnsi="Times New Roman" w:cs="Times New Roman"/>
          <w:color w:val="231F20"/>
          <w:spacing w:val="-18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существенно</w:t>
      </w:r>
      <w:r w:rsidRPr="0052649B">
        <w:rPr>
          <w:rFonts w:ascii="Times New Roman" w:hAnsi="Times New Roman" w:cs="Times New Roman"/>
          <w:color w:val="231F20"/>
          <w:spacing w:val="-18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влияющие</w:t>
      </w:r>
      <w:r w:rsidRPr="0052649B">
        <w:rPr>
          <w:rFonts w:ascii="Times New Roman" w:hAnsi="Times New Roman" w:cs="Times New Roman"/>
          <w:color w:val="231F20"/>
          <w:spacing w:val="-17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на</w:t>
      </w:r>
      <w:r w:rsidRPr="0052649B">
        <w:rPr>
          <w:rFonts w:ascii="Times New Roman" w:hAnsi="Times New Roman" w:cs="Times New Roman"/>
          <w:color w:val="231F20"/>
          <w:spacing w:val="-18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жизнь</w:t>
      </w:r>
      <w:r w:rsidRPr="0052649B">
        <w:rPr>
          <w:rFonts w:ascii="Times New Roman" w:hAnsi="Times New Roman" w:cs="Times New Roman"/>
          <w:color w:val="231F20"/>
          <w:spacing w:val="-18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семьи</w:t>
      </w:r>
      <w:r w:rsidRPr="0052649B">
        <w:rPr>
          <w:rFonts w:ascii="Times New Roman" w:hAnsi="Times New Roman" w:cs="Times New Roman"/>
          <w:color w:val="231F20"/>
          <w:spacing w:val="-18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lang w:val="ru-RU"/>
        </w:rPr>
        <w:t>(ро</w:t>
      </w:r>
      <w:r w:rsidRPr="0052649B">
        <w:rPr>
          <w:rFonts w:ascii="Times New Roman" w:hAnsi="Times New Roman" w:cs="Times New Roman"/>
          <w:color w:val="231F20"/>
          <w:lang w:val="ru-RU"/>
        </w:rPr>
        <w:t>ждение ребёнка, внезапная смерть кормильца, форс-мажорные случаи и т.</w:t>
      </w:r>
      <w:r w:rsidRPr="0052649B">
        <w:rPr>
          <w:rFonts w:ascii="Times New Roman" w:hAnsi="Times New Roman" w:cs="Times New Roman"/>
          <w:color w:val="231F20"/>
          <w:spacing w:val="-1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п.).</w:t>
      </w:r>
    </w:p>
    <w:p w:rsidR="00871D52" w:rsidRPr="0052649B" w:rsidRDefault="00871D52" w:rsidP="0052649B">
      <w:pPr>
        <w:pStyle w:val="ListParagraph"/>
        <w:numPr>
          <w:ilvl w:val="1"/>
          <w:numId w:val="3"/>
        </w:numPr>
        <w:tabs>
          <w:tab w:val="left" w:pos="1578"/>
        </w:tabs>
        <w:spacing w:before="15"/>
        <w:ind w:left="426"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Определять</w:t>
      </w:r>
      <w:r w:rsidRPr="0052649B">
        <w:rPr>
          <w:rFonts w:ascii="Times New Roman" w:hAnsi="Times New Roman" w:cs="Times New Roman"/>
          <w:color w:val="231F20"/>
          <w:spacing w:val="-1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последствия</w:t>
      </w:r>
      <w:r w:rsidRPr="0052649B">
        <w:rPr>
          <w:rFonts w:ascii="Times New Roman" w:hAnsi="Times New Roman" w:cs="Times New Roman"/>
          <w:color w:val="231F20"/>
          <w:spacing w:val="-17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таких</w:t>
      </w:r>
      <w:r w:rsidRPr="0052649B">
        <w:rPr>
          <w:rFonts w:ascii="Times New Roman" w:hAnsi="Times New Roman" w:cs="Times New Roman"/>
          <w:color w:val="231F20"/>
          <w:spacing w:val="-1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событий</w:t>
      </w:r>
      <w:r w:rsidRPr="0052649B">
        <w:rPr>
          <w:rFonts w:ascii="Times New Roman" w:hAnsi="Times New Roman" w:cs="Times New Roman"/>
          <w:color w:val="231F20"/>
          <w:spacing w:val="-1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для</w:t>
      </w:r>
      <w:r w:rsidRPr="0052649B">
        <w:rPr>
          <w:rFonts w:ascii="Times New Roman" w:hAnsi="Times New Roman" w:cs="Times New Roman"/>
          <w:color w:val="231F20"/>
          <w:spacing w:val="-1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бюджета</w:t>
      </w:r>
      <w:r w:rsidRPr="0052649B">
        <w:rPr>
          <w:rFonts w:ascii="Times New Roman" w:hAnsi="Times New Roman" w:cs="Times New Roman"/>
          <w:color w:val="231F20"/>
          <w:spacing w:val="-1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семьи.</w:t>
      </w:r>
    </w:p>
    <w:p w:rsidR="00871D52" w:rsidRPr="0052649B" w:rsidRDefault="00871D52" w:rsidP="0052649B">
      <w:pPr>
        <w:pStyle w:val="ListParagraph"/>
        <w:numPr>
          <w:ilvl w:val="1"/>
          <w:numId w:val="3"/>
        </w:numPr>
        <w:tabs>
          <w:tab w:val="left" w:pos="1578"/>
        </w:tabs>
        <w:ind w:left="426"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Различать</w:t>
      </w:r>
      <w:r w:rsidRPr="0052649B">
        <w:rPr>
          <w:rFonts w:ascii="Times New Roman" w:hAnsi="Times New Roman" w:cs="Times New Roman"/>
          <w:color w:val="231F20"/>
          <w:spacing w:val="-1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обязательное</w:t>
      </w:r>
      <w:r w:rsidRPr="0052649B">
        <w:rPr>
          <w:rFonts w:ascii="Times New Roman" w:hAnsi="Times New Roman" w:cs="Times New Roman"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</w:t>
      </w:r>
      <w:r w:rsidRPr="0052649B">
        <w:rPr>
          <w:rFonts w:ascii="Times New Roman" w:hAnsi="Times New Roman" w:cs="Times New Roman"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добровольное</w:t>
      </w:r>
      <w:r w:rsidRPr="0052649B">
        <w:rPr>
          <w:rFonts w:ascii="Times New Roman" w:hAnsi="Times New Roman" w:cs="Times New Roman"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страхование.</w:t>
      </w:r>
    </w:p>
    <w:p w:rsidR="00871D52" w:rsidRPr="0052649B" w:rsidRDefault="00871D52">
      <w:pPr>
        <w:rPr>
          <w:rFonts w:ascii="Times New Roman" w:hAnsi="Times New Roman" w:cs="Times New Roman"/>
          <w:lang w:val="ru-RU"/>
        </w:rPr>
        <w:sectPr w:rsidR="00871D52" w:rsidRPr="0052649B" w:rsidSect="0052649B">
          <w:pgSz w:w="9640" w:h="13890"/>
          <w:pgMar w:top="1040" w:right="540" w:bottom="280" w:left="993" w:header="0" w:footer="0" w:gutter="0"/>
          <w:cols w:space="720"/>
        </w:sectPr>
      </w:pPr>
    </w:p>
    <w:p w:rsidR="00871D52" w:rsidRPr="0052649B" w:rsidRDefault="00871D52">
      <w:pPr>
        <w:pStyle w:val="ListParagraph"/>
        <w:numPr>
          <w:ilvl w:val="0"/>
          <w:numId w:val="3"/>
        </w:numPr>
        <w:tabs>
          <w:tab w:val="left" w:pos="1011"/>
        </w:tabs>
        <w:spacing w:before="87"/>
        <w:ind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Объяснять,</w:t>
      </w:r>
      <w:r w:rsidRPr="0052649B">
        <w:rPr>
          <w:rFonts w:ascii="Times New Roman" w:hAnsi="Times New Roman" w:cs="Times New Roman"/>
          <w:color w:val="231F20"/>
          <w:spacing w:val="-1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почему</w:t>
      </w:r>
      <w:r w:rsidRPr="0052649B">
        <w:rPr>
          <w:rFonts w:ascii="Times New Roman" w:hAnsi="Times New Roman" w:cs="Times New Roman"/>
          <w:color w:val="231F20"/>
          <w:spacing w:val="-1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существует</w:t>
      </w:r>
      <w:r w:rsidRPr="0052649B">
        <w:rPr>
          <w:rFonts w:ascii="Times New Roman" w:hAnsi="Times New Roman" w:cs="Times New Roman"/>
          <w:color w:val="231F20"/>
          <w:spacing w:val="-1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обязательное</w:t>
      </w:r>
      <w:r w:rsidRPr="0052649B">
        <w:rPr>
          <w:rFonts w:ascii="Times New Roman" w:hAnsi="Times New Roman" w:cs="Times New Roman"/>
          <w:color w:val="231F20"/>
          <w:spacing w:val="-1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страхование.</w:t>
      </w:r>
    </w:p>
    <w:p w:rsidR="00871D52" w:rsidRPr="0052649B" w:rsidRDefault="00871D52">
      <w:pPr>
        <w:pStyle w:val="ListParagraph"/>
        <w:numPr>
          <w:ilvl w:val="0"/>
          <w:numId w:val="3"/>
        </w:numPr>
        <w:tabs>
          <w:tab w:val="left" w:pos="1011"/>
        </w:tabs>
        <w:ind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Объяснять, почему государство платит заболевшему</w:t>
      </w:r>
      <w:r w:rsidRPr="0052649B">
        <w:rPr>
          <w:rFonts w:ascii="Times New Roman" w:hAnsi="Times New Roman" w:cs="Times New Roman"/>
          <w:color w:val="231F20"/>
          <w:spacing w:val="-4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человеку.</w:t>
      </w:r>
    </w:p>
    <w:p w:rsidR="00871D52" w:rsidRPr="0052649B" w:rsidRDefault="00871D52">
      <w:pPr>
        <w:pStyle w:val="ListParagraph"/>
        <w:numPr>
          <w:ilvl w:val="0"/>
          <w:numId w:val="3"/>
        </w:numPr>
        <w:tabs>
          <w:tab w:val="left" w:pos="1011"/>
        </w:tabs>
        <w:ind w:firstLine="567"/>
        <w:rPr>
          <w:rFonts w:ascii="Times New Roman" w:hAnsi="Times New Roman" w:cs="Times New Roman"/>
        </w:rPr>
      </w:pPr>
      <w:r w:rsidRPr="0052649B">
        <w:rPr>
          <w:rFonts w:ascii="Times New Roman" w:hAnsi="Times New Roman" w:cs="Times New Roman"/>
          <w:color w:val="231F20"/>
        </w:rPr>
        <w:t>Сравнивать различные виды</w:t>
      </w:r>
      <w:r w:rsidRPr="0052649B">
        <w:rPr>
          <w:rFonts w:ascii="Times New Roman" w:hAnsi="Times New Roman" w:cs="Times New Roman"/>
          <w:color w:val="231F20"/>
          <w:spacing w:val="-35"/>
        </w:rPr>
        <w:t xml:space="preserve"> </w:t>
      </w:r>
      <w:r w:rsidRPr="0052649B">
        <w:rPr>
          <w:rFonts w:ascii="Times New Roman" w:hAnsi="Times New Roman" w:cs="Times New Roman"/>
          <w:color w:val="231F20"/>
        </w:rPr>
        <w:t>страхования.</w:t>
      </w:r>
    </w:p>
    <w:p w:rsidR="00871D52" w:rsidRPr="0052649B" w:rsidRDefault="00871D52">
      <w:pPr>
        <w:pStyle w:val="BodyText"/>
        <w:spacing w:before="9"/>
        <w:rPr>
          <w:rFonts w:ascii="Times New Roman" w:hAnsi="Times New Roman" w:cs="Times New Roman"/>
          <w:sz w:val="29"/>
        </w:rPr>
      </w:pPr>
    </w:p>
    <w:p w:rsidR="00871D52" w:rsidRPr="0052649B" w:rsidRDefault="00871D52">
      <w:pPr>
        <w:spacing w:line="283" w:lineRule="auto"/>
        <w:ind w:left="290" w:right="858" w:firstLine="566"/>
        <w:rPr>
          <w:rFonts w:ascii="Times New Roman" w:hAnsi="Times New Roman" w:cs="Times New Roman"/>
          <w:i/>
          <w:lang w:val="ru-RU"/>
        </w:rPr>
      </w:pPr>
      <w:r w:rsidRPr="0052649B">
        <w:rPr>
          <w:rFonts w:ascii="Times New Roman" w:hAnsi="Times New Roman" w:cs="Times New Roman"/>
          <w:b/>
          <w:color w:val="231F20"/>
          <w:lang w:val="ru-RU"/>
        </w:rPr>
        <w:t>Занятия</w:t>
      </w:r>
      <w:r w:rsidRPr="0052649B">
        <w:rPr>
          <w:rFonts w:ascii="Times New Roman" w:hAnsi="Times New Roman" w:cs="Times New Roman"/>
          <w:b/>
          <w:color w:val="231F20"/>
          <w:spacing w:val="-41"/>
          <w:lang w:val="ru-RU"/>
        </w:rPr>
        <w:t xml:space="preserve"> </w:t>
      </w:r>
      <w:r w:rsidRPr="0052649B">
        <w:rPr>
          <w:rFonts w:ascii="Times New Roman" w:hAnsi="Times New Roman" w:cs="Times New Roman"/>
          <w:b/>
          <w:color w:val="231F20"/>
          <w:lang w:val="ru-RU"/>
        </w:rPr>
        <w:t>7–8.</w:t>
      </w:r>
      <w:r w:rsidRPr="0052649B">
        <w:rPr>
          <w:rFonts w:ascii="Times New Roman" w:hAnsi="Times New Roman" w:cs="Times New Roman"/>
          <w:b/>
          <w:color w:val="231F20"/>
          <w:spacing w:val="-41"/>
          <w:lang w:val="ru-RU"/>
        </w:rPr>
        <w:t xml:space="preserve"> </w:t>
      </w:r>
      <w:r w:rsidRPr="0052649B">
        <w:rPr>
          <w:rFonts w:ascii="Times New Roman" w:hAnsi="Times New Roman" w:cs="Times New Roman"/>
          <w:i/>
          <w:color w:val="231F20"/>
          <w:lang w:val="ru-RU"/>
        </w:rPr>
        <w:t>Итоговая</w:t>
      </w:r>
      <w:r w:rsidRPr="0052649B">
        <w:rPr>
          <w:rFonts w:ascii="Times New Roman" w:hAnsi="Times New Roman" w:cs="Times New Roman"/>
          <w:i/>
          <w:color w:val="231F20"/>
          <w:spacing w:val="-41"/>
          <w:lang w:val="ru-RU"/>
        </w:rPr>
        <w:t xml:space="preserve"> </w:t>
      </w:r>
      <w:r w:rsidRPr="0052649B">
        <w:rPr>
          <w:rFonts w:ascii="Times New Roman" w:hAnsi="Times New Roman" w:cs="Times New Roman"/>
          <w:i/>
          <w:color w:val="231F20"/>
          <w:lang w:val="ru-RU"/>
        </w:rPr>
        <w:t>работа</w:t>
      </w:r>
      <w:r w:rsidRPr="0052649B">
        <w:rPr>
          <w:rFonts w:ascii="Times New Roman" w:hAnsi="Times New Roman" w:cs="Times New Roman"/>
          <w:i/>
          <w:color w:val="231F20"/>
          <w:spacing w:val="-41"/>
          <w:lang w:val="ru-RU"/>
        </w:rPr>
        <w:t xml:space="preserve"> </w:t>
      </w:r>
      <w:r w:rsidRPr="0052649B">
        <w:rPr>
          <w:rFonts w:ascii="Times New Roman" w:hAnsi="Times New Roman" w:cs="Times New Roman"/>
          <w:i/>
          <w:color w:val="231F20"/>
          <w:lang w:val="ru-RU"/>
        </w:rPr>
        <w:t>по</w:t>
      </w:r>
      <w:r w:rsidRPr="0052649B">
        <w:rPr>
          <w:rFonts w:ascii="Times New Roman" w:hAnsi="Times New Roman" w:cs="Times New Roman"/>
          <w:i/>
          <w:color w:val="231F20"/>
          <w:spacing w:val="-41"/>
          <w:lang w:val="ru-RU"/>
        </w:rPr>
        <w:t xml:space="preserve"> </w:t>
      </w:r>
      <w:r w:rsidRPr="0052649B">
        <w:rPr>
          <w:rFonts w:ascii="Times New Roman" w:hAnsi="Times New Roman" w:cs="Times New Roman"/>
          <w:i/>
          <w:color w:val="231F20"/>
          <w:lang w:val="ru-RU"/>
        </w:rPr>
        <w:t>разделам</w:t>
      </w:r>
      <w:r w:rsidRPr="0052649B">
        <w:rPr>
          <w:rFonts w:ascii="Times New Roman" w:hAnsi="Times New Roman" w:cs="Times New Roman"/>
          <w:i/>
          <w:color w:val="231F20"/>
          <w:spacing w:val="-41"/>
          <w:lang w:val="ru-RU"/>
        </w:rPr>
        <w:t xml:space="preserve"> </w:t>
      </w:r>
      <w:r w:rsidRPr="0052649B">
        <w:rPr>
          <w:rFonts w:ascii="Times New Roman" w:hAnsi="Times New Roman" w:cs="Times New Roman"/>
          <w:i/>
          <w:color w:val="231F20"/>
          <w:lang w:val="ru-RU"/>
        </w:rPr>
        <w:t>1–2:</w:t>
      </w:r>
      <w:r w:rsidRPr="0052649B">
        <w:rPr>
          <w:rFonts w:ascii="Times New Roman" w:hAnsi="Times New Roman" w:cs="Times New Roman"/>
          <w:i/>
          <w:color w:val="231F20"/>
          <w:spacing w:val="-41"/>
          <w:lang w:val="ru-RU"/>
        </w:rPr>
        <w:t xml:space="preserve"> </w:t>
      </w:r>
      <w:r w:rsidRPr="0052649B">
        <w:rPr>
          <w:rFonts w:ascii="Times New Roman" w:hAnsi="Times New Roman" w:cs="Times New Roman"/>
          <w:i/>
          <w:color w:val="231F20"/>
          <w:lang w:val="ru-RU"/>
        </w:rPr>
        <w:t>ролевая</w:t>
      </w:r>
      <w:r w:rsidRPr="0052649B">
        <w:rPr>
          <w:rFonts w:ascii="Times New Roman" w:hAnsi="Times New Roman" w:cs="Times New Roman"/>
          <w:i/>
          <w:color w:val="231F20"/>
          <w:spacing w:val="-41"/>
          <w:lang w:val="ru-RU"/>
        </w:rPr>
        <w:t xml:space="preserve"> </w:t>
      </w:r>
      <w:r w:rsidRPr="0052649B">
        <w:rPr>
          <w:rFonts w:ascii="Times New Roman" w:hAnsi="Times New Roman" w:cs="Times New Roman"/>
          <w:i/>
          <w:color w:val="231F20"/>
          <w:lang w:val="ru-RU"/>
        </w:rPr>
        <w:t>игра</w:t>
      </w:r>
      <w:r w:rsidRPr="0052649B">
        <w:rPr>
          <w:rFonts w:ascii="Times New Roman" w:hAnsi="Times New Roman" w:cs="Times New Roman"/>
          <w:i/>
          <w:color w:val="231F20"/>
          <w:spacing w:val="-41"/>
          <w:lang w:val="ru-RU"/>
        </w:rPr>
        <w:t xml:space="preserve"> </w:t>
      </w:r>
      <w:r>
        <w:rPr>
          <w:rFonts w:ascii="Times New Roman" w:hAnsi="Times New Roman" w:cs="Times New Roman"/>
          <w:i/>
          <w:color w:val="231F20"/>
          <w:lang w:val="ru-RU"/>
        </w:rPr>
        <w:t>«Се</w:t>
      </w:r>
      <w:r w:rsidRPr="0052649B">
        <w:rPr>
          <w:rFonts w:ascii="Times New Roman" w:hAnsi="Times New Roman" w:cs="Times New Roman"/>
          <w:i/>
          <w:color w:val="231F20"/>
          <w:lang w:val="ru-RU"/>
        </w:rPr>
        <w:t>мейный</w:t>
      </w:r>
      <w:r w:rsidRPr="0052649B">
        <w:rPr>
          <w:rFonts w:ascii="Times New Roman" w:hAnsi="Times New Roman" w:cs="Times New Roman"/>
          <w:i/>
          <w:color w:val="231F20"/>
          <w:spacing w:val="-11"/>
          <w:lang w:val="ru-RU"/>
        </w:rPr>
        <w:t xml:space="preserve"> </w:t>
      </w:r>
      <w:r w:rsidRPr="0052649B">
        <w:rPr>
          <w:rFonts w:ascii="Times New Roman" w:hAnsi="Times New Roman" w:cs="Times New Roman"/>
          <w:i/>
          <w:color w:val="231F20"/>
          <w:lang w:val="ru-RU"/>
        </w:rPr>
        <w:t>бюджет».</w:t>
      </w:r>
    </w:p>
    <w:p w:rsidR="00871D52" w:rsidRPr="0052649B" w:rsidRDefault="00871D52">
      <w:pPr>
        <w:pStyle w:val="BodyText"/>
        <w:spacing w:before="0"/>
        <w:rPr>
          <w:rFonts w:ascii="Times New Roman" w:hAnsi="Times New Roman" w:cs="Times New Roman"/>
          <w:i/>
          <w:sz w:val="26"/>
          <w:lang w:val="ru-RU"/>
        </w:rPr>
      </w:pPr>
    </w:p>
    <w:p w:rsidR="00871D52" w:rsidRPr="0052649B" w:rsidRDefault="00871D52">
      <w:pPr>
        <w:pStyle w:val="BodyText"/>
        <w:spacing w:before="0"/>
        <w:rPr>
          <w:rFonts w:ascii="Times New Roman" w:hAnsi="Times New Roman" w:cs="Times New Roman"/>
          <w:i/>
          <w:sz w:val="26"/>
          <w:lang w:val="ru-RU"/>
        </w:rPr>
      </w:pPr>
    </w:p>
    <w:p w:rsidR="00871D52" w:rsidRPr="0052649B" w:rsidRDefault="00871D52">
      <w:pPr>
        <w:spacing w:before="171" w:line="312" w:lineRule="auto"/>
        <w:ind w:left="857" w:right="3246"/>
        <w:rPr>
          <w:rFonts w:ascii="Times New Roman" w:hAnsi="Times New Roman" w:cs="Times New Roman"/>
          <w:b/>
          <w:sz w:val="20"/>
          <w:lang w:val="ru-RU"/>
        </w:rPr>
      </w:pPr>
      <w:r w:rsidRPr="0052649B">
        <w:rPr>
          <w:rFonts w:ascii="Times New Roman" w:hAnsi="Times New Roman" w:cs="Times New Roman"/>
          <w:b/>
          <w:color w:val="231F20"/>
          <w:sz w:val="20"/>
          <w:lang w:val="ru-RU"/>
        </w:rPr>
        <w:t>РАЗДЕЛ</w:t>
      </w:r>
      <w:r w:rsidRPr="0052649B">
        <w:rPr>
          <w:rFonts w:ascii="Times New Roman" w:hAnsi="Times New Roman" w:cs="Times New Roman"/>
          <w:b/>
          <w:color w:val="231F20"/>
          <w:spacing w:val="-34"/>
          <w:sz w:val="20"/>
          <w:lang w:val="ru-RU"/>
        </w:rPr>
        <w:t xml:space="preserve"> </w:t>
      </w:r>
      <w:r w:rsidRPr="0052649B">
        <w:rPr>
          <w:rFonts w:ascii="Times New Roman" w:hAnsi="Times New Roman" w:cs="Times New Roman"/>
          <w:b/>
          <w:color w:val="231F20"/>
          <w:sz w:val="20"/>
          <w:lang w:val="ru-RU"/>
        </w:rPr>
        <w:t>3.</w:t>
      </w:r>
      <w:r w:rsidRPr="0052649B">
        <w:rPr>
          <w:rFonts w:ascii="Times New Roman" w:hAnsi="Times New Roman" w:cs="Times New Roman"/>
          <w:b/>
          <w:color w:val="231F20"/>
          <w:spacing w:val="-34"/>
          <w:sz w:val="20"/>
          <w:lang w:val="ru-RU"/>
        </w:rPr>
        <w:t xml:space="preserve"> </w:t>
      </w:r>
      <w:r w:rsidRPr="0052649B">
        <w:rPr>
          <w:rFonts w:ascii="Times New Roman" w:hAnsi="Times New Roman" w:cs="Times New Roman"/>
          <w:b/>
          <w:color w:val="231F20"/>
          <w:sz w:val="20"/>
          <w:lang w:val="ru-RU"/>
        </w:rPr>
        <w:t>СЕМЬЯ</w:t>
      </w:r>
      <w:r w:rsidRPr="0052649B">
        <w:rPr>
          <w:rFonts w:ascii="Times New Roman" w:hAnsi="Times New Roman" w:cs="Times New Roman"/>
          <w:b/>
          <w:color w:val="231F20"/>
          <w:spacing w:val="-33"/>
          <w:sz w:val="20"/>
          <w:lang w:val="ru-RU"/>
        </w:rPr>
        <w:t xml:space="preserve"> </w:t>
      </w:r>
      <w:r w:rsidRPr="0052649B">
        <w:rPr>
          <w:rFonts w:ascii="Times New Roman" w:hAnsi="Times New Roman" w:cs="Times New Roman"/>
          <w:b/>
          <w:color w:val="231F20"/>
          <w:sz w:val="20"/>
          <w:lang w:val="ru-RU"/>
        </w:rPr>
        <w:t>И</w:t>
      </w:r>
      <w:r w:rsidRPr="0052649B">
        <w:rPr>
          <w:rFonts w:ascii="Times New Roman" w:hAnsi="Times New Roman" w:cs="Times New Roman"/>
          <w:b/>
          <w:color w:val="231F20"/>
          <w:spacing w:val="-34"/>
          <w:sz w:val="20"/>
          <w:lang w:val="ru-RU"/>
        </w:rPr>
        <w:t xml:space="preserve"> </w:t>
      </w:r>
      <w:r w:rsidRPr="0052649B">
        <w:rPr>
          <w:rFonts w:ascii="Times New Roman" w:hAnsi="Times New Roman" w:cs="Times New Roman"/>
          <w:b/>
          <w:color w:val="231F20"/>
          <w:sz w:val="20"/>
          <w:lang w:val="ru-RU"/>
        </w:rPr>
        <w:t>ГОСУДАРСТВО:</w:t>
      </w:r>
      <w:r w:rsidRPr="0052649B">
        <w:rPr>
          <w:rFonts w:ascii="Times New Roman" w:hAnsi="Times New Roman" w:cs="Times New Roman"/>
          <w:b/>
          <w:color w:val="231F20"/>
          <w:spacing w:val="-33"/>
          <w:sz w:val="20"/>
          <w:lang w:val="ru-RU"/>
        </w:rPr>
        <w:t xml:space="preserve"> </w:t>
      </w:r>
      <w:r w:rsidRPr="0052649B">
        <w:rPr>
          <w:rFonts w:ascii="Times New Roman" w:hAnsi="Times New Roman" w:cs="Times New Roman"/>
          <w:b/>
          <w:color w:val="231F20"/>
          <w:sz w:val="20"/>
          <w:lang w:val="ru-RU"/>
        </w:rPr>
        <w:t>КАК</w:t>
      </w:r>
      <w:r w:rsidRPr="0052649B">
        <w:rPr>
          <w:rFonts w:ascii="Times New Roman" w:hAnsi="Times New Roman" w:cs="Times New Roman"/>
          <w:b/>
          <w:color w:val="231F20"/>
          <w:spacing w:val="-34"/>
          <w:sz w:val="20"/>
          <w:lang w:val="ru-RU"/>
        </w:rPr>
        <w:t xml:space="preserve"> </w:t>
      </w:r>
      <w:r w:rsidRPr="0052649B">
        <w:rPr>
          <w:rFonts w:ascii="Times New Roman" w:hAnsi="Times New Roman" w:cs="Times New Roman"/>
          <w:b/>
          <w:color w:val="231F20"/>
          <w:sz w:val="20"/>
          <w:lang w:val="ru-RU"/>
        </w:rPr>
        <w:t>ОНИ ВЗАИМОДЕЙСТВУЮТ (3</w:t>
      </w:r>
      <w:r w:rsidRPr="0052649B">
        <w:rPr>
          <w:rFonts w:ascii="Times New Roman" w:hAnsi="Times New Roman" w:cs="Times New Roman"/>
          <w:b/>
          <w:color w:val="231F20"/>
          <w:spacing w:val="-20"/>
          <w:sz w:val="20"/>
          <w:lang w:val="ru-RU"/>
        </w:rPr>
        <w:t xml:space="preserve"> </w:t>
      </w:r>
      <w:r w:rsidRPr="0052649B">
        <w:rPr>
          <w:rFonts w:ascii="Times New Roman" w:hAnsi="Times New Roman" w:cs="Times New Roman"/>
          <w:b/>
          <w:color w:val="231F20"/>
          <w:sz w:val="20"/>
          <w:lang w:val="ru-RU"/>
        </w:rPr>
        <w:t>ч)</w:t>
      </w:r>
    </w:p>
    <w:p w:rsidR="00871D52" w:rsidRPr="0052649B" w:rsidRDefault="00871D52">
      <w:pPr>
        <w:spacing w:before="48"/>
        <w:ind w:left="857"/>
        <w:rPr>
          <w:rFonts w:ascii="Times New Roman" w:hAnsi="Times New Roman" w:cs="Times New Roman"/>
          <w:i/>
          <w:lang w:val="ru-RU"/>
        </w:rPr>
      </w:pPr>
      <w:r w:rsidRPr="0052649B">
        <w:rPr>
          <w:rFonts w:ascii="Times New Roman" w:hAnsi="Times New Roman" w:cs="Times New Roman"/>
          <w:b/>
          <w:color w:val="231F20"/>
          <w:lang w:val="ru-RU"/>
        </w:rPr>
        <w:t xml:space="preserve">Занятия 9–10. </w:t>
      </w:r>
      <w:r w:rsidRPr="0052649B">
        <w:rPr>
          <w:rFonts w:ascii="Times New Roman" w:hAnsi="Times New Roman" w:cs="Times New Roman"/>
          <w:i/>
          <w:color w:val="231F20"/>
          <w:lang w:val="ru-RU"/>
        </w:rPr>
        <w:t>Налоги</w:t>
      </w:r>
    </w:p>
    <w:p w:rsidR="00871D52" w:rsidRPr="0052649B" w:rsidRDefault="00871D52">
      <w:pPr>
        <w:pStyle w:val="BodyText"/>
        <w:spacing w:line="283" w:lineRule="auto"/>
        <w:ind w:left="290" w:right="875" w:firstLine="566"/>
        <w:jc w:val="both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Налоги — обязательные платеж</w:t>
      </w:r>
      <w:r>
        <w:rPr>
          <w:rFonts w:ascii="Times New Roman" w:hAnsi="Times New Roman" w:cs="Times New Roman"/>
          <w:color w:val="231F20"/>
          <w:lang w:val="ru-RU"/>
        </w:rPr>
        <w:t>и, собираемые государством. На</w:t>
      </w:r>
      <w:r w:rsidRPr="0052649B">
        <w:rPr>
          <w:rFonts w:ascii="Times New Roman" w:hAnsi="Times New Roman" w:cs="Times New Roman"/>
          <w:color w:val="231F20"/>
          <w:lang w:val="ru-RU"/>
        </w:rPr>
        <w:t>правления</w:t>
      </w:r>
      <w:r w:rsidRPr="0052649B">
        <w:rPr>
          <w:rFonts w:ascii="Times New Roman" w:hAnsi="Times New Roman" w:cs="Times New Roman"/>
          <w:color w:val="231F20"/>
          <w:spacing w:val="-39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государственных</w:t>
      </w:r>
      <w:r w:rsidRPr="0052649B">
        <w:rPr>
          <w:rFonts w:ascii="Times New Roman" w:hAnsi="Times New Roman" w:cs="Times New Roman"/>
          <w:color w:val="231F20"/>
          <w:spacing w:val="-38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расходов.</w:t>
      </w:r>
      <w:r w:rsidRPr="0052649B">
        <w:rPr>
          <w:rFonts w:ascii="Times New Roman" w:hAnsi="Times New Roman" w:cs="Times New Roman"/>
          <w:color w:val="231F20"/>
          <w:spacing w:val="-38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Виды</w:t>
      </w:r>
      <w:r w:rsidRPr="0052649B">
        <w:rPr>
          <w:rFonts w:ascii="Times New Roman" w:hAnsi="Times New Roman" w:cs="Times New Roman"/>
          <w:color w:val="231F20"/>
          <w:spacing w:val="-38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налогов.</w:t>
      </w:r>
      <w:r w:rsidRPr="0052649B">
        <w:rPr>
          <w:rFonts w:ascii="Times New Roman" w:hAnsi="Times New Roman" w:cs="Times New Roman"/>
          <w:color w:val="231F20"/>
          <w:spacing w:val="-38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Организация</w:t>
      </w:r>
      <w:r w:rsidRPr="0052649B">
        <w:rPr>
          <w:rFonts w:ascii="Times New Roman" w:hAnsi="Times New Roman" w:cs="Times New Roman"/>
          <w:color w:val="231F20"/>
          <w:spacing w:val="-38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сбора налогов.</w:t>
      </w:r>
    </w:p>
    <w:p w:rsidR="00871D52" w:rsidRPr="0052649B" w:rsidRDefault="00871D52">
      <w:pPr>
        <w:spacing w:line="251" w:lineRule="exact"/>
        <w:ind w:left="857"/>
        <w:rPr>
          <w:rFonts w:ascii="Times New Roman" w:hAnsi="Times New Roman" w:cs="Times New Roman"/>
          <w:i/>
          <w:lang w:val="ru-RU"/>
        </w:rPr>
      </w:pPr>
      <w:r w:rsidRPr="0052649B">
        <w:rPr>
          <w:rFonts w:ascii="Times New Roman" w:hAnsi="Times New Roman" w:cs="Times New Roman"/>
          <w:i/>
          <w:color w:val="231F20"/>
          <w:lang w:val="ru-RU"/>
        </w:rPr>
        <w:t>Основные понятия</w:t>
      </w:r>
    </w:p>
    <w:p w:rsidR="00871D52" w:rsidRPr="0052649B" w:rsidRDefault="00871D52">
      <w:pPr>
        <w:pStyle w:val="BodyText"/>
        <w:spacing w:line="283" w:lineRule="auto"/>
        <w:ind w:left="290" w:right="875" w:firstLine="566"/>
        <w:jc w:val="both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Налог.</w:t>
      </w:r>
      <w:r w:rsidRPr="0052649B">
        <w:rPr>
          <w:rFonts w:ascii="Times New Roman" w:hAnsi="Times New Roman" w:cs="Times New Roman"/>
          <w:color w:val="231F20"/>
          <w:spacing w:val="-3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Налоговая</w:t>
      </w:r>
      <w:r w:rsidRPr="0052649B">
        <w:rPr>
          <w:rFonts w:ascii="Times New Roman" w:hAnsi="Times New Roman" w:cs="Times New Roman"/>
          <w:color w:val="231F20"/>
          <w:spacing w:val="-3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инспекция.</w:t>
      </w:r>
      <w:r w:rsidRPr="0052649B">
        <w:rPr>
          <w:rFonts w:ascii="Times New Roman" w:hAnsi="Times New Roman" w:cs="Times New Roman"/>
          <w:color w:val="231F20"/>
          <w:spacing w:val="-3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Подоходный</w:t>
      </w:r>
      <w:r w:rsidRPr="0052649B">
        <w:rPr>
          <w:rFonts w:ascii="Times New Roman" w:hAnsi="Times New Roman" w:cs="Times New Roman"/>
          <w:color w:val="231F20"/>
          <w:spacing w:val="-3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налог.</w:t>
      </w:r>
      <w:r w:rsidRPr="0052649B">
        <w:rPr>
          <w:rFonts w:ascii="Times New Roman" w:hAnsi="Times New Roman" w:cs="Times New Roman"/>
          <w:color w:val="231F20"/>
          <w:spacing w:val="-3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Налоговая</w:t>
      </w:r>
      <w:r w:rsidRPr="0052649B">
        <w:rPr>
          <w:rFonts w:ascii="Times New Roman" w:hAnsi="Times New Roman" w:cs="Times New Roman"/>
          <w:color w:val="231F20"/>
          <w:spacing w:val="-3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ставка. Налог</w:t>
      </w:r>
      <w:r w:rsidRPr="0052649B">
        <w:rPr>
          <w:rFonts w:ascii="Times New Roman" w:hAnsi="Times New Roman" w:cs="Times New Roman"/>
          <w:color w:val="231F20"/>
          <w:spacing w:val="-1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на</w:t>
      </w:r>
      <w:r w:rsidRPr="0052649B">
        <w:rPr>
          <w:rFonts w:ascii="Times New Roman" w:hAnsi="Times New Roman" w:cs="Times New Roman"/>
          <w:color w:val="231F20"/>
          <w:spacing w:val="-10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прибыль.</w:t>
      </w:r>
      <w:r w:rsidRPr="0052649B">
        <w:rPr>
          <w:rFonts w:ascii="Times New Roman" w:hAnsi="Times New Roman" w:cs="Times New Roman"/>
          <w:color w:val="231F20"/>
          <w:spacing w:val="-10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Физические</w:t>
      </w:r>
      <w:r w:rsidRPr="0052649B">
        <w:rPr>
          <w:rFonts w:ascii="Times New Roman" w:hAnsi="Times New Roman" w:cs="Times New Roman"/>
          <w:color w:val="231F20"/>
          <w:spacing w:val="-10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лица.</w:t>
      </w:r>
      <w:r w:rsidRPr="0052649B">
        <w:rPr>
          <w:rFonts w:ascii="Times New Roman" w:hAnsi="Times New Roman" w:cs="Times New Roman"/>
          <w:color w:val="231F20"/>
          <w:spacing w:val="-1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Пеня.</w:t>
      </w:r>
      <w:r w:rsidRPr="0052649B">
        <w:rPr>
          <w:rFonts w:ascii="Times New Roman" w:hAnsi="Times New Roman" w:cs="Times New Roman"/>
          <w:color w:val="231F20"/>
          <w:spacing w:val="-10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Налоговые</w:t>
      </w:r>
      <w:r w:rsidRPr="0052649B">
        <w:rPr>
          <w:rFonts w:ascii="Times New Roman" w:hAnsi="Times New Roman" w:cs="Times New Roman"/>
          <w:color w:val="231F20"/>
          <w:spacing w:val="-10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льготы.</w:t>
      </w:r>
      <w:r w:rsidRPr="0052649B">
        <w:rPr>
          <w:rFonts w:ascii="Times New Roman" w:hAnsi="Times New Roman" w:cs="Times New Roman"/>
          <w:color w:val="231F20"/>
          <w:spacing w:val="-10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Налог</w:t>
      </w:r>
      <w:r w:rsidRPr="0052649B">
        <w:rPr>
          <w:rFonts w:ascii="Times New Roman" w:hAnsi="Times New Roman" w:cs="Times New Roman"/>
          <w:color w:val="231F20"/>
          <w:spacing w:val="-1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на добавленную стоимость.</w:t>
      </w:r>
      <w:r w:rsidRPr="0052649B">
        <w:rPr>
          <w:rFonts w:ascii="Times New Roman" w:hAnsi="Times New Roman" w:cs="Times New Roman"/>
          <w:color w:val="231F20"/>
          <w:spacing w:val="-2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Акциз.</w:t>
      </w:r>
    </w:p>
    <w:p w:rsidR="00871D52" w:rsidRPr="0052649B" w:rsidRDefault="00871D52">
      <w:pPr>
        <w:spacing w:line="251" w:lineRule="exact"/>
        <w:ind w:left="857"/>
        <w:rPr>
          <w:rFonts w:ascii="Times New Roman" w:hAnsi="Times New Roman" w:cs="Times New Roman"/>
          <w:i/>
        </w:rPr>
      </w:pPr>
      <w:r w:rsidRPr="0052649B">
        <w:rPr>
          <w:rFonts w:ascii="Times New Roman" w:hAnsi="Times New Roman" w:cs="Times New Roman"/>
          <w:i/>
          <w:color w:val="231F20"/>
        </w:rPr>
        <w:t>Компетенции:</w:t>
      </w:r>
    </w:p>
    <w:p w:rsidR="00871D52" w:rsidRPr="0052649B" w:rsidRDefault="00871D52">
      <w:pPr>
        <w:pStyle w:val="ListParagraph"/>
        <w:numPr>
          <w:ilvl w:val="0"/>
          <w:numId w:val="3"/>
        </w:numPr>
        <w:tabs>
          <w:tab w:val="left" w:pos="1011"/>
        </w:tabs>
        <w:ind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Объяснять,</w:t>
      </w:r>
      <w:r w:rsidRPr="0052649B">
        <w:rPr>
          <w:rFonts w:ascii="Times New Roman" w:hAnsi="Times New Roman" w:cs="Times New Roman"/>
          <w:color w:val="231F20"/>
          <w:spacing w:val="-1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почему</w:t>
      </w:r>
      <w:r w:rsidRPr="0052649B">
        <w:rPr>
          <w:rFonts w:ascii="Times New Roman" w:hAnsi="Times New Roman" w:cs="Times New Roman"/>
          <w:color w:val="231F20"/>
          <w:spacing w:val="-1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государство</w:t>
      </w:r>
      <w:r w:rsidRPr="0052649B">
        <w:rPr>
          <w:rFonts w:ascii="Times New Roman" w:hAnsi="Times New Roman" w:cs="Times New Roman"/>
          <w:color w:val="231F20"/>
          <w:spacing w:val="-1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собирает</w:t>
      </w:r>
      <w:r w:rsidRPr="0052649B">
        <w:rPr>
          <w:rFonts w:ascii="Times New Roman" w:hAnsi="Times New Roman" w:cs="Times New Roman"/>
          <w:color w:val="231F20"/>
          <w:spacing w:val="-1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налоги.</w:t>
      </w:r>
    </w:p>
    <w:p w:rsidR="00871D52" w:rsidRPr="0052649B" w:rsidRDefault="00871D52">
      <w:pPr>
        <w:pStyle w:val="ListParagraph"/>
        <w:numPr>
          <w:ilvl w:val="0"/>
          <w:numId w:val="3"/>
        </w:numPr>
        <w:tabs>
          <w:tab w:val="left" w:pos="1011"/>
        </w:tabs>
        <w:ind w:firstLine="567"/>
        <w:rPr>
          <w:rFonts w:ascii="Times New Roman" w:hAnsi="Times New Roman" w:cs="Times New Roman"/>
        </w:rPr>
      </w:pPr>
      <w:r w:rsidRPr="0052649B">
        <w:rPr>
          <w:rFonts w:ascii="Times New Roman" w:hAnsi="Times New Roman" w:cs="Times New Roman"/>
          <w:color w:val="231F20"/>
        </w:rPr>
        <w:t>Приводить примеры</w:t>
      </w:r>
      <w:r w:rsidRPr="0052649B">
        <w:rPr>
          <w:rFonts w:ascii="Times New Roman" w:hAnsi="Times New Roman" w:cs="Times New Roman"/>
          <w:color w:val="231F20"/>
          <w:spacing w:val="-20"/>
        </w:rPr>
        <w:t xml:space="preserve"> </w:t>
      </w:r>
      <w:r w:rsidRPr="0052649B">
        <w:rPr>
          <w:rFonts w:ascii="Times New Roman" w:hAnsi="Times New Roman" w:cs="Times New Roman"/>
          <w:color w:val="231F20"/>
        </w:rPr>
        <w:t>налогов.</w:t>
      </w:r>
    </w:p>
    <w:p w:rsidR="00871D52" w:rsidRPr="0052649B" w:rsidRDefault="00871D52">
      <w:pPr>
        <w:pStyle w:val="ListParagraph"/>
        <w:numPr>
          <w:ilvl w:val="0"/>
          <w:numId w:val="3"/>
        </w:numPr>
        <w:tabs>
          <w:tab w:val="left" w:pos="1011"/>
        </w:tabs>
        <w:ind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Описывать,</w:t>
      </w:r>
      <w:r w:rsidRPr="0052649B">
        <w:rPr>
          <w:rFonts w:ascii="Times New Roman" w:hAnsi="Times New Roman" w:cs="Times New Roman"/>
          <w:color w:val="231F20"/>
          <w:spacing w:val="-1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как</w:t>
      </w:r>
      <w:r w:rsidRPr="0052649B">
        <w:rPr>
          <w:rFonts w:ascii="Times New Roman" w:hAnsi="Times New Roman" w:cs="Times New Roman"/>
          <w:color w:val="231F20"/>
          <w:spacing w:val="-1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</w:t>
      </w:r>
      <w:r w:rsidRPr="0052649B">
        <w:rPr>
          <w:rFonts w:ascii="Times New Roman" w:hAnsi="Times New Roman" w:cs="Times New Roman"/>
          <w:color w:val="231F20"/>
          <w:spacing w:val="-10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когда</w:t>
      </w:r>
      <w:r w:rsidRPr="0052649B">
        <w:rPr>
          <w:rFonts w:ascii="Times New Roman" w:hAnsi="Times New Roman" w:cs="Times New Roman"/>
          <w:color w:val="231F20"/>
          <w:spacing w:val="-1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платятся</w:t>
      </w:r>
      <w:r w:rsidRPr="0052649B">
        <w:rPr>
          <w:rFonts w:ascii="Times New Roman" w:hAnsi="Times New Roman" w:cs="Times New Roman"/>
          <w:color w:val="231F20"/>
          <w:spacing w:val="-1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налоги.</w:t>
      </w:r>
    </w:p>
    <w:p w:rsidR="00871D52" w:rsidRPr="0052649B" w:rsidRDefault="00871D52">
      <w:pPr>
        <w:pStyle w:val="ListParagraph"/>
        <w:numPr>
          <w:ilvl w:val="0"/>
          <w:numId w:val="3"/>
        </w:numPr>
        <w:tabs>
          <w:tab w:val="left" w:pos="1011"/>
        </w:tabs>
        <w:ind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Рассчитывать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величину</w:t>
      </w:r>
      <w:r w:rsidRPr="0052649B">
        <w:rPr>
          <w:rFonts w:ascii="Times New Roman" w:hAnsi="Times New Roman" w:cs="Times New Roman"/>
          <w:color w:val="231F20"/>
          <w:spacing w:val="-1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подоходного</w:t>
      </w:r>
      <w:r w:rsidRPr="0052649B">
        <w:rPr>
          <w:rFonts w:ascii="Times New Roman" w:hAnsi="Times New Roman" w:cs="Times New Roman"/>
          <w:color w:val="231F20"/>
          <w:spacing w:val="-1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налога</w:t>
      </w:r>
      <w:r w:rsidRPr="0052649B">
        <w:rPr>
          <w:rFonts w:ascii="Times New Roman" w:hAnsi="Times New Roman" w:cs="Times New Roman"/>
          <w:color w:val="231F20"/>
          <w:spacing w:val="-1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</w:t>
      </w:r>
      <w:r w:rsidRPr="0052649B">
        <w:rPr>
          <w:rFonts w:ascii="Times New Roman" w:hAnsi="Times New Roman" w:cs="Times New Roman"/>
          <w:color w:val="231F20"/>
          <w:spacing w:val="-1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НДС.</w:t>
      </w:r>
    </w:p>
    <w:p w:rsidR="00871D52" w:rsidRPr="0052649B" w:rsidRDefault="00871D52">
      <w:pPr>
        <w:pStyle w:val="ListParagraph"/>
        <w:numPr>
          <w:ilvl w:val="0"/>
          <w:numId w:val="3"/>
        </w:numPr>
        <w:tabs>
          <w:tab w:val="left" w:pos="1011"/>
        </w:tabs>
        <w:ind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Объяснять, почему вводятся акцизные</w:t>
      </w:r>
      <w:r w:rsidRPr="0052649B">
        <w:rPr>
          <w:rFonts w:ascii="Times New Roman" w:hAnsi="Times New Roman" w:cs="Times New Roman"/>
          <w:color w:val="231F20"/>
          <w:spacing w:val="-4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налоги.</w:t>
      </w:r>
    </w:p>
    <w:p w:rsidR="00871D52" w:rsidRPr="0052649B" w:rsidRDefault="00871D52">
      <w:pPr>
        <w:pStyle w:val="ListParagraph"/>
        <w:numPr>
          <w:ilvl w:val="0"/>
          <w:numId w:val="3"/>
        </w:numPr>
        <w:tabs>
          <w:tab w:val="left" w:pos="1011"/>
        </w:tabs>
        <w:ind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Описывать</w:t>
      </w:r>
      <w:r w:rsidRPr="0052649B">
        <w:rPr>
          <w:rFonts w:ascii="Times New Roman" w:hAnsi="Times New Roman" w:cs="Times New Roman"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последствия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невыплаты</w:t>
      </w:r>
      <w:r w:rsidRPr="0052649B">
        <w:rPr>
          <w:rFonts w:ascii="Times New Roman" w:hAnsi="Times New Roman" w:cs="Times New Roman"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налогов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для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граждан.</w:t>
      </w:r>
    </w:p>
    <w:p w:rsidR="00871D52" w:rsidRPr="0052649B" w:rsidRDefault="00871D52">
      <w:pPr>
        <w:pStyle w:val="ListParagraph"/>
        <w:numPr>
          <w:ilvl w:val="0"/>
          <w:numId w:val="3"/>
        </w:numPr>
        <w:tabs>
          <w:tab w:val="left" w:pos="1011"/>
        </w:tabs>
        <w:ind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Приводить</w:t>
      </w:r>
      <w:r w:rsidRPr="0052649B">
        <w:rPr>
          <w:rFonts w:ascii="Times New Roman" w:hAnsi="Times New Roman" w:cs="Times New Roman"/>
          <w:color w:val="231F20"/>
          <w:spacing w:val="-1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примеры</w:t>
      </w:r>
      <w:r w:rsidRPr="0052649B">
        <w:rPr>
          <w:rFonts w:ascii="Times New Roman" w:hAnsi="Times New Roman" w:cs="Times New Roman"/>
          <w:color w:val="231F20"/>
          <w:spacing w:val="-1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выплаты</w:t>
      </w:r>
      <w:r w:rsidRPr="0052649B">
        <w:rPr>
          <w:rFonts w:ascii="Times New Roman" w:hAnsi="Times New Roman" w:cs="Times New Roman"/>
          <w:color w:val="231F20"/>
          <w:spacing w:val="-1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налогов</w:t>
      </w:r>
      <w:r w:rsidRPr="0052649B">
        <w:rPr>
          <w:rFonts w:ascii="Times New Roman" w:hAnsi="Times New Roman" w:cs="Times New Roman"/>
          <w:color w:val="231F20"/>
          <w:spacing w:val="-1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в</w:t>
      </w:r>
      <w:r w:rsidRPr="0052649B">
        <w:rPr>
          <w:rFonts w:ascii="Times New Roman" w:hAnsi="Times New Roman" w:cs="Times New Roman"/>
          <w:color w:val="231F20"/>
          <w:spacing w:val="-10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семье.</w:t>
      </w:r>
    </w:p>
    <w:p w:rsidR="00871D52" w:rsidRPr="0052649B" w:rsidRDefault="00871D52">
      <w:pPr>
        <w:pStyle w:val="BodyText"/>
        <w:spacing w:before="9"/>
        <w:rPr>
          <w:rFonts w:ascii="Times New Roman" w:hAnsi="Times New Roman" w:cs="Times New Roman"/>
          <w:sz w:val="29"/>
          <w:lang w:val="ru-RU"/>
        </w:rPr>
      </w:pPr>
    </w:p>
    <w:p w:rsidR="00871D52" w:rsidRPr="0052649B" w:rsidRDefault="00871D52">
      <w:pPr>
        <w:ind w:left="857"/>
        <w:rPr>
          <w:rFonts w:ascii="Times New Roman" w:hAnsi="Times New Roman" w:cs="Times New Roman"/>
          <w:i/>
          <w:lang w:val="ru-RU"/>
        </w:rPr>
      </w:pPr>
      <w:r w:rsidRPr="0052649B">
        <w:rPr>
          <w:rFonts w:ascii="Times New Roman" w:hAnsi="Times New Roman" w:cs="Times New Roman"/>
          <w:b/>
          <w:color w:val="231F20"/>
          <w:lang w:val="ru-RU"/>
        </w:rPr>
        <w:t xml:space="preserve">Занятие 11. </w:t>
      </w:r>
      <w:r w:rsidRPr="0052649B">
        <w:rPr>
          <w:rFonts w:ascii="Times New Roman" w:hAnsi="Times New Roman" w:cs="Times New Roman"/>
          <w:i/>
          <w:color w:val="231F20"/>
          <w:lang w:val="ru-RU"/>
        </w:rPr>
        <w:t>Социальные пособия</w:t>
      </w:r>
    </w:p>
    <w:p w:rsidR="00871D52" w:rsidRPr="0052649B" w:rsidRDefault="00871D52">
      <w:pPr>
        <w:pStyle w:val="BodyText"/>
        <w:spacing w:before="46" w:line="283" w:lineRule="auto"/>
        <w:ind w:left="290" w:right="742" w:firstLine="566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Государство поддерживает нек</w:t>
      </w:r>
      <w:r>
        <w:rPr>
          <w:rFonts w:ascii="Times New Roman" w:hAnsi="Times New Roman" w:cs="Times New Roman"/>
          <w:color w:val="231F20"/>
          <w:lang w:val="ru-RU"/>
        </w:rPr>
        <w:t>оторые категории людей: инвали</w:t>
      </w:r>
      <w:r w:rsidRPr="0052649B">
        <w:rPr>
          <w:rFonts w:ascii="Times New Roman" w:hAnsi="Times New Roman" w:cs="Times New Roman"/>
          <w:color w:val="231F20"/>
          <w:lang w:val="ru-RU"/>
        </w:rPr>
        <w:t>дов, стариков, семьи с детьми, безработных.</w:t>
      </w:r>
    </w:p>
    <w:p w:rsidR="00871D52" w:rsidRPr="0052649B" w:rsidRDefault="00871D52">
      <w:pPr>
        <w:spacing w:line="252" w:lineRule="exact"/>
        <w:ind w:left="857"/>
        <w:rPr>
          <w:rFonts w:ascii="Times New Roman" w:hAnsi="Times New Roman" w:cs="Times New Roman"/>
          <w:i/>
          <w:lang w:val="ru-RU"/>
        </w:rPr>
      </w:pPr>
      <w:r w:rsidRPr="0052649B">
        <w:rPr>
          <w:rFonts w:ascii="Times New Roman" w:hAnsi="Times New Roman" w:cs="Times New Roman"/>
          <w:i/>
          <w:color w:val="231F20"/>
          <w:lang w:val="ru-RU"/>
        </w:rPr>
        <w:t>Основные понятия</w:t>
      </w:r>
    </w:p>
    <w:p w:rsidR="00871D52" w:rsidRPr="0052649B" w:rsidRDefault="00871D52">
      <w:pPr>
        <w:pStyle w:val="BodyText"/>
        <w:ind w:left="85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Пособие. Пенсия. Пенсионный фонд. Стипендия. Больничный лист.</w:t>
      </w:r>
    </w:p>
    <w:p w:rsidR="00871D52" w:rsidRPr="0052649B" w:rsidRDefault="00871D52">
      <w:pPr>
        <w:pStyle w:val="BodyText"/>
        <w:ind w:left="248" w:right="5627"/>
        <w:jc w:val="center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Пособие по безработице.</w:t>
      </w:r>
    </w:p>
    <w:p w:rsidR="00871D52" w:rsidRPr="0052649B" w:rsidRDefault="00871D52">
      <w:pPr>
        <w:spacing w:before="45"/>
        <w:ind w:left="857"/>
        <w:rPr>
          <w:rFonts w:ascii="Times New Roman" w:hAnsi="Times New Roman" w:cs="Times New Roman"/>
          <w:i/>
        </w:rPr>
      </w:pPr>
      <w:r w:rsidRPr="0052649B">
        <w:rPr>
          <w:rFonts w:ascii="Times New Roman" w:hAnsi="Times New Roman" w:cs="Times New Roman"/>
          <w:i/>
          <w:color w:val="231F20"/>
        </w:rPr>
        <w:t>Компетенции:</w:t>
      </w:r>
    </w:p>
    <w:p w:rsidR="00871D52" w:rsidRPr="0052649B" w:rsidRDefault="00871D52">
      <w:pPr>
        <w:pStyle w:val="ListParagraph"/>
        <w:numPr>
          <w:ilvl w:val="0"/>
          <w:numId w:val="3"/>
        </w:numPr>
        <w:tabs>
          <w:tab w:val="left" w:pos="1011"/>
        </w:tabs>
        <w:ind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Объяснять,</w:t>
      </w:r>
      <w:r w:rsidRPr="0052649B">
        <w:rPr>
          <w:rFonts w:ascii="Times New Roman" w:hAnsi="Times New Roman" w:cs="Times New Roman"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почему</w:t>
      </w:r>
      <w:r w:rsidRPr="0052649B">
        <w:rPr>
          <w:rFonts w:ascii="Times New Roman" w:hAnsi="Times New Roman" w:cs="Times New Roman"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существуют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социальные</w:t>
      </w:r>
      <w:r w:rsidRPr="0052649B">
        <w:rPr>
          <w:rFonts w:ascii="Times New Roman" w:hAnsi="Times New Roman" w:cs="Times New Roman"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выплаты.</w:t>
      </w:r>
    </w:p>
    <w:p w:rsidR="00871D52" w:rsidRPr="0052649B" w:rsidRDefault="00871D52">
      <w:pPr>
        <w:rPr>
          <w:rFonts w:ascii="Times New Roman" w:hAnsi="Times New Roman" w:cs="Times New Roman"/>
          <w:lang w:val="ru-RU"/>
        </w:rPr>
        <w:sectPr w:rsidR="00871D52" w:rsidRPr="0052649B">
          <w:pgSz w:w="9640" w:h="13890"/>
          <w:pgMar w:top="1040" w:right="540" w:bottom="280" w:left="560" w:header="0" w:footer="0" w:gutter="0"/>
          <w:cols w:space="720"/>
        </w:sectPr>
      </w:pPr>
    </w:p>
    <w:p w:rsidR="00871D52" w:rsidRPr="0052649B" w:rsidRDefault="00871D52">
      <w:pPr>
        <w:pStyle w:val="ListParagraph"/>
        <w:numPr>
          <w:ilvl w:val="1"/>
          <w:numId w:val="3"/>
        </w:numPr>
        <w:tabs>
          <w:tab w:val="left" w:pos="1578"/>
        </w:tabs>
        <w:spacing w:before="87" w:line="283" w:lineRule="auto"/>
        <w:ind w:right="308"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Описывать ситуации, при которых выплачиваются пособия,</w:t>
      </w:r>
      <w:r w:rsidRPr="0052649B">
        <w:rPr>
          <w:rFonts w:ascii="Times New Roman" w:hAnsi="Times New Roman" w:cs="Times New Roman"/>
          <w:color w:val="231F20"/>
          <w:spacing w:val="-10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lang w:val="ru-RU"/>
        </w:rPr>
        <w:t>при</w:t>
      </w:r>
      <w:r w:rsidRPr="0052649B">
        <w:rPr>
          <w:rFonts w:ascii="Times New Roman" w:hAnsi="Times New Roman" w:cs="Times New Roman"/>
          <w:color w:val="231F20"/>
          <w:lang w:val="ru-RU"/>
        </w:rPr>
        <w:t>водить примеры</w:t>
      </w:r>
      <w:r w:rsidRPr="0052649B">
        <w:rPr>
          <w:rFonts w:ascii="Times New Roman" w:hAnsi="Times New Roman" w:cs="Times New Roman"/>
          <w:color w:val="231F20"/>
          <w:spacing w:val="-20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пособий.</w:t>
      </w:r>
    </w:p>
    <w:p w:rsidR="00871D52" w:rsidRPr="0052649B" w:rsidRDefault="00871D52">
      <w:pPr>
        <w:pStyle w:val="ListParagraph"/>
        <w:numPr>
          <w:ilvl w:val="1"/>
          <w:numId w:val="3"/>
        </w:numPr>
        <w:tabs>
          <w:tab w:val="left" w:pos="1578"/>
        </w:tabs>
        <w:spacing w:before="0" w:line="252" w:lineRule="exact"/>
        <w:ind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Находить информацию о социальных</w:t>
      </w:r>
      <w:r w:rsidRPr="0052649B">
        <w:rPr>
          <w:rFonts w:ascii="Times New Roman" w:hAnsi="Times New Roman" w:cs="Times New Roman"/>
          <w:color w:val="231F20"/>
          <w:spacing w:val="-4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выплатах.</w:t>
      </w:r>
    </w:p>
    <w:p w:rsidR="00871D52" w:rsidRPr="0052649B" w:rsidRDefault="00871D52">
      <w:pPr>
        <w:pStyle w:val="BodyText"/>
        <w:spacing w:before="9"/>
        <w:rPr>
          <w:rFonts w:ascii="Times New Roman" w:hAnsi="Times New Roman" w:cs="Times New Roman"/>
          <w:sz w:val="29"/>
          <w:lang w:val="ru-RU"/>
        </w:rPr>
      </w:pPr>
    </w:p>
    <w:p w:rsidR="00871D52" w:rsidRPr="0052649B" w:rsidRDefault="00871D52">
      <w:pPr>
        <w:spacing w:line="283" w:lineRule="auto"/>
        <w:ind w:left="857" w:right="295" w:firstLine="566"/>
        <w:rPr>
          <w:rFonts w:ascii="Times New Roman" w:hAnsi="Times New Roman" w:cs="Times New Roman"/>
          <w:i/>
          <w:lang w:val="ru-RU"/>
        </w:rPr>
      </w:pPr>
      <w:r w:rsidRPr="0052649B">
        <w:rPr>
          <w:rFonts w:ascii="Times New Roman" w:hAnsi="Times New Roman" w:cs="Times New Roman"/>
          <w:b/>
          <w:color w:val="231F20"/>
          <w:lang w:val="ru-RU"/>
        </w:rPr>
        <w:t>Занятие</w:t>
      </w:r>
      <w:r w:rsidRPr="0052649B">
        <w:rPr>
          <w:rFonts w:ascii="Times New Roman" w:hAnsi="Times New Roman" w:cs="Times New Roman"/>
          <w:b/>
          <w:color w:val="231F20"/>
          <w:spacing w:val="-15"/>
          <w:lang w:val="ru-RU"/>
        </w:rPr>
        <w:t xml:space="preserve"> </w:t>
      </w:r>
      <w:r w:rsidRPr="0052649B">
        <w:rPr>
          <w:rFonts w:ascii="Times New Roman" w:hAnsi="Times New Roman" w:cs="Times New Roman"/>
          <w:b/>
          <w:color w:val="231F20"/>
          <w:lang w:val="ru-RU"/>
        </w:rPr>
        <w:t>12.</w:t>
      </w:r>
      <w:r w:rsidRPr="0052649B">
        <w:rPr>
          <w:rFonts w:ascii="Times New Roman" w:hAnsi="Times New Roman" w:cs="Times New Roman"/>
          <w:b/>
          <w:color w:val="231F20"/>
          <w:spacing w:val="-15"/>
          <w:lang w:val="ru-RU"/>
        </w:rPr>
        <w:t xml:space="preserve"> </w:t>
      </w:r>
      <w:r w:rsidRPr="0052649B">
        <w:rPr>
          <w:rFonts w:ascii="Times New Roman" w:hAnsi="Times New Roman" w:cs="Times New Roman"/>
          <w:i/>
          <w:color w:val="231F20"/>
          <w:lang w:val="ru-RU"/>
        </w:rPr>
        <w:t>Итоговая</w:t>
      </w:r>
      <w:r w:rsidRPr="0052649B">
        <w:rPr>
          <w:rFonts w:ascii="Times New Roman" w:hAnsi="Times New Roman" w:cs="Times New Roman"/>
          <w:i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i/>
          <w:color w:val="231F20"/>
          <w:lang w:val="ru-RU"/>
        </w:rPr>
        <w:t>работа</w:t>
      </w:r>
      <w:r w:rsidRPr="0052649B">
        <w:rPr>
          <w:rFonts w:ascii="Times New Roman" w:hAnsi="Times New Roman" w:cs="Times New Roman"/>
          <w:i/>
          <w:color w:val="231F20"/>
          <w:spacing w:val="-15"/>
          <w:lang w:val="ru-RU"/>
        </w:rPr>
        <w:t xml:space="preserve"> </w:t>
      </w:r>
      <w:r w:rsidRPr="0052649B">
        <w:rPr>
          <w:rFonts w:ascii="Times New Roman" w:hAnsi="Times New Roman" w:cs="Times New Roman"/>
          <w:i/>
          <w:color w:val="231F20"/>
          <w:lang w:val="ru-RU"/>
        </w:rPr>
        <w:t>по</w:t>
      </w:r>
      <w:r w:rsidRPr="0052649B">
        <w:rPr>
          <w:rFonts w:ascii="Times New Roman" w:hAnsi="Times New Roman" w:cs="Times New Roman"/>
          <w:i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i/>
          <w:color w:val="231F20"/>
          <w:lang w:val="ru-RU"/>
        </w:rPr>
        <w:t>разделу</w:t>
      </w:r>
      <w:r w:rsidRPr="0052649B">
        <w:rPr>
          <w:rFonts w:ascii="Times New Roman" w:hAnsi="Times New Roman" w:cs="Times New Roman"/>
          <w:i/>
          <w:color w:val="231F20"/>
          <w:spacing w:val="-15"/>
          <w:lang w:val="ru-RU"/>
        </w:rPr>
        <w:t xml:space="preserve"> </w:t>
      </w:r>
      <w:r w:rsidRPr="0052649B">
        <w:rPr>
          <w:rFonts w:ascii="Times New Roman" w:hAnsi="Times New Roman" w:cs="Times New Roman"/>
          <w:i/>
          <w:color w:val="231F20"/>
          <w:lang w:val="ru-RU"/>
        </w:rPr>
        <w:t>3:</w:t>
      </w:r>
      <w:r w:rsidRPr="0052649B">
        <w:rPr>
          <w:rFonts w:ascii="Times New Roman" w:hAnsi="Times New Roman" w:cs="Times New Roman"/>
          <w:i/>
          <w:color w:val="231F20"/>
          <w:spacing w:val="-15"/>
          <w:lang w:val="ru-RU"/>
        </w:rPr>
        <w:t xml:space="preserve"> </w:t>
      </w:r>
      <w:r w:rsidRPr="0052649B">
        <w:rPr>
          <w:rFonts w:ascii="Times New Roman" w:hAnsi="Times New Roman" w:cs="Times New Roman"/>
          <w:i/>
          <w:color w:val="231F20"/>
          <w:lang w:val="ru-RU"/>
        </w:rPr>
        <w:t>мини-исследование</w:t>
      </w:r>
      <w:r w:rsidRPr="0052649B">
        <w:rPr>
          <w:rFonts w:ascii="Times New Roman" w:hAnsi="Times New Roman" w:cs="Times New Roman"/>
          <w:i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i/>
          <w:color w:val="231F20"/>
          <w:lang w:val="ru-RU"/>
        </w:rPr>
        <w:t>в группах</w:t>
      </w:r>
      <w:r w:rsidRPr="0052649B">
        <w:rPr>
          <w:rFonts w:ascii="Times New Roman" w:hAnsi="Times New Roman" w:cs="Times New Roman"/>
          <w:i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i/>
          <w:color w:val="231F20"/>
          <w:lang w:val="ru-RU"/>
        </w:rPr>
        <w:t>«Государство</w:t>
      </w:r>
      <w:r w:rsidRPr="0052649B">
        <w:rPr>
          <w:rFonts w:ascii="Times New Roman" w:hAnsi="Times New Roman" w:cs="Times New Roman"/>
          <w:i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i/>
          <w:color w:val="231F20"/>
          <w:lang w:val="ru-RU"/>
        </w:rPr>
        <w:t>—</w:t>
      </w:r>
      <w:r w:rsidRPr="0052649B">
        <w:rPr>
          <w:rFonts w:ascii="Times New Roman" w:hAnsi="Times New Roman" w:cs="Times New Roman"/>
          <w:i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i/>
          <w:color w:val="231F20"/>
          <w:lang w:val="ru-RU"/>
        </w:rPr>
        <w:t>это</w:t>
      </w:r>
      <w:r w:rsidRPr="0052649B">
        <w:rPr>
          <w:rFonts w:ascii="Times New Roman" w:hAnsi="Times New Roman" w:cs="Times New Roman"/>
          <w:i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i/>
          <w:color w:val="231F20"/>
          <w:lang w:val="ru-RU"/>
        </w:rPr>
        <w:t>мы!».</w:t>
      </w:r>
    </w:p>
    <w:p w:rsidR="00871D52" w:rsidRPr="0052649B" w:rsidRDefault="00871D52">
      <w:pPr>
        <w:spacing w:before="204" w:line="312" w:lineRule="auto"/>
        <w:ind w:left="1424" w:right="992"/>
        <w:rPr>
          <w:rFonts w:ascii="Times New Roman" w:hAnsi="Times New Roman" w:cs="Times New Roman"/>
          <w:b/>
          <w:sz w:val="20"/>
          <w:lang w:val="ru-RU"/>
        </w:rPr>
      </w:pPr>
      <w:r w:rsidRPr="0052649B">
        <w:rPr>
          <w:rFonts w:ascii="Times New Roman" w:hAnsi="Times New Roman" w:cs="Times New Roman"/>
          <w:b/>
          <w:color w:val="231F20"/>
          <w:sz w:val="20"/>
          <w:lang w:val="ru-RU"/>
        </w:rPr>
        <w:t>РАЗДЕЛ</w:t>
      </w:r>
      <w:r w:rsidRPr="0052649B">
        <w:rPr>
          <w:rFonts w:ascii="Times New Roman" w:hAnsi="Times New Roman" w:cs="Times New Roman"/>
          <w:b/>
          <w:color w:val="231F20"/>
          <w:spacing w:val="-18"/>
          <w:sz w:val="20"/>
          <w:lang w:val="ru-RU"/>
        </w:rPr>
        <w:t xml:space="preserve"> </w:t>
      </w:r>
      <w:r w:rsidRPr="0052649B">
        <w:rPr>
          <w:rFonts w:ascii="Times New Roman" w:hAnsi="Times New Roman" w:cs="Times New Roman"/>
          <w:b/>
          <w:color w:val="231F20"/>
          <w:sz w:val="20"/>
          <w:lang w:val="ru-RU"/>
        </w:rPr>
        <w:t>4.</w:t>
      </w:r>
      <w:r w:rsidRPr="0052649B">
        <w:rPr>
          <w:rFonts w:ascii="Times New Roman" w:hAnsi="Times New Roman" w:cs="Times New Roman"/>
          <w:b/>
          <w:color w:val="231F20"/>
          <w:spacing w:val="-17"/>
          <w:sz w:val="20"/>
          <w:lang w:val="ru-RU"/>
        </w:rPr>
        <w:t xml:space="preserve"> </w:t>
      </w:r>
      <w:r w:rsidRPr="0052649B">
        <w:rPr>
          <w:rFonts w:ascii="Times New Roman" w:hAnsi="Times New Roman" w:cs="Times New Roman"/>
          <w:b/>
          <w:color w:val="231F20"/>
          <w:sz w:val="20"/>
          <w:lang w:val="ru-RU"/>
        </w:rPr>
        <w:t>ФИНАНСОВЫЙ</w:t>
      </w:r>
      <w:r w:rsidRPr="0052649B">
        <w:rPr>
          <w:rFonts w:ascii="Times New Roman" w:hAnsi="Times New Roman" w:cs="Times New Roman"/>
          <w:b/>
          <w:color w:val="231F20"/>
          <w:spacing w:val="-18"/>
          <w:sz w:val="20"/>
          <w:lang w:val="ru-RU"/>
        </w:rPr>
        <w:t xml:space="preserve"> </w:t>
      </w:r>
      <w:r w:rsidRPr="0052649B">
        <w:rPr>
          <w:rFonts w:ascii="Times New Roman" w:hAnsi="Times New Roman" w:cs="Times New Roman"/>
          <w:b/>
          <w:color w:val="231F20"/>
          <w:sz w:val="20"/>
          <w:lang w:val="ru-RU"/>
        </w:rPr>
        <w:t>БИЗНЕС:</w:t>
      </w:r>
      <w:r w:rsidRPr="0052649B">
        <w:rPr>
          <w:rFonts w:ascii="Times New Roman" w:hAnsi="Times New Roman" w:cs="Times New Roman"/>
          <w:b/>
          <w:color w:val="231F20"/>
          <w:spacing w:val="-17"/>
          <w:sz w:val="20"/>
          <w:lang w:val="ru-RU"/>
        </w:rPr>
        <w:t xml:space="preserve"> </w:t>
      </w:r>
      <w:r w:rsidRPr="0052649B">
        <w:rPr>
          <w:rFonts w:ascii="Times New Roman" w:hAnsi="Times New Roman" w:cs="Times New Roman"/>
          <w:b/>
          <w:color w:val="231F20"/>
          <w:sz w:val="20"/>
          <w:lang w:val="ru-RU"/>
        </w:rPr>
        <w:t>ЧЕМ</w:t>
      </w:r>
      <w:r w:rsidRPr="0052649B">
        <w:rPr>
          <w:rFonts w:ascii="Times New Roman" w:hAnsi="Times New Roman" w:cs="Times New Roman"/>
          <w:b/>
          <w:color w:val="231F20"/>
          <w:spacing w:val="-18"/>
          <w:sz w:val="20"/>
          <w:lang w:val="ru-RU"/>
        </w:rPr>
        <w:t xml:space="preserve"> </w:t>
      </w:r>
      <w:r w:rsidRPr="0052649B">
        <w:rPr>
          <w:rFonts w:ascii="Times New Roman" w:hAnsi="Times New Roman" w:cs="Times New Roman"/>
          <w:b/>
          <w:color w:val="231F20"/>
          <w:sz w:val="20"/>
          <w:lang w:val="ru-RU"/>
        </w:rPr>
        <w:t>ОН</w:t>
      </w:r>
      <w:r w:rsidRPr="0052649B">
        <w:rPr>
          <w:rFonts w:ascii="Times New Roman" w:hAnsi="Times New Roman" w:cs="Times New Roman"/>
          <w:b/>
          <w:color w:val="231F20"/>
          <w:spacing w:val="-17"/>
          <w:sz w:val="20"/>
          <w:lang w:val="ru-RU"/>
        </w:rPr>
        <w:t xml:space="preserve"> </w:t>
      </w:r>
      <w:r w:rsidRPr="0052649B">
        <w:rPr>
          <w:rFonts w:ascii="Times New Roman" w:hAnsi="Times New Roman" w:cs="Times New Roman"/>
          <w:b/>
          <w:color w:val="231F20"/>
          <w:sz w:val="20"/>
          <w:lang w:val="ru-RU"/>
        </w:rPr>
        <w:t>МОЖЕТ</w:t>
      </w:r>
      <w:r w:rsidRPr="0052649B">
        <w:rPr>
          <w:rFonts w:ascii="Times New Roman" w:hAnsi="Times New Roman" w:cs="Times New Roman"/>
          <w:b/>
          <w:color w:val="231F20"/>
          <w:spacing w:val="-17"/>
          <w:sz w:val="20"/>
          <w:lang w:val="ru-RU"/>
        </w:rPr>
        <w:t xml:space="preserve"> </w:t>
      </w:r>
      <w:r w:rsidRPr="0052649B">
        <w:rPr>
          <w:rFonts w:ascii="Times New Roman" w:hAnsi="Times New Roman" w:cs="Times New Roman"/>
          <w:b/>
          <w:color w:val="231F20"/>
          <w:spacing w:val="2"/>
          <w:sz w:val="20"/>
          <w:lang w:val="ru-RU"/>
        </w:rPr>
        <w:t xml:space="preserve">ПОМОЧЬ </w:t>
      </w:r>
      <w:r w:rsidRPr="0052649B">
        <w:rPr>
          <w:rFonts w:ascii="Times New Roman" w:hAnsi="Times New Roman" w:cs="Times New Roman"/>
          <w:b/>
          <w:color w:val="231F20"/>
          <w:sz w:val="20"/>
          <w:lang w:val="ru-RU"/>
        </w:rPr>
        <w:t>СЕМЬЕ (5</w:t>
      </w:r>
      <w:r w:rsidRPr="0052649B">
        <w:rPr>
          <w:rFonts w:ascii="Times New Roman" w:hAnsi="Times New Roman" w:cs="Times New Roman"/>
          <w:b/>
          <w:color w:val="231F20"/>
          <w:spacing w:val="-11"/>
          <w:sz w:val="20"/>
          <w:lang w:val="ru-RU"/>
        </w:rPr>
        <w:t xml:space="preserve"> </w:t>
      </w:r>
      <w:r w:rsidRPr="0052649B">
        <w:rPr>
          <w:rFonts w:ascii="Times New Roman" w:hAnsi="Times New Roman" w:cs="Times New Roman"/>
          <w:b/>
          <w:color w:val="231F20"/>
          <w:sz w:val="20"/>
          <w:lang w:val="ru-RU"/>
        </w:rPr>
        <w:t>ч)</w:t>
      </w:r>
    </w:p>
    <w:p w:rsidR="00871D52" w:rsidRPr="0052649B" w:rsidRDefault="00871D52">
      <w:pPr>
        <w:spacing w:before="19"/>
        <w:ind w:left="1424"/>
        <w:rPr>
          <w:rFonts w:ascii="Times New Roman" w:hAnsi="Times New Roman" w:cs="Times New Roman"/>
          <w:i/>
          <w:lang w:val="ru-RU"/>
        </w:rPr>
      </w:pPr>
      <w:r w:rsidRPr="0052649B">
        <w:rPr>
          <w:rFonts w:ascii="Times New Roman" w:hAnsi="Times New Roman" w:cs="Times New Roman"/>
          <w:b/>
          <w:color w:val="231F20"/>
          <w:lang w:val="ru-RU"/>
        </w:rPr>
        <w:t xml:space="preserve">Занятие 13. </w:t>
      </w:r>
      <w:r w:rsidRPr="0052649B">
        <w:rPr>
          <w:rFonts w:ascii="Times New Roman" w:hAnsi="Times New Roman" w:cs="Times New Roman"/>
          <w:i/>
          <w:color w:val="231F20"/>
          <w:lang w:val="ru-RU"/>
        </w:rPr>
        <w:t>Банковские услуги</w:t>
      </w:r>
    </w:p>
    <w:p w:rsidR="00871D52" w:rsidRPr="0052649B" w:rsidRDefault="00871D52">
      <w:pPr>
        <w:pStyle w:val="BodyText"/>
        <w:spacing w:line="283" w:lineRule="auto"/>
        <w:ind w:left="857" w:right="308" w:firstLine="566"/>
        <w:jc w:val="both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Банки</w:t>
      </w:r>
      <w:r w:rsidRPr="0052649B">
        <w:rPr>
          <w:rFonts w:ascii="Times New Roman" w:hAnsi="Times New Roman" w:cs="Times New Roman"/>
          <w:color w:val="231F20"/>
          <w:spacing w:val="-2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принимают</w:t>
      </w:r>
      <w:r w:rsidRPr="0052649B">
        <w:rPr>
          <w:rFonts w:ascii="Times New Roman" w:hAnsi="Times New Roman" w:cs="Times New Roman"/>
          <w:color w:val="231F20"/>
          <w:spacing w:val="-20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вклады</w:t>
      </w:r>
      <w:r w:rsidRPr="0052649B">
        <w:rPr>
          <w:rFonts w:ascii="Times New Roman" w:hAnsi="Times New Roman" w:cs="Times New Roman"/>
          <w:color w:val="231F20"/>
          <w:spacing w:val="-2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</w:t>
      </w:r>
      <w:r w:rsidRPr="0052649B">
        <w:rPr>
          <w:rFonts w:ascii="Times New Roman" w:hAnsi="Times New Roman" w:cs="Times New Roman"/>
          <w:color w:val="231F20"/>
          <w:spacing w:val="-20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выдают</w:t>
      </w:r>
      <w:r w:rsidRPr="0052649B">
        <w:rPr>
          <w:rFonts w:ascii="Times New Roman" w:hAnsi="Times New Roman" w:cs="Times New Roman"/>
          <w:color w:val="231F20"/>
          <w:spacing w:val="-2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кредиты.</w:t>
      </w:r>
      <w:r w:rsidRPr="0052649B">
        <w:rPr>
          <w:rFonts w:ascii="Times New Roman" w:hAnsi="Times New Roman" w:cs="Times New Roman"/>
          <w:color w:val="231F20"/>
          <w:spacing w:val="-20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Процентная</w:t>
      </w:r>
      <w:r w:rsidRPr="0052649B">
        <w:rPr>
          <w:rFonts w:ascii="Times New Roman" w:hAnsi="Times New Roman" w:cs="Times New Roman"/>
          <w:color w:val="231F20"/>
          <w:spacing w:val="-2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ставка</w:t>
      </w:r>
      <w:r w:rsidRPr="0052649B">
        <w:rPr>
          <w:rFonts w:ascii="Times New Roman" w:hAnsi="Times New Roman" w:cs="Times New Roman"/>
          <w:color w:val="231F20"/>
          <w:spacing w:val="-20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по вкладам зависит от размера вклада и его срока. При прекращении</w:t>
      </w:r>
      <w:r w:rsidRPr="0052649B">
        <w:rPr>
          <w:rFonts w:ascii="Times New Roman" w:hAnsi="Times New Roman" w:cs="Times New Roman"/>
          <w:color w:val="231F20"/>
          <w:spacing w:val="-12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lang w:val="ru-RU"/>
        </w:rPr>
        <w:t>дея</w:t>
      </w:r>
      <w:r w:rsidRPr="0052649B">
        <w:rPr>
          <w:rFonts w:ascii="Times New Roman" w:hAnsi="Times New Roman" w:cs="Times New Roman"/>
          <w:color w:val="231F20"/>
          <w:lang w:val="ru-RU"/>
        </w:rPr>
        <w:t>тельности</w:t>
      </w:r>
      <w:r w:rsidRPr="0052649B">
        <w:rPr>
          <w:rFonts w:ascii="Times New Roman" w:hAnsi="Times New Roman" w:cs="Times New Roman"/>
          <w:color w:val="231F20"/>
          <w:spacing w:val="-37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банка</w:t>
      </w:r>
      <w:r w:rsidRPr="0052649B">
        <w:rPr>
          <w:rFonts w:ascii="Times New Roman" w:hAnsi="Times New Roman" w:cs="Times New Roman"/>
          <w:color w:val="231F20"/>
          <w:spacing w:val="-3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вкладчикам</w:t>
      </w:r>
      <w:r w:rsidRPr="0052649B">
        <w:rPr>
          <w:rFonts w:ascii="Times New Roman" w:hAnsi="Times New Roman" w:cs="Times New Roman"/>
          <w:color w:val="231F20"/>
          <w:spacing w:val="-3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гарантируется</w:t>
      </w:r>
      <w:r w:rsidRPr="0052649B">
        <w:rPr>
          <w:rFonts w:ascii="Times New Roman" w:hAnsi="Times New Roman" w:cs="Times New Roman"/>
          <w:color w:val="231F20"/>
          <w:spacing w:val="-3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возврат</w:t>
      </w:r>
      <w:r w:rsidRPr="0052649B">
        <w:rPr>
          <w:rFonts w:ascii="Times New Roman" w:hAnsi="Times New Roman" w:cs="Times New Roman"/>
          <w:color w:val="231F20"/>
          <w:spacing w:val="-3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средств.</w:t>
      </w:r>
      <w:r w:rsidRPr="0052649B">
        <w:rPr>
          <w:rFonts w:ascii="Times New Roman" w:hAnsi="Times New Roman" w:cs="Times New Roman"/>
          <w:color w:val="231F20"/>
          <w:spacing w:val="-3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Процентная ставка</w:t>
      </w:r>
      <w:r w:rsidRPr="0052649B">
        <w:rPr>
          <w:rFonts w:ascii="Times New Roman" w:hAnsi="Times New Roman" w:cs="Times New Roman"/>
          <w:color w:val="231F20"/>
          <w:spacing w:val="-1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по</w:t>
      </w:r>
      <w:r w:rsidRPr="0052649B">
        <w:rPr>
          <w:rFonts w:ascii="Times New Roman" w:hAnsi="Times New Roman" w:cs="Times New Roman"/>
          <w:color w:val="231F20"/>
          <w:spacing w:val="-1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кредитам</w:t>
      </w:r>
      <w:r w:rsidRPr="0052649B">
        <w:rPr>
          <w:rFonts w:ascii="Times New Roman" w:hAnsi="Times New Roman" w:cs="Times New Roman"/>
          <w:color w:val="231F20"/>
          <w:spacing w:val="-1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выше</w:t>
      </w:r>
      <w:r w:rsidRPr="0052649B">
        <w:rPr>
          <w:rFonts w:ascii="Times New Roman" w:hAnsi="Times New Roman" w:cs="Times New Roman"/>
          <w:color w:val="231F20"/>
          <w:spacing w:val="-1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процентной</w:t>
      </w:r>
      <w:r w:rsidRPr="0052649B">
        <w:rPr>
          <w:rFonts w:ascii="Times New Roman" w:hAnsi="Times New Roman" w:cs="Times New Roman"/>
          <w:color w:val="231F20"/>
          <w:spacing w:val="-1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ставки</w:t>
      </w:r>
      <w:r w:rsidRPr="0052649B">
        <w:rPr>
          <w:rFonts w:ascii="Times New Roman" w:hAnsi="Times New Roman" w:cs="Times New Roman"/>
          <w:color w:val="231F20"/>
          <w:spacing w:val="-1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по</w:t>
      </w:r>
      <w:r w:rsidRPr="0052649B">
        <w:rPr>
          <w:rFonts w:ascii="Times New Roman" w:hAnsi="Times New Roman" w:cs="Times New Roman"/>
          <w:color w:val="231F20"/>
          <w:spacing w:val="-1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вкладам.</w:t>
      </w:r>
    </w:p>
    <w:p w:rsidR="00871D52" w:rsidRPr="0052649B" w:rsidRDefault="00871D52">
      <w:pPr>
        <w:spacing w:line="251" w:lineRule="exact"/>
        <w:ind w:left="1424"/>
        <w:rPr>
          <w:rFonts w:ascii="Times New Roman" w:hAnsi="Times New Roman" w:cs="Times New Roman"/>
          <w:i/>
          <w:lang w:val="ru-RU"/>
        </w:rPr>
      </w:pPr>
      <w:r w:rsidRPr="0052649B">
        <w:rPr>
          <w:rFonts w:ascii="Times New Roman" w:hAnsi="Times New Roman" w:cs="Times New Roman"/>
          <w:i/>
          <w:color w:val="231F20"/>
          <w:lang w:val="ru-RU"/>
        </w:rPr>
        <w:t>Основные понятия</w:t>
      </w:r>
    </w:p>
    <w:p w:rsidR="00871D52" w:rsidRPr="00A24F21" w:rsidRDefault="00871D52">
      <w:pPr>
        <w:pStyle w:val="BodyText"/>
        <w:spacing w:line="283" w:lineRule="auto"/>
        <w:ind w:left="857" w:firstLine="566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Банки. Вклады (депозиты). Проце</w:t>
      </w:r>
      <w:r>
        <w:rPr>
          <w:rFonts w:ascii="Times New Roman" w:hAnsi="Times New Roman" w:cs="Times New Roman"/>
          <w:color w:val="231F20"/>
          <w:lang w:val="ru-RU"/>
        </w:rPr>
        <w:t>нтная ставка. Страхование вкла</w:t>
      </w:r>
      <w:r w:rsidRPr="0052649B">
        <w:rPr>
          <w:rFonts w:ascii="Times New Roman" w:hAnsi="Times New Roman" w:cs="Times New Roman"/>
          <w:color w:val="231F20"/>
          <w:lang w:val="ru-RU"/>
        </w:rPr>
        <w:t xml:space="preserve">дов. </w:t>
      </w:r>
      <w:r w:rsidRPr="00A24F21">
        <w:rPr>
          <w:rFonts w:ascii="Times New Roman" w:hAnsi="Times New Roman" w:cs="Times New Roman"/>
          <w:color w:val="231F20"/>
          <w:lang w:val="ru-RU"/>
        </w:rPr>
        <w:t>Агентство по страхованию вкладов. Кредит. Залог.</w:t>
      </w:r>
    </w:p>
    <w:p w:rsidR="00871D52" w:rsidRPr="0052649B" w:rsidRDefault="00871D52">
      <w:pPr>
        <w:spacing w:line="252" w:lineRule="exact"/>
        <w:ind w:left="1424"/>
        <w:rPr>
          <w:rFonts w:ascii="Times New Roman" w:hAnsi="Times New Roman" w:cs="Times New Roman"/>
          <w:i/>
        </w:rPr>
      </w:pPr>
      <w:r w:rsidRPr="0052649B">
        <w:rPr>
          <w:rFonts w:ascii="Times New Roman" w:hAnsi="Times New Roman" w:cs="Times New Roman"/>
          <w:i/>
          <w:color w:val="231F20"/>
        </w:rPr>
        <w:t>Компетенции:</w:t>
      </w:r>
    </w:p>
    <w:p w:rsidR="00871D52" w:rsidRPr="0052649B" w:rsidRDefault="00871D52">
      <w:pPr>
        <w:pStyle w:val="ListParagraph"/>
        <w:numPr>
          <w:ilvl w:val="1"/>
          <w:numId w:val="3"/>
        </w:numPr>
        <w:tabs>
          <w:tab w:val="left" w:pos="1578"/>
        </w:tabs>
        <w:ind w:firstLine="567"/>
        <w:rPr>
          <w:rFonts w:ascii="Times New Roman" w:hAnsi="Times New Roman" w:cs="Times New Roman"/>
        </w:rPr>
      </w:pPr>
      <w:r w:rsidRPr="0052649B">
        <w:rPr>
          <w:rFonts w:ascii="Times New Roman" w:hAnsi="Times New Roman" w:cs="Times New Roman"/>
          <w:color w:val="231F20"/>
        </w:rPr>
        <w:t>Приводить примеры банковских</w:t>
      </w:r>
      <w:r w:rsidRPr="0052649B">
        <w:rPr>
          <w:rFonts w:ascii="Times New Roman" w:hAnsi="Times New Roman" w:cs="Times New Roman"/>
          <w:color w:val="231F20"/>
          <w:spacing w:val="-29"/>
        </w:rPr>
        <w:t xml:space="preserve"> </w:t>
      </w:r>
      <w:r w:rsidRPr="0052649B">
        <w:rPr>
          <w:rFonts w:ascii="Times New Roman" w:hAnsi="Times New Roman" w:cs="Times New Roman"/>
          <w:color w:val="231F20"/>
        </w:rPr>
        <w:t>услуг.</w:t>
      </w:r>
    </w:p>
    <w:p w:rsidR="00871D52" w:rsidRPr="0052649B" w:rsidRDefault="00871D52">
      <w:pPr>
        <w:pStyle w:val="ListParagraph"/>
        <w:numPr>
          <w:ilvl w:val="1"/>
          <w:numId w:val="3"/>
        </w:numPr>
        <w:tabs>
          <w:tab w:val="left" w:pos="1578"/>
        </w:tabs>
        <w:ind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Описывать условия вкладов и</w:t>
      </w:r>
      <w:r w:rsidRPr="0052649B">
        <w:rPr>
          <w:rFonts w:ascii="Times New Roman" w:hAnsi="Times New Roman" w:cs="Times New Roman"/>
          <w:color w:val="231F20"/>
          <w:spacing w:val="-4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кредитов.</w:t>
      </w:r>
    </w:p>
    <w:p w:rsidR="00871D52" w:rsidRPr="0052649B" w:rsidRDefault="00871D52">
      <w:pPr>
        <w:pStyle w:val="ListParagraph"/>
        <w:numPr>
          <w:ilvl w:val="1"/>
          <w:numId w:val="3"/>
        </w:numPr>
        <w:tabs>
          <w:tab w:val="left" w:pos="1578"/>
        </w:tabs>
        <w:ind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Объяснять,</w:t>
      </w:r>
      <w:r w:rsidRPr="0052649B">
        <w:rPr>
          <w:rFonts w:ascii="Times New Roman" w:hAnsi="Times New Roman" w:cs="Times New Roman"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от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чего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зависит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размер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выплат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по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вкладу.</w:t>
      </w:r>
    </w:p>
    <w:p w:rsidR="00871D52" w:rsidRPr="0052649B" w:rsidRDefault="00871D52">
      <w:pPr>
        <w:pStyle w:val="ListParagraph"/>
        <w:numPr>
          <w:ilvl w:val="1"/>
          <w:numId w:val="3"/>
        </w:numPr>
        <w:tabs>
          <w:tab w:val="left" w:pos="1578"/>
        </w:tabs>
        <w:ind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Объяснять,</w:t>
      </w:r>
      <w:r w:rsidRPr="0052649B">
        <w:rPr>
          <w:rFonts w:ascii="Times New Roman" w:hAnsi="Times New Roman" w:cs="Times New Roman"/>
          <w:color w:val="231F20"/>
          <w:spacing w:val="-1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почему</w:t>
      </w:r>
      <w:r w:rsidRPr="0052649B">
        <w:rPr>
          <w:rFonts w:ascii="Times New Roman" w:hAnsi="Times New Roman" w:cs="Times New Roman"/>
          <w:color w:val="231F20"/>
          <w:spacing w:val="-1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</w:t>
      </w:r>
      <w:r w:rsidRPr="0052649B">
        <w:rPr>
          <w:rFonts w:ascii="Times New Roman" w:hAnsi="Times New Roman" w:cs="Times New Roman"/>
          <w:color w:val="231F20"/>
          <w:spacing w:val="-1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как</w:t>
      </w:r>
      <w:r w:rsidRPr="0052649B">
        <w:rPr>
          <w:rFonts w:ascii="Times New Roman" w:hAnsi="Times New Roman" w:cs="Times New Roman"/>
          <w:color w:val="231F20"/>
          <w:spacing w:val="-1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страхуются</w:t>
      </w:r>
      <w:r w:rsidRPr="0052649B">
        <w:rPr>
          <w:rFonts w:ascii="Times New Roman" w:hAnsi="Times New Roman" w:cs="Times New Roman"/>
          <w:color w:val="231F20"/>
          <w:spacing w:val="-1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вклады.</w:t>
      </w:r>
    </w:p>
    <w:p w:rsidR="00871D52" w:rsidRPr="0052649B" w:rsidRDefault="00871D52">
      <w:pPr>
        <w:pStyle w:val="ListParagraph"/>
        <w:numPr>
          <w:ilvl w:val="1"/>
          <w:numId w:val="3"/>
        </w:numPr>
        <w:tabs>
          <w:tab w:val="left" w:pos="1578"/>
        </w:tabs>
        <w:ind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Находить</w:t>
      </w:r>
      <w:r w:rsidRPr="0052649B">
        <w:rPr>
          <w:rFonts w:ascii="Times New Roman" w:hAnsi="Times New Roman" w:cs="Times New Roman"/>
          <w:color w:val="231F20"/>
          <w:spacing w:val="-1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информацию</w:t>
      </w:r>
      <w:r w:rsidRPr="0052649B">
        <w:rPr>
          <w:rFonts w:ascii="Times New Roman" w:hAnsi="Times New Roman" w:cs="Times New Roman"/>
          <w:color w:val="231F20"/>
          <w:spacing w:val="-10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о</w:t>
      </w:r>
      <w:r w:rsidRPr="0052649B">
        <w:rPr>
          <w:rFonts w:ascii="Times New Roman" w:hAnsi="Times New Roman" w:cs="Times New Roman"/>
          <w:color w:val="231F20"/>
          <w:spacing w:val="-1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вкладах</w:t>
      </w:r>
      <w:r w:rsidRPr="0052649B">
        <w:rPr>
          <w:rFonts w:ascii="Times New Roman" w:hAnsi="Times New Roman" w:cs="Times New Roman"/>
          <w:color w:val="231F20"/>
          <w:spacing w:val="-10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</w:t>
      </w:r>
      <w:r w:rsidRPr="0052649B">
        <w:rPr>
          <w:rFonts w:ascii="Times New Roman" w:hAnsi="Times New Roman" w:cs="Times New Roman"/>
          <w:color w:val="231F20"/>
          <w:spacing w:val="-1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кредитах.</w:t>
      </w:r>
    </w:p>
    <w:p w:rsidR="00871D52" w:rsidRPr="0052649B" w:rsidRDefault="00871D52">
      <w:pPr>
        <w:pStyle w:val="ListParagraph"/>
        <w:numPr>
          <w:ilvl w:val="1"/>
          <w:numId w:val="3"/>
        </w:numPr>
        <w:tabs>
          <w:tab w:val="left" w:pos="1578"/>
        </w:tabs>
        <w:ind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Объяснять</w:t>
      </w:r>
      <w:r w:rsidRPr="0052649B">
        <w:rPr>
          <w:rFonts w:ascii="Times New Roman" w:hAnsi="Times New Roman" w:cs="Times New Roman"/>
          <w:color w:val="231F20"/>
          <w:spacing w:val="-1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причины</w:t>
      </w:r>
      <w:r w:rsidRPr="0052649B">
        <w:rPr>
          <w:rFonts w:ascii="Times New Roman" w:hAnsi="Times New Roman" w:cs="Times New Roman"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</w:t>
      </w:r>
      <w:r w:rsidRPr="0052649B">
        <w:rPr>
          <w:rFonts w:ascii="Times New Roman" w:hAnsi="Times New Roman" w:cs="Times New Roman"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последствия</w:t>
      </w:r>
      <w:r w:rsidRPr="0052649B">
        <w:rPr>
          <w:rFonts w:ascii="Times New Roman" w:hAnsi="Times New Roman" w:cs="Times New Roman"/>
          <w:color w:val="231F20"/>
          <w:spacing w:val="-1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решений</w:t>
      </w:r>
      <w:r w:rsidRPr="0052649B">
        <w:rPr>
          <w:rFonts w:ascii="Times New Roman" w:hAnsi="Times New Roman" w:cs="Times New Roman"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о</w:t>
      </w:r>
      <w:r w:rsidRPr="0052649B">
        <w:rPr>
          <w:rFonts w:ascii="Times New Roman" w:hAnsi="Times New Roman" w:cs="Times New Roman"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взятии</w:t>
      </w:r>
      <w:r w:rsidRPr="0052649B">
        <w:rPr>
          <w:rFonts w:ascii="Times New Roman" w:hAnsi="Times New Roman" w:cs="Times New Roman"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кредита.</w:t>
      </w:r>
    </w:p>
    <w:p w:rsidR="00871D52" w:rsidRPr="0052649B" w:rsidRDefault="00871D52">
      <w:pPr>
        <w:pStyle w:val="ListParagraph"/>
        <w:numPr>
          <w:ilvl w:val="1"/>
          <w:numId w:val="3"/>
        </w:numPr>
        <w:tabs>
          <w:tab w:val="left" w:pos="1578"/>
        </w:tabs>
        <w:ind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Объяснять</w:t>
      </w:r>
      <w:r w:rsidRPr="0052649B">
        <w:rPr>
          <w:rFonts w:ascii="Times New Roman" w:hAnsi="Times New Roman" w:cs="Times New Roman"/>
          <w:color w:val="231F20"/>
          <w:spacing w:val="-2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условия</w:t>
      </w:r>
      <w:r w:rsidRPr="0052649B">
        <w:rPr>
          <w:rFonts w:ascii="Times New Roman" w:hAnsi="Times New Roman" w:cs="Times New Roman"/>
          <w:color w:val="231F20"/>
          <w:spacing w:val="-2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кредита,</w:t>
      </w:r>
      <w:r w:rsidRPr="0052649B">
        <w:rPr>
          <w:rFonts w:ascii="Times New Roman" w:hAnsi="Times New Roman" w:cs="Times New Roman"/>
          <w:color w:val="231F20"/>
          <w:spacing w:val="-2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приводить</w:t>
      </w:r>
      <w:r w:rsidRPr="0052649B">
        <w:rPr>
          <w:rFonts w:ascii="Times New Roman" w:hAnsi="Times New Roman" w:cs="Times New Roman"/>
          <w:color w:val="231F20"/>
          <w:spacing w:val="-2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примеры.</w:t>
      </w:r>
    </w:p>
    <w:p w:rsidR="00871D52" w:rsidRPr="0052649B" w:rsidRDefault="00871D52">
      <w:pPr>
        <w:pStyle w:val="ListParagraph"/>
        <w:numPr>
          <w:ilvl w:val="1"/>
          <w:numId w:val="3"/>
        </w:numPr>
        <w:tabs>
          <w:tab w:val="left" w:pos="1578"/>
        </w:tabs>
        <w:ind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Рассчитывать</w:t>
      </w:r>
      <w:r w:rsidRPr="0052649B">
        <w:rPr>
          <w:rFonts w:ascii="Times New Roman" w:hAnsi="Times New Roman" w:cs="Times New Roman"/>
          <w:color w:val="231F20"/>
          <w:spacing w:val="-3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проценты</w:t>
      </w:r>
      <w:r w:rsidRPr="0052649B">
        <w:rPr>
          <w:rFonts w:ascii="Times New Roman" w:hAnsi="Times New Roman" w:cs="Times New Roman"/>
          <w:color w:val="231F20"/>
          <w:spacing w:val="-3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по</w:t>
      </w:r>
      <w:r w:rsidRPr="0052649B">
        <w:rPr>
          <w:rFonts w:ascii="Times New Roman" w:hAnsi="Times New Roman" w:cs="Times New Roman"/>
          <w:color w:val="231F20"/>
          <w:spacing w:val="-3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депозитам</w:t>
      </w:r>
      <w:r w:rsidRPr="0052649B">
        <w:rPr>
          <w:rFonts w:ascii="Times New Roman" w:hAnsi="Times New Roman" w:cs="Times New Roman"/>
          <w:color w:val="231F20"/>
          <w:spacing w:val="-3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</w:t>
      </w:r>
      <w:r w:rsidRPr="0052649B">
        <w:rPr>
          <w:rFonts w:ascii="Times New Roman" w:hAnsi="Times New Roman" w:cs="Times New Roman"/>
          <w:color w:val="231F20"/>
          <w:spacing w:val="-3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кредитам.</w:t>
      </w:r>
    </w:p>
    <w:p w:rsidR="00871D52" w:rsidRPr="0052649B" w:rsidRDefault="00871D52">
      <w:pPr>
        <w:pStyle w:val="ListParagraph"/>
        <w:numPr>
          <w:ilvl w:val="1"/>
          <w:numId w:val="3"/>
        </w:numPr>
        <w:tabs>
          <w:tab w:val="left" w:pos="1578"/>
        </w:tabs>
        <w:ind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Объяснять принцип работы пластиковой</w:t>
      </w:r>
      <w:r w:rsidRPr="0052649B">
        <w:rPr>
          <w:rFonts w:ascii="Times New Roman" w:hAnsi="Times New Roman" w:cs="Times New Roman"/>
          <w:color w:val="231F20"/>
          <w:spacing w:val="-4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карты.</w:t>
      </w:r>
    </w:p>
    <w:p w:rsidR="00871D52" w:rsidRPr="0052649B" w:rsidRDefault="00871D52">
      <w:pPr>
        <w:pStyle w:val="BodyText"/>
        <w:spacing w:before="9"/>
        <w:rPr>
          <w:rFonts w:ascii="Times New Roman" w:hAnsi="Times New Roman" w:cs="Times New Roman"/>
          <w:sz w:val="29"/>
          <w:lang w:val="ru-RU"/>
        </w:rPr>
      </w:pPr>
    </w:p>
    <w:p w:rsidR="00871D52" w:rsidRPr="0052649B" w:rsidRDefault="00871D52">
      <w:pPr>
        <w:spacing w:before="1"/>
        <w:ind w:left="1424"/>
        <w:rPr>
          <w:rFonts w:ascii="Times New Roman" w:hAnsi="Times New Roman" w:cs="Times New Roman"/>
          <w:i/>
          <w:lang w:val="ru-RU"/>
        </w:rPr>
      </w:pPr>
      <w:r w:rsidRPr="0052649B">
        <w:rPr>
          <w:rFonts w:ascii="Times New Roman" w:hAnsi="Times New Roman" w:cs="Times New Roman"/>
          <w:b/>
          <w:color w:val="231F20"/>
          <w:lang w:val="ru-RU"/>
        </w:rPr>
        <w:t xml:space="preserve">Занятие 14. </w:t>
      </w:r>
      <w:r w:rsidRPr="0052649B">
        <w:rPr>
          <w:rFonts w:ascii="Times New Roman" w:hAnsi="Times New Roman" w:cs="Times New Roman"/>
          <w:i/>
          <w:color w:val="231F20"/>
          <w:lang w:val="ru-RU"/>
        </w:rPr>
        <w:t>Собственный бизнес</w:t>
      </w:r>
    </w:p>
    <w:p w:rsidR="00871D52" w:rsidRPr="0052649B" w:rsidRDefault="00871D52">
      <w:pPr>
        <w:pStyle w:val="BodyText"/>
        <w:spacing w:line="283" w:lineRule="auto"/>
        <w:ind w:left="857" w:firstLine="566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Организация бизнеса. Разработк</w:t>
      </w:r>
      <w:r>
        <w:rPr>
          <w:rFonts w:ascii="Times New Roman" w:hAnsi="Times New Roman" w:cs="Times New Roman"/>
          <w:color w:val="231F20"/>
          <w:lang w:val="ru-RU"/>
        </w:rPr>
        <w:t>а бизнес-плана. Стартовый капи</w:t>
      </w:r>
      <w:r w:rsidRPr="0052649B">
        <w:rPr>
          <w:rFonts w:ascii="Times New Roman" w:hAnsi="Times New Roman" w:cs="Times New Roman"/>
          <w:color w:val="231F20"/>
          <w:lang w:val="ru-RU"/>
        </w:rPr>
        <w:t>тал. Организации по поддержке малого бизнеса.</w:t>
      </w:r>
    </w:p>
    <w:p w:rsidR="00871D52" w:rsidRPr="0052649B" w:rsidRDefault="00871D52">
      <w:pPr>
        <w:spacing w:line="252" w:lineRule="exact"/>
        <w:ind w:left="1424"/>
        <w:rPr>
          <w:rFonts w:ascii="Times New Roman" w:hAnsi="Times New Roman" w:cs="Times New Roman"/>
          <w:i/>
          <w:lang w:val="ru-RU"/>
        </w:rPr>
      </w:pPr>
      <w:r w:rsidRPr="0052649B">
        <w:rPr>
          <w:rFonts w:ascii="Times New Roman" w:hAnsi="Times New Roman" w:cs="Times New Roman"/>
          <w:i/>
          <w:color w:val="231F20"/>
          <w:lang w:val="ru-RU"/>
        </w:rPr>
        <w:t>Основные понятия</w:t>
      </w:r>
    </w:p>
    <w:p w:rsidR="00871D52" w:rsidRPr="0052649B" w:rsidRDefault="00871D52">
      <w:pPr>
        <w:pStyle w:val="BodyText"/>
        <w:ind w:left="1424"/>
        <w:rPr>
          <w:rFonts w:ascii="Times New Roman" w:hAnsi="Times New Roman" w:cs="Times New Roman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 xml:space="preserve">Бизнес. Малый бизнес. </w:t>
      </w:r>
      <w:r w:rsidRPr="0052649B">
        <w:rPr>
          <w:rFonts w:ascii="Times New Roman" w:hAnsi="Times New Roman" w:cs="Times New Roman"/>
          <w:color w:val="231F20"/>
        </w:rPr>
        <w:t>Бизнес-план. Кредит.</w:t>
      </w:r>
    </w:p>
    <w:p w:rsidR="00871D52" w:rsidRPr="0052649B" w:rsidRDefault="00871D52">
      <w:pPr>
        <w:spacing w:before="45"/>
        <w:ind w:left="1424"/>
        <w:rPr>
          <w:rFonts w:ascii="Times New Roman" w:hAnsi="Times New Roman" w:cs="Times New Roman"/>
          <w:i/>
        </w:rPr>
      </w:pPr>
      <w:r w:rsidRPr="0052649B">
        <w:rPr>
          <w:rFonts w:ascii="Times New Roman" w:hAnsi="Times New Roman" w:cs="Times New Roman"/>
          <w:i/>
          <w:color w:val="231F20"/>
        </w:rPr>
        <w:t>Компетенции:</w:t>
      </w:r>
    </w:p>
    <w:p w:rsidR="00871D52" w:rsidRPr="0052649B" w:rsidRDefault="00871D52">
      <w:pPr>
        <w:pStyle w:val="ListParagraph"/>
        <w:numPr>
          <w:ilvl w:val="1"/>
          <w:numId w:val="3"/>
        </w:numPr>
        <w:tabs>
          <w:tab w:val="left" w:pos="1578"/>
        </w:tabs>
        <w:ind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spacing w:val="-5"/>
          <w:lang w:val="ru-RU"/>
        </w:rPr>
        <w:t>Сравнивать</w:t>
      </w:r>
      <w:r w:rsidRPr="0052649B">
        <w:rPr>
          <w:rFonts w:ascii="Times New Roman" w:hAnsi="Times New Roman" w:cs="Times New Roman"/>
          <w:color w:val="231F20"/>
          <w:spacing w:val="-2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5"/>
          <w:lang w:val="ru-RU"/>
        </w:rPr>
        <w:t>возможности</w:t>
      </w:r>
      <w:r w:rsidRPr="0052649B">
        <w:rPr>
          <w:rFonts w:ascii="Times New Roman" w:hAnsi="Times New Roman" w:cs="Times New Roman"/>
          <w:color w:val="231F20"/>
          <w:spacing w:val="-2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5"/>
          <w:lang w:val="ru-RU"/>
        </w:rPr>
        <w:t>работы</w:t>
      </w:r>
      <w:r w:rsidRPr="0052649B">
        <w:rPr>
          <w:rFonts w:ascii="Times New Roman" w:hAnsi="Times New Roman" w:cs="Times New Roman"/>
          <w:color w:val="231F20"/>
          <w:spacing w:val="-2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по</w:t>
      </w:r>
      <w:r w:rsidRPr="0052649B">
        <w:rPr>
          <w:rFonts w:ascii="Times New Roman" w:hAnsi="Times New Roman" w:cs="Times New Roman"/>
          <w:color w:val="231F20"/>
          <w:spacing w:val="-2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4"/>
          <w:lang w:val="ru-RU"/>
        </w:rPr>
        <w:t>найму</w:t>
      </w:r>
      <w:r w:rsidRPr="0052649B">
        <w:rPr>
          <w:rFonts w:ascii="Times New Roman" w:hAnsi="Times New Roman" w:cs="Times New Roman"/>
          <w:color w:val="231F20"/>
          <w:spacing w:val="-2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</w:t>
      </w:r>
      <w:r w:rsidRPr="0052649B">
        <w:rPr>
          <w:rFonts w:ascii="Times New Roman" w:hAnsi="Times New Roman" w:cs="Times New Roman"/>
          <w:color w:val="231F20"/>
          <w:spacing w:val="-2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5"/>
          <w:lang w:val="ru-RU"/>
        </w:rPr>
        <w:t>собственного</w:t>
      </w:r>
      <w:r w:rsidRPr="0052649B">
        <w:rPr>
          <w:rFonts w:ascii="Times New Roman" w:hAnsi="Times New Roman" w:cs="Times New Roman"/>
          <w:color w:val="231F20"/>
          <w:spacing w:val="-2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5"/>
          <w:lang w:val="ru-RU"/>
        </w:rPr>
        <w:t>бизнеса.</w:t>
      </w:r>
    </w:p>
    <w:p w:rsidR="00871D52" w:rsidRPr="0052649B" w:rsidRDefault="00871D52">
      <w:pPr>
        <w:rPr>
          <w:rFonts w:ascii="Times New Roman" w:hAnsi="Times New Roman" w:cs="Times New Roman"/>
          <w:lang w:val="ru-RU"/>
        </w:rPr>
        <w:sectPr w:rsidR="00871D52" w:rsidRPr="0052649B">
          <w:pgSz w:w="9640" w:h="13890"/>
          <w:pgMar w:top="1040" w:right="540" w:bottom="280" w:left="560" w:header="0" w:footer="0" w:gutter="0"/>
          <w:cols w:space="720"/>
        </w:sectPr>
      </w:pPr>
    </w:p>
    <w:p w:rsidR="00871D52" w:rsidRPr="0052649B" w:rsidRDefault="00871D52">
      <w:pPr>
        <w:pStyle w:val="ListParagraph"/>
        <w:numPr>
          <w:ilvl w:val="0"/>
          <w:numId w:val="3"/>
        </w:numPr>
        <w:tabs>
          <w:tab w:val="left" w:pos="1011"/>
        </w:tabs>
        <w:spacing w:before="87" w:line="283" w:lineRule="auto"/>
        <w:ind w:right="875"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Объяснять,</w:t>
      </w:r>
      <w:r w:rsidRPr="0052649B">
        <w:rPr>
          <w:rFonts w:ascii="Times New Roman" w:hAnsi="Times New Roman" w:cs="Times New Roman"/>
          <w:color w:val="231F20"/>
          <w:spacing w:val="-19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как</w:t>
      </w:r>
      <w:r w:rsidRPr="0052649B">
        <w:rPr>
          <w:rFonts w:ascii="Times New Roman" w:hAnsi="Times New Roman" w:cs="Times New Roman"/>
          <w:color w:val="231F20"/>
          <w:spacing w:val="-18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</w:t>
      </w:r>
      <w:r w:rsidRPr="0052649B">
        <w:rPr>
          <w:rFonts w:ascii="Times New Roman" w:hAnsi="Times New Roman" w:cs="Times New Roman"/>
          <w:color w:val="231F20"/>
          <w:spacing w:val="-19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почему</w:t>
      </w:r>
      <w:r w:rsidRPr="0052649B">
        <w:rPr>
          <w:rFonts w:ascii="Times New Roman" w:hAnsi="Times New Roman" w:cs="Times New Roman"/>
          <w:color w:val="231F20"/>
          <w:spacing w:val="-18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государство</w:t>
      </w:r>
      <w:r w:rsidRPr="0052649B">
        <w:rPr>
          <w:rFonts w:ascii="Times New Roman" w:hAnsi="Times New Roman" w:cs="Times New Roman"/>
          <w:color w:val="231F20"/>
          <w:spacing w:val="-19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</w:t>
      </w:r>
      <w:r w:rsidRPr="0052649B">
        <w:rPr>
          <w:rFonts w:ascii="Times New Roman" w:hAnsi="Times New Roman" w:cs="Times New Roman"/>
          <w:color w:val="231F20"/>
          <w:spacing w:val="-18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частные</w:t>
      </w:r>
      <w:r w:rsidRPr="0052649B">
        <w:rPr>
          <w:rFonts w:ascii="Times New Roman" w:hAnsi="Times New Roman" w:cs="Times New Roman"/>
          <w:color w:val="231F20"/>
          <w:spacing w:val="-19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организации</w:t>
      </w:r>
      <w:r w:rsidRPr="0052649B">
        <w:rPr>
          <w:rFonts w:ascii="Times New Roman" w:hAnsi="Times New Roman" w:cs="Times New Roman"/>
          <w:color w:val="231F20"/>
          <w:spacing w:val="-18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lang w:val="ru-RU"/>
        </w:rPr>
        <w:t>под</w:t>
      </w:r>
      <w:r w:rsidRPr="0052649B">
        <w:rPr>
          <w:rFonts w:ascii="Times New Roman" w:hAnsi="Times New Roman" w:cs="Times New Roman"/>
          <w:color w:val="231F20"/>
          <w:lang w:val="ru-RU"/>
        </w:rPr>
        <w:t>держивают малый</w:t>
      </w:r>
      <w:r w:rsidRPr="0052649B">
        <w:rPr>
          <w:rFonts w:ascii="Times New Roman" w:hAnsi="Times New Roman" w:cs="Times New Roman"/>
          <w:color w:val="231F20"/>
          <w:spacing w:val="-2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бизнес.</w:t>
      </w:r>
    </w:p>
    <w:p w:rsidR="00871D52" w:rsidRPr="0052649B" w:rsidRDefault="00871D52">
      <w:pPr>
        <w:pStyle w:val="ListParagraph"/>
        <w:numPr>
          <w:ilvl w:val="0"/>
          <w:numId w:val="3"/>
        </w:numPr>
        <w:tabs>
          <w:tab w:val="left" w:pos="1011"/>
        </w:tabs>
        <w:spacing w:before="0" w:line="252" w:lineRule="exact"/>
        <w:ind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Объяснять, что такое</w:t>
      </w:r>
      <w:r w:rsidRPr="0052649B">
        <w:rPr>
          <w:rFonts w:ascii="Times New Roman" w:hAnsi="Times New Roman" w:cs="Times New Roman"/>
          <w:color w:val="231F20"/>
          <w:spacing w:val="-3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бизнес-план.</w:t>
      </w:r>
    </w:p>
    <w:p w:rsidR="00871D52" w:rsidRPr="0052649B" w:rsidRDefault="00871D52">
      <w:pPr>
        <w:pStyle w:val="ListParagraph"/>
        <w:numPr>
          <w:ilvl w:val="0"/>
          <w:numId w:val="3"/>
        </w:numPr>
        <w:tabs>
          <w:tab w:val="left" w:pos="1011"/>
        </w:tabs>
        <w:ind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Приводить</w:t>
      </w:r>
      <w:r w:rsidRPr="0052649B">
        <w:rPr>
          <w:rFonts w:ascii="Times New Roman" w:hAnsi="Times New Roman" w:cs="Times New Roman"/>
          <w:color w:val="231F20"/>
          <w:spacing w:val="-1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примеры</w:t>
      </w:r>
      <w:r w:rsidRPr="0052649B">
        <w:rPr>
          <w:rFonts w:ascii="Times New Roman" w:hAnsi="Times New Roman" w:cs="Times New Roman"/>
          <w:color w:val="231F20"/>
          <w:spacing w:val="-1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бизнеса,</w:t>
      </w:r>
      <w:r w:rsidRPr="0052649B">
        <w:rPr>
          <w:rFonts w:ascii="Times New Roman" w:hAnsi="Times New Roman" w:cs="Times New Roman"/>
          <w:color w:val="231F20"/>
          <w:spacing w:val="-10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которым</w:t>
      </w:r>
      <w:r w:rsidRPr="0052649B">
        <w:rPr>
          <w:rFonts w:ascii="Times New Roman" w:hAnsi="Times New Roman" w:cs="Times New Roman"/>
          <w:color w:val="231F20"/>
          <w:spacing w:val="-1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занимаются</w:t>
      </w:r>
      <w:r w:rsidRPr="0052649B">
        <w:rPr>
          <w:rFonts w:ascii="Times New Roman" w:hAnsi="Times New Roman" w:cs="Times New Roman"/>
          <w:color w:val="231F20"/>
          <w:spacing w:val="-10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подростки.</w:t>
      </w:r>
    </w:p>
    <w:p w:rsidR="00871D52" w:rsidRPr="0052649B" w:rsidRDefault="00871D52">
      <w:pPr>
        <w:pStyle w:val="BodyText"/>
        <w:spacing w:before="9"/>
        <w:rPr>
          <w:rFonts w:ascii="Times New Roman" w:hAnsi="Times New Roman" w:cs="Times New Roman"/>
          <w:sz w:val="29"/>
          <w:lang w:val="ru-RU"/>
        </w:rPr>
      </w:pPr>
    </w:p>
    <w:p w:rsidR="00871D52" w:rsidRPr="0052649B" w:rsidRDefault="00871D52">
      <w:pPr>
        <w:ind w:left="857"/>
        <w:rPr>
          <w:rFonts w:ascii="Times New Roman" w:hAnsi="Times New Roman" w:cs="Times New Roman"/>
          <w:i/>
          <w:lang w:val="ru-RU"/>
        </w:rPr>
      </w:pPr>
      <w:r w:rsidRPr="0052649B">
        <w:rPr>
          <w:rFonts w:ascii="Times New Roman" w:hAnsi="Times New Roman" w:cs="Times New Roman"/>
          <w:b/>
          <w:color w:val="231F20"/>
          <w:lang w:val="ru-RU"/>
        </w:rPr>
        <w:t xml:space="preserve">Занятие 15. </w:t>
      </w:r>
      <w:r w:rsidRPr="0052649B">
        <w:rPr>
          <w:rFonts w:ascii="Times New Roman" w:hAnsi="Times New Roman" w:cs="Times New Roman"/>
          <w:i/>
          <w:color w:val="231F20"/>
          <w:lang w:val="ru-RU"/>
        </w:rPr>
        <w:t>Валюта в современном мире</w:t>
      </w:r>
    </w:p>
    <w:p w:rsidR="00871D52" w:rsidRPr="0052649B" w:rsidRDefault="00871D52">
      <w:pPr>
        <w:pStyle w:val="BodyText"/>
        <w:spacing w:line="283" w:lineRule="auto"/>
        <w:ind w:left="290" w:right="875" w:firstLine="566"/>
        <w:jc w:val="both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Валюта</w:t>
      </w:r>
      <w:r w:rsidRPr="0052649B">
        <w:rPr>
          <w:rFonts w:ascii="Times New Roman" w:hAnsi="Times New Roman" w:cs="Times New Roman"/>
          <w:color w:val="231F20"/>
          <w:spacing w:val="-3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—</w:t>
      </w:r>
      <w:r w:rsidRPr="0052649B">
        <w:rPr>
          <w:rFonts w:ascii="Times New Roman" w:hAnsi="Times New Roman" w:cs="Times New Roman"/>
          <w:color w:val="231F20"/>
          <w:spacing w:val="-3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денежная</w:t>
      </w:r>
      <w:r w:rsidRPr="0052649B">
        <w:rPr>
          <w:rFonts w:ascii="Times New Roman" w:hAnsi="Times New Roman" w:cs="Times New Roman"/>
          <w:color w:val="231F20"/>
          <w:spacing w:val="-3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единица</w:t>
      </w:r>
      <w:r w:rsidRPr="0052649B">
        <w:rPr>
          <w:rFonts w:ascii="Times New Roman" w:hAnsi="Times New Roman" w:cs="Times New Roman"/>
          <w:color w:val="231F20"/>
          <w:spacing w:val="-3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страны.</w:t>
      </w:r>
      <w:r w:rsidRPr="0052649B">
        <w:rPr>
          <w:rFonts w:ascii="Times New Roman" w:hAnsi="Times New Roman" w:cs="Times New Roman"/>
          <w:color w:val="231F20"/>
          <w:spacing w:val="-3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Разные</w:t>
      </w:r>
      <w:r w:rsidRPr="0052649B">
        <w:rPr>
          <w:rFonts w:ascii="Times New Roman" w:hAnsi="Times New Roman" w:cs="Times New Roman"/>
          <w:color w:val="231F20"/>
          <w:spacing w:val="-3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страны</w:t>
      </w:r>
      <w:r w:rsidRPr="0052649B">
        <w:rPr>
          <w:rFonts w:ascii="Times New Roman" w:hAnsi="Times New Roman" w:cs="Times New Roman"/>
          <w:color w:val="231F20"/>
          <w:spacing w:val="-3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имеют</w:t>
      </w:r>
      <w:r w:rsidRPr="0052649B">
        <w:rPr>
          <w:rFonts w:ascii="Times New Roman" w:hAnsi="Times New Roman" w:cs="Times New Roman"/>
          <w:color w:val="231F20"/>
          <w:spacing w:val="-3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разные валюты.</w:t>
      </w:r>
      <w:r w:rsidRPr="0052649B">
        <w:rPr>
          <w:rFonts w:ascii="Times New Roman" w:hAnsi="Times New Roman" w:cs="Times New Roman"/>
          <w:color w:val="231F20"/>
          <w:spacing w:val="-8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Цена</w:t>
      </w:r>
      <w:r w:rsidRPr="0052649B">
        <w:rPr>
          <w:rFonts w:ascii="Times New Roman" w:hAnsi="Times New Roman" w:cs="Times New Roman"/>
          <w:color w:val="231F20"/>
          <w:spacing w:val="-7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одной</w:t>
      </w:r>
      <w:r w:rsidRPr="0052649B">
        <w:rPr>
          <w:rFonts w:ascii="Times New Roman" w:hAnsi="Times New Roman" w:cs="Times New Roman"/>
          <w:color w:val="231F20"/>
          <w:spacing w:val="-8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валюты,</w:t>
      </w:r>
      <w:r w:rsidRPr="0052649B">
        <w:rPr>
          <w:rFonts w:ascii="Times New Roman" w:hAnsi="Times New Roman" w:cs="Times New Roman"/>
          <w:color w:val="231F20"/>
          <w:spacing w:val="-7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выраженная</w:t>
      </w:r>
      <w:r w:rsidRPr="0052649B">
        <w:rPr>
          <w:rFonts w:ascii="Times New Roman" w:hAnsi="Times New Roman" w:cs="Times New Roman"/>
          <w:color w:val="231F20"/>
          <w:spacing w:val="-8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в</w:t>
      </w:r>
      <w:r w:rsidRPr="0052649B">
        <w:rPr>
          <w:rFonts w:ascii="Times New Roman" w:hAnsi="Times New Roman" w:cs="Times New Roman"/>
          <w:color w:val="231F20"/>
          <w:spacing w:val="-7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другой</w:t>
      </w:r>
      <w:r w:rsidRPr="0052649B">
        <w:rPr>
          <w:rFonts w:ascii="Times New Roman" w:hAnsi="Times New Roman" w:cs="Times New Roman"/>
          <w:color w:val="231F20"/>
          <w:spacing w:val="-8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валюте,</w:t>
      </w:r>
      <w:r w:rsidRPr="0052649B">
        <w:rPr>
          <w:rFonts w:ascii="Times New Roman" w:hAnsi="Times New Roman" w:cs="Times New Roman"/>
          <w:color w:val="231F20"/>
          <w:spacing w:val="-7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называется валютным</w:t>
      </w:r>
      <w:r w:rsidRPr="0052649B">
        <w:rPr>
          <w:rFonts w:ascii="Times New Roman" w:hAnsi="Times New Roman" w:cs="Times New Roman"/>
          <w:color w:val="231F20"/>
          <w:spacing w:val="-3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курсом.</w:t>
      </w:r>
      <w:r w:rsidRPr="0052649B">
        <w:rPr>
          <w:rFonts w:ascii="Times New Roman" w:hAnsi="Times New Roman" w:cs="Times New Roman"/>
          <w:color w:val="231F20"/>
          <w:spacing w:val="-3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Процентные</w:t>
      </w:r>
      <w:r w:rsidRPr="0052649B">
        <w:rPr>
          <w:rFonts w:ascii="Times New Roman" w:hAnsi="Times New Roman" w:cs="Times New Roman"/>
          <w:color w:val="231F20"/>
          <w:spacing w:val="-3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ставки</w:t>
      </w:r>
      <w:r w:rsidRPr="0052649B">
        <w:rPr>
          <w:rFonts w:ascii="Times New Roman" w:hAnsi="Times New Roman" w:cs="Times New Roman"/>
          <w:color w:val="231F20"/>
          <w:spacing w:val="-3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по</w:t>
      </w:r>
      <w:r w:rsidRPr="0052649B">
        <w:rPr>
          <w:rFonts w:ascii="Times New Roman" w:hAnsi="Times New Roman" w:cs="Times New Roman"/>
          <w:color w:val="231F20"/>
          <w:spacing w:val="-3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валютным</w:t>
      </w:r>
      <w:r w:rsidRPr="0052649B">
        <w:rPr>
          <w:rFonts w:ascii="Times New Roman" w:hAnsi="Times New Roman" w:cs="Times New Roman"/>
          <w:color w:val="231F20"/>
          <w:spacing w:val="-3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вкладам</w:t>
      </w:r>
      <w:r w:rsidRPr="0052649B">
        <w:rPr>
          <w:rFonts w:ascii="Times New Roman" w:hAnsi="Times New Roman" w:cs="Times New Roman"/>
          <w:color w:val="231F20"/>
          <w:spacing w:val="-3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отличаются от</w:t>
      </w:r>
      <w:r w:rsidRPr="0052649B">
        <w:rPr>
          <w:rFonts w:ascii="Times New Roman" w:hAnsi="Times New Roman" w:cs="Times New Roman"/>
          <w:color w:val="231F20"/>
          <w:spacing w:val="-12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ставок</w:t>
      </w:r>
      <w:r w:rsidRPr="0052649B">
        <w:rPr>
          <w:rFonts w:ascii="Times New Roman" w:hAnsi="Times New Roman" w:cs="Times New Roman"/>
          <w:color w:val="231F20"/>
          <w:spacing w:val="-1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по</w:t>
      </w:r>
      <w:r w:rsidRPr="0052649B">
        <w:rPr>
          <w:rFonts w:ascii="Times New Roman" w:hAnsi="Times New Roman" w:cs="Times New Roman"/>
          <w:color w:val="231F20"/>
          <w:spacing w:val="-1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вкладам</w:t>
      </w:r>
      <w:r w:rsidRPr="0052649B">
        <w:rPr>
          <w:rFonts w:ascii="Times New Roman" w:hAnsi="Times New Roman" w:cs="Times New Roman"/>
          <w:color w:val="231F20"/>
          <w:spacing w:val="-1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в</w:t>
      </w:r>
      <w:r w:rsidRPr="0052649B">
        <w:rPr>
          <w:rFonts w:ascii="Times New Roman" w:hAnsi="Times New Roman" w:cs="Times New Roman"/>
          <w:color w:val="231F20"/>
          <w:spacing w:val="-1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национальной</w:t>
      </w:r>
      <w:r w:rsidRPr="0052649B">
        <w:rPr>
          <w:rFonts w:ascii="Times New Roman" w:hAnsi="Times New Roman" w:cs="Times New Roman"/>
          <w:color w:val="231F20"/>
          <w:spacing w:val="-1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валюте.</w:t>
      </w:r>
    </w:p>
    <w:p w:rsidR="00871D52" w:rsidRPr="0052649B" w:rsidRDefault="00871D52">
      <w:pPr>
        <w:spacing w:line="251" w:lineRule="exact"/>
        <w:ind w:left="857"/>
        <w:rPr>
          <w:rFonts w:ascii="Times New Roman" w:hAnsi="Times New Roman" w:cs="Times New Roman"/>
          <w:i/>
          <w:lang w:val="ru-RU"/>
        </w:rPr>
      </w:pPr>
      <w:r w:rsidRPr="0052649B">
        <w:rPr>
          <w:rFonts w:ascii="Times New Roman" w:hAnsi="Times New Roman" w:cs="Times New Roman"/>
          <w:i/>
          <w:color w:val="231F20"/>
          <w:lang w:val="ru-RU"/>
        </w:rPr>
        <w:t>Основные понятия</w:t>
      </w:r>
    </w:p>
    <w:p w:rsidR="00871D52" w:rsidRPr="0052649B" w:rsidRDefault="00871D52">
      <w:pPr>
        <w:pStyle w:val="BodyText"/>
        <w:ind w:left="85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Валюта. Валютный курс. Обменный пункт. Валютный вклад.</w:t>
      </w:r>
    </w:p>
    <w:p w:rsidR="00871D52" w:rsidRPr="0052649B" w:rsidRDefault="00871D52">
      <w:pPr>
        <w:spacing w:before="45"/>
        <w:ind w:left="857"/>
        <w:rPr>
          <w:rFonts w:ascii="Times New Roman" w:hAnsi="Times New Roman" w:cs="Times New Roman"/>
          <w:i/>
          <w:lang w:val="ru-RU"/>
        </w:rPr>
      </w:pPr>
      <w:r w:rsidRPr="0052649B">
        <w:rPr>
          <w:rFonts w:ascii="Times New Roman" w:hAnsi="Times New Roman" w:cs="Times New Roman"/>
          <w:i/>
          <w:color w:val="231F20"/>
          <w:lang w:val="ru-RU"/>
        </w:rPr>
        <w:t>Компетенции:</w:t>
      </w:r>
    </w:p>
    <w:p w:rsidR="00871D52" w:rsidRPr="0052649B" w:rsidRDefault="00871D52">
      <w:pPr>
        <w:pStyle w:val="ListParagraph"/>
        <w:numPr>
          <w:ilvl w:val="0"/>
          <w:numId w:val="3"/>
        </w:numPr>
        <w:tabs>
          <w:tab w:val="left" w:pos="1011"/>
        </w:tabs>
        <w:ind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Приводить примеры валют разных</w:t>
      </w:r>
      <w:r w:rsidRPr="0052649B">
        <w:rPr>
          <w:rFonts w:ascii="Times New Roman" w:hAnsi="Times New Roman" w:cs="Times New Roman"/>
          <w:color w:val="231F20"/>
          <w:spacing w:val="-4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стран.</w:t>
      </w:r>
    </w:p>
    <w:p w:rsidR="00871D52" w:rsidRPr="0052649B" w:rsidRDefault="00871D52">
      <w:pPr>
        <w:pStyle w:val="ListParagraph"/>
        <w:numPr>
          <w:ilvl w:val="0"/>
          <w:numId w:val="3"/>
        </w:numPr>
        <w:tabs>
          <w:tab w:val="left" w:pos="1011"/>
        </w:tabs>
        <w:ind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Объяснять, что такое валютный</w:t>
      </w:r>
      <w:r w:rsidRPr="0052649B">
        <w:rPr>
          <w:rFonts w:ascii="Times New Roman" w:hAnsi="Times New Roman" w:cs="Times New Roman"/>
          <w:color w:val="231F20"/>
          <w:spacing w:val="-4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курс.</w:t>
      </w:r>
    </w:p>
    <w:p w:rsidR="00871D52" w:rsidRPr="0052649B" w:rsidRDefault="00871D52">
      <w:pPr>
        <w:pStyle w:val="ListParagraph"/>
        <w:numPr>
          <w:ilvl w:val="0"/>
          <w:numId w:val="3"/>
        </w:numPr>
        <w:tabs>
          <w:tab w:val="left" w:pos="1011"/>
        </w:tabs>
        <w:ind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Находить информацию о валютных</w:t>
      </w:r>
      <w:r w:rsidRPr="0052649B">
        <w:rPr>
          <w:rFonts w:ascii="Times New Roman" w:hAnsi="Times New Roman" w:cs="Times New Roman"/>
          <w:color w:val="231F20"/>
          <w:spacing w:val="-4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курсах.</w:t>
      </w:r>
    </w:p>
    <w:p w:rsidR="00871D52" w:rsidRPr="0052649B" w:rsidRDefault="00871D52">
      <w:pPr>
        <w:pStyle w:val="ListParagraph"/>
        <w:numPr>
          <w:ilvl w:val="0"/>
          <w:numId w:val="3"/>
        </w:numPr>
        <w:tabs>
          <w:tab w:val="left" w:pos="1011"/>
        </w:tabs>
        <w:ind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Проводить расчёты с валютными</w:t>
      </w:r>
      <w:r w:rsidRPr="0052649B">
        <w:rPr>
          <w:rFonts w:ascii="Times New Roman" w:hAnsi="Times New Roman" w:cs="Times New Roman"/>
          <w:color w:val="231F20"/>
          <w:spacing w:val="-4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курсами.</w:t>
      </w:r>
    </w:p>
    <w:p w:rsidR="00871D52" w:rsidRPr="0052649B" w:rsidRDefault="00871D52">
      <w:pPr>
        <w:pStyle w:val="BodyText"/>
        <w:spacing w:before="10"/>
        <w:rPr>
          <w:rFonts w:ascii="Times New Roman" w:hAnsi="Times New Roman" w:cs="Times New Roman"/>
          <w:sz w:val="29"/>
          <w:lang w:val="ru-RU"/>
        </w:rPr>
      </w:pPr>
    </w:p>
    <w:p w:rsidR="00871D52" w:rsidRPr="0052649B" w:rsidRDefault="00871D52">
      <w:pPr>
        <w:ind w:left="857"/>
        <w:rPr>
          <w:rFonts w:ascii="Times New Roman" w:hAnsi="Times New Roman" w:cs="Times New Roman"/>
          <w:i/>
          <w:lang w:val="ru-RU"/>
        </w:rPr>
      </w:pPr>
      <w:r w:rsidRPr="0052649B">
        <w:rPr>
          <w:rFonts w:ascii="Times New Roman" w:hAnsi="Times New Roman" w:cs="Times New Roman"/>
          <w:b/>
          <w:color w:val="231F20"/>
          <w:lang w:val="ru-RU"/>
        </w:rPr>
        <w:t xml:space="preserve">Занятие 16. </w:t>
      </w:r>
      <w:r w:rsidRPr="0052649B">
        <w:rPr>
          <w:rFonts w:ascii="Times New Roman" w:hAnsi="Times New Roman" w:cs="Times New Roman"/>
          <w:i/>
          <w:color w:val="231F20"/>
          <w:lang w:val="ru-RU"/>
        </w:rPr>
        <w:t>Итоговая работа по курсу «Финансовая грамотность».</w:t>
      </w:r>
    </w:p>
    <w:p w:rsidR="00871D52" w:rsidRPr="0052649B" w:rsidRDefault="00871D52">
      <w:pPr>
        <w:rPr>
          <w:rFonts w:ascii="Times New Roman" w:hAnsi="Times New Roman" w:cs="Times New Roman"/>
          <w:lang w:val="ru-RU"/>
        </w:rPr>
        <w:sectPr w:rsidR="00871D52" w:rsidRPr="0052649B">
          <w:pgSz w:w="9640" w:h="13890"/>
          <w:pgMar w:top="1040" w:right="540" w:bottom="280" w:left="560" w:header="0" w:footer="0" w:gutter="0"/>
          <w:cols w:space="720"/>
        </w:sectPr>
      </w:pPr>
    </w:p>
    <w:p w:rsidR="00871D52" w:rsidRPr="0052649B" w:rsidRDefault="00871D52">
      <w:pPr>
        <w:pStyle w:val="Heading11"/>
        <w:ind w:firstLine="0"/>
        <w:rPr>
          <w:rFonts w:ascii="Times New Roman" w:hAnsi="Times New Roman" w:cs="Times New Roman"/>
        </w:rPr>
      </w:pPr>
      <w:r>
        <w:rPr>
          <w:noProof/>
          <w:lang w:val="ru-RU" w:eastAsia="ru-RU"/>
        </w:rPr>
        <w:pict>
          <v:shape id="_x0000_s1376" type="#_x0000_t75" style="position:absolute;left:0;text-align:left;margin-left:104.4pt;margin-top:10.25pt;width:6.45pt;height:6.45pt;z-index:251655168;visibility:visible;mso-wrap-distance-left:0;mso-wrap-distance-right:0;mso-position-horizontal-relative:page">
            <v:imagedata r:id="rId8" o:title=""/>
            <w10:wrap anchorx="page"/>
          </v:shape>
        </w:pict>
      </w:r>
      <w:bookmarkStart w:id="1" w:name="_TOC_250000"/>
      <w:bookmarkEnd w:id="1"/>
      <w:r w:rsidRPr="0052649B">
        <w:rPr>
          <w:rFonts w:ascii="Times New Roman" w:hAnsi="Times New Roman" w:cs="Times New Roman"/>
          <w:color w:val="231F20"/>
        </w:rPr>
        <w:t>Формы оценивания</w:t>
      </w:r>
    </w:p>
    <w:p w:rsidR="00871D52" w:rsidRPr="0052649B" w:rsidRDefault="00871D52">
      <w:pPr>
        <w:pStyle w:val="BodyText"/>
        <w:spacing w:before="5"/>
        <w:rPr>
          <w:rFonts w:ascii="Times New Roman" w:hAnsi="Times New Roman" w:cs="Times New Roman"/>
          <w:sz w:val="21"/>
        </w:rPr>
      </w:pPr>
      <w:r>
        <w:rPr>
          <w:noProof/>
          <w:lang w:val="ru-RU" w:eastAsia="ru-RU"/>
        </w:rPr>
        <w:pict>
          <v:group id="_x0000_s1377" style="position:absolute;margin-left:99.2pt;margin-top:14.3pt;width:340.2pt;height:1pt;z-index:-251657216;mso-wrap-distance-left:0;mso-wrap-distance-right:0;mso-position-horizontal-relative:page" coordorigin="1984,286" coordsize="6804,20">
            <v:rect id="_x0000_s1378" style="position:absolute;left:1984;top:285;width:61;height:20" fillcolor="#ee4d9b" stroked="f"/>
            <v:rect id="_x0000_s1379" style="position:absolute;left:2084;top:285;width:61;height:20" fillcolor="#ee4d9b" stroked="f"/>
            <v:rect id="_x0000_s1380" style="position:absolute;left:2185;top:285;width:61;height:20" fillcolor="#ee4d9b" stroked="f"/>
            <v:rect id="_x0000_s1381" style="position:absolute;left:2286;top:285;width:61;height:20" fillcolor="#ee4d9b" stroked="f"/>
            <v:rect id="_x0000_s1382" style="position:absolute;left:2386;top:285;width:61;height:20" fillcolor="#ee4d9b" stroked="f"/>
            <v:rect id="_x0000_s1383" style="position:absolute;left:2487;top:285;width:61;height:20" fillcolor="#ee4d9b" stroked="f"/>
            <v:rect id="_x0000_s1384" style="position:absolute;left:2588;top:285;width:61;height:20" fillcolor="#ee4d9b" stroked="f"/>
            <v:rect id="_x0000_s1385" style="position:absolute;left:2688;top:285;width:61;height:20" fillcolor="#ee4d9b" stroked="f"/>
            <v:rect id="_x0000_s1386" style="position:absolute;left:2789;top:285;width:61;height:20" fillcolor="#ee4d9b" stroked="f"/>
            <v:rect id="_x0000_s1387" style="position:absolute;left:2890;top:285;width:61;height:20" fillcolor="#ee4d9b" stroked="f"/>
            <v:rect id="_x0000_s1388" style="position:absolute;left:2990;top:285;width:61;height:20" fillcolor="#ee4d9b" stroked="f"/>
            <v:rect id="_x0000_s1389" style="position:absolute;left:3091;top:285;width:61;height:20" fillcolor="#ee4d9b" stroked="f"/>
            <v:rect id="_x0000_s1390" style="position:absolute;left:3191;top:285;width:61;height:20" fillcolor="#ee4d9b" stroked="f"/>
            <v:rect id="_x0000_s1391" style="position:absolute;left:3292;top:285;width:61;height:20" fillcolor="#ee4d9b" stroked="f"/>
            <v:rect id="_x0000_s1392" style="position:absolute;left:3393;top:285;width:61;height:20" fillcolor="#ee4d9b" stroked="f"/>
            <v:rect id="_x0000_s1393" style="position:absolute;left:3493;top:285;width:61;height:20" fillcolor="#ee4d9b" stroked="f"/>
            <v:rect id="_x0000_s1394" style="position:absolute;left:3594;top:285;width:61;height:20" fillcolor="#ee4d9b" stroked="f"/>
            <v:rect id="_x0000_s1395" style="position:absolute;left:3695;top:285;width:61;height:20" fillcolor="#ee4d9b" stroked="f"/>
            <v:rect id="_x0000_s1396" style="position:absolute;left:3795;top:285;width:61;height:20" fillcolor="#ee4d9b" stroked="f"/>
            <v:rect id="_x0000_s1397" style="position:absolute;left:3896;top:285;width:61;height:20" fillcolor="#ee4d9b" stroked="f"/>
            <v:rect id="_x0000_s1398" style="position:absolute;left:3997;top:285;width:61;height:20" fillcolor="#ee4d9b" stroked="f"/>
            <v:rect id="_x0000_s1399" style="position:absolute;left:4097;top:285;width:61;height:20" fillcolor="#ee4d9b" stroked="f"/>
            <v:rect id="_x0000_s1400" style="position:absolute;left:4198;top:285;width:61;height:20" fillcolor="#ee4d9b" stroked="f"/>
            <v:rect id="_x0000_s1401" style="position:absolute;left:4298;top:285;width:61;height:20" fillcolor="#ee4d9b" stroked="f"/>
            <v:rect id="_x0000_s1402" style="position:absolute;left:4399;top:285;width:61;height:20" fillcolor="#ee4d9b" stroked="f"/>
            <v:rect id="_x0000_s1403" style="position:absolute;left:4500;top:285;width:61;height:20" fillcolor="#ee4d9b" stroked="f"/>
            <v:rect id="_x0000_s1404" style="position:absolute;left:4600;top:285;width:61;height:20" fillcolor="#ee4d9b" stroked="f"/>
            <v:rect id="_x0000_s1405" style="position:absolute;left:4701;top:285;width:61;height:20" fillcolor="#ee4d9b" stroked="f"/>
            <v:rect id="_x0000_s1406" style="position:absolute;left:4802;top:285;width:61;height:20" fillcolor="#ee4d9b" stroked="f"/>
            <v:rect id="_x0000_s1407" style="position:absolute;left:4902;top:285;width:61;height:20" fillcolor="#ee4d9b" stroked="f"/>
            <v:rect id="_x0000_s1408" style="position:absolute;left:5003;top:285;width:61;height:20" fillcolor="#ee4d9b" stroked="f"/>
            <v:rect id="_x0000_s1409" style="position:absolute;left:5104;top:285;width:61;height:20" fillcolor="#ee4d9b" stroked="f"/>
            <v:rect id="_x0000_s1410" style="position:absolute;left:5204;top:285;width:61;height:20" fillcolor="#ee4d9b" stroked="f"/>
            <v:rect id="_x0000_s1411" style="position:absolute;left:5305;top:285;width:61;height:20" fillcolor="#ee4d9b" stroked="f"/>
            <v:rect id="_x0000_s1412" style="position:absolute;left:5405;top:285;width:61;height:20" fillcolor="#ee4d9b" stroked="f"/>
            <v:rect id="_x0000_s1413" style="position:absolute;left:5506;top:285;width:61;height:20" fillcolor="#ee4d9b" stroked="f"/>
            <v:rect id="_x0000_s1414" style="position:absolute;left:5607;top:285;width:61;height:20" fillcolor="#ee4d9b" stroked="f"/>
            <v:rect id="_x0000_s1415" style="position:absolute;left:5707;top:285;width:61;height:20" fillcolor="#ee4d9b" stroked="f"/>
            <v:rect id="_x0000_s1416" style="position:absolute;left:5808;top:285;width:61;height:20" fillcolor="#ee4d9b" stroked="f"/>
            <v:rect id="_x0000_s1417" style="position:absolute;left:5909;top:285;width:61;height:20" fillcolor="#ee4d9b" stroked="f"/>
            <v:rect id="_x0000_s1418" style="position:absolute;left:6009;top:285;width:61;height:20" fillcolor="#ee4d9b" stroked="f"/>
            <v:rect id="_x0000_s1419" style="position:absolute;left:6110;top:285;width:61;height:20" fillcolor="#ee4d9b" stroked="f"/>
            <v:rect id="_x0000_s1420" style="position:absolute;left:6211;top:285;width:61;height:20" fillcolor="#ee4d9b" stroked="f"/>
            <v:rect id="_x0000_s1421" style="position:absolute;left:6311;top:285;width:61;height:20" fillcolor="#ee4d9b" stroked="f"/>
            <v:rect id="_x0000_s1422" style="position:absolute;left:6412;top:285;width:61;height:20" fillcolor="#ee4d9b" stroked="f"/>
            <v:rect id="_x0000_s1423" style="position:absolute;left:6513;top:285;width:61;height:20" fillcolor="#ee4d9b" stroked="f"/>
            <v:rect id="_x0000_s1424" style="position:absolute;left:6613;top:285;width:61;height:20" fillcolor="#ee4d9b" stroked="f"/>
            <v:rect id="_x0000_s1425" style="position:absolute;left:6714;top:285;width:61;height:20" fillcolor="#ee4d9b" stroked="f"/>
            <v:rect id="_x0000_s1426" style="position:absolute;left:6814;top:285;width:61;height:20" fillcolor="#ee4d9b" stroked="f"/>
            <v:rect id="_x0000_s1427" style="position:absolute;left:6915;top:285;width:61;height:20" fillcolor="#ee4d9b" stroked="f"/>
            <v:rect id="_x0000_s1428" style="position:absolute;left:7016;top:285;width:61;height:20" fillcolor="#ee4d9b" stroked="f"/>
            <v:rect id="_x0000_s1429" style="position:absolute;left:7116;top:285;width:61;height:20" fillcolor="#ee4d9b" stroked="f"/>
            <v:rect id="_x0000_s1430" style="position:absolute;left:7217;top:285;width:61;height:20" fillcolor="#ee4d9b" stroked="f"/>
            <v:rect id="_x0000_s1431" style="position:absolute;left:7318;top:285;width:61;height:20" fillcolor="#ee4d9b" stroked="f"/>
            <v:rect id="_x0000_s1432" style="position:absolute;left:7418;top:285;width:61;height:20" fillcolor="#ee4d9b" stroked="f"/>
            <v:rect id="_x0000_s1433" style="position:absolute;left:7519;top:285;width:61;height:20" fillcolor="#ee4d9b" stroked="f"/>
            <v:rect id="_x0000_s1434" style="position:absolute;left:7620;top:285;width:61;height:20" fillcolor="#ee4d9b" stroked="f"/>
            <v:rect id="_x0000_s1435" style="position:absolute;left:7720;top:285;width:61;height:20" fillcolor="#ee4d9b" stroked="f"/>
            <v:rect id="_x0000_s1436" style="position:absolute;left:7821;top:285;width:61;height:20" fillcolor="#ee4d9b" stroked="f"/>
            <v:rect id="_x0000_s1437" style="position:absolute;left:7921;top:285;width:61;height:20" fillcolor="#ee4d9b" stroked="f"/>
            <v:rect id="_x0000_s1438" style="position:absolute;left:8022;top:285;width:61;height:20" fillcolor="#ee4d9b" stroked="f"/>
            <v:rect id="_x0000_s1439" style="position:absolute;left:8123;top:285;width:61;height:20" fillcolor="#ee4d9b" stroked="f"/>
            <v:rect id="_x0000_s1440" style="position:absolute;left:8223;top:285;width:61;height:20" fillcolor="#ee4d9b" stroked="f"/>
            <v:rect id="_x0000_s1441" style="position:absolute;left:8324;top:285;width:61;height:20" fillcolor="#ee4d9b" stroked="f"/>
            <v:rect id="_x0000_s1442" style="position:absolute;left:8425;top:285;width:61;height:20" fillcolor="#ee4d9b" stroked="f"/>
            <v:rect id="_x0000_s1443" style="position:absolute;left:8525;top:285;width:61;height:20" fillcolor="#ee4d9b" stroked="f"/>
            <v:rect id="_x0000_s1444" style="position:absolute;left:8626;top:285;width:61;height:20" fillcolor="#ee4d9b" stroked="f"/>
            <v:rect id="_x0000_s1445" style="position:absolute;left:8727;top:285;width:61;height:20" fillcolor="#ee4d9b" stroked="f"/>
            <w10:wrap type="topAndBottom" anchorx="page"/>
          </v:group>
        </w:pict>
      </w:r>
    </w:p>
    <w:p w:rsidR="00871D52" w:rsidRPr="0052649B" w:rsidRDefault="00871D52">
      <w:pPr>
        <w:pStyle w:val="BodyText"/>
        <w:spacing w:before="0"/>
        <w:rPr>
          <w:rFonts w:ascii="Times New Roman" w:hAnsi="Times New Roman" w:cs="Times New Roman"/>
          <w:sz w:val="20"/>
        </w:rPr>
      </w:pPr>
    </w:p>
    <w:p w:rsidR="00871D52" w:rsidRPr="0052649B" w:rsidRDefault="00871D52">
      <w:pPr>
        <w:pStyle w:val="BodyText"/>
        <w:spacing w:before="1"/>
        <w:rPr>
          <w:rFonts w:ascii="Times New Roman" w:hAnsi="Times New Roman" w:cs="Times New Roman"/>
          <w:sz w:val="23"/>
        </w:rPr>
      </w:pPr>
    </w:p>
    <w:p w:rsidR="00871D52" w:rsidRPr="0052649B" w:rsidRDefault="00871D52">
      <w:pPr>
        <w:pStyle w:val="Heading21"/>
        <w:rPr>
          <w:rFonts w:ascii="Times New Roman" w:hAnsi="Times New Roman" w:cs="Times New Roman"/>
        </w:rPr>
      </w:pPr>
      <w:r w:rsidRPr="0052649B">
        <w:rPr>
          <w:rFonts w:ascii="Times New Roman" w:hAnsi="Times New Roman" w:cs="Times New Roman"/>
          <w:color w:val="231F20"/>
        </w:rPr>
        <w:t>Текущая аттестация:</w:t>
      </w:r>
    </w:p>
    <w:p w:rsidR="00871D52" w:rsidRPr="0052649B" w:rsidRDefault="00871D52">
      <w:pPr>
        <w:pStyle w:val="ListParagraph"/>
        <w:numPr>
          <w:ilvl w:val="1"/>
          <w:numId w:val="3"/>
        </w:numPr>
        <w:tabs>
          <w:tab w:val="left" w:pos="1578"/>
        </w:tabs>
        <w:spacing w:before="119"/>
        <w:ind w:firstLine="567"/>
        <w:rPr>
          <w:rFonts w:ascii="Times New Roman" w:hAnsi="Times New Roman" w:cs="Times New Roman"/>
        </w:rPr>
      </w:pPr>
      <w:r w:rsidRPr="0052649B">
        <w:rPr>
          <w:rFonts w:ascii="Times New Roman" w:hAnsi="Times New Roman" w:cs="Times New Roman"/>
          <w:color w:val="231F20"/>
        </w:rPr>
        <w:t>устный</w:t>
      </w:r>
      <w:r w:rsidRPr="0052649B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52649B">
        <w:rPr>
          <w:rFonts w:ascii="Times New Roman" w:hAnsi="Times New Roman" w:cs="Times New Roman"/>
          <w:color w:val="231F20"/>
        </w:rPr>
        <w:t>опрос;</w:t>
      </w:r>
    </w:p>
    <w:p w:rsidR="00871D52" w:rsidRPr="0052649B" w:rsidRDefault="00871D52">
      <w:pPr>
        <w:pStyle w:val="ListParagraph"/>
        <w:numPr>
          <w:ilvl w:val="1"/>
          <w:numId w:val="3"/>
        </w:numPr>
        <w:tabs>
          <w:tab w:val="left" w:pos="1578"/>
        </w:tabs>
        <w:ind w:firstLine="567"/>
        <w:rPr>
          <w:rFonts w:ascii="Times New Roman" w:hAnsi="Times New Roman" w:cs="Times New Roman"/>
        </w:rPr>
      </w:pPr>
      <w:r w:rsidRPr="0052649B">
        <w:rPr>
          <w:rFonts w:ascii="Times New Roman" w:hAnsi="Times New Roman" w:cs="Times New Roman"/>
          <w:color w:val="231F20"/>
        </w:rPr>
        <w:t>тестовое</w:t>
      </w:r>
      <w:r w:rsidRPr="0052649B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52649B">
        <w:rPr>
          <w:rFonts w:ascii="Times New Roman" w:hAnsi="Times New Roman" w:cs="Times New Roman"/>
          <w:color w:val="231F20"/>
        </w:rPr>
        <w:t>задание;</w:t>
      </w:r>
    </w:p>
    <w:p w:rsidR="00871D52" w:rsidRPr="0052649B" w:rsidRDefault="00871D52">
      <w:pPr>
        <w:pStyle w:val="ListParagraph"/>
        <w:numPr>
          <w:ilvl w:val="1"/>
          <w:numId w:val="3"/>
        </w:numPr>
        <w:tabs>
          <w:tab w:val="left" w:pos="1578"/>
        </w:tabs>
        <w:ind w:firstLine="567"/>
        <w:rPr>
          <w:rFonts w:ascii="Times New Roman" w:hAnsi="Times New Roman" w:cs="Times New Roman"/>
        </w:rPr>
      </w:pPr>
      <w:r w:rsidRPr="0052649B">
        <w:rPr>
          <w:rFonts w:ascii="Times New Roman" w:hAnsi="Times New Roman" w:cs="Times New Roman"/>
          <w:color w:val="231F20"/>
        </w:rPr>
        <w:t>решение</w:t>
      </w:r>
      <w:r w:rsidRPr="0052649B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52649B">
        <w:rPr>
          <w:rFonts w:ascii="Times New Roman" w:hAnsi="Times New Roman" w:cs="Times New Roman"/>
          <w:color w:val="231F20"/>
        </w:rPr>
        <w:t>задач;</w:t>
      </w:r>
    </w:p>
    <w:p w:rsidR="00871D52" w:rsidRPr="0052649B" w:rsidRDefault="00871D52">
      <w:pPr>
        <w:pStyle w:val="ListParagraph"/>
        <w:numPr>
          <w:ilvl w:val="1"/>
          <w:numId w:val="3"/>
        </w:numPr>
        <w:tabs>
          <w:tab w:val="left" w:pos="1578"/>
        </w:tabs>
        <w:ind w:firstLine="567"/>
        <w:rPr>
          <w:rFonts w:ascii="Times New Roman" w:hAnsi="Times New Roman" w:cs="Times New Roman"/>
        </w:rPr>
      </w:pPr>
      <w:r w:rsidRPr="0052649B">
        <w:rPr>
          <w:rFonts w:ascii="Times New Roman" w:hAnsi="Times New Roman" w:cs="Times New Roman"/>
          <w:color w:val="231F20"/>
        </w:rPr>
        <w:t>решение кроссворда и</w:t>
      </w:r>
      <w:r w:rsidRPr="0052649B">
        <w:rPr>
          <w:rFonts w:ascii="Times New Roman" w:hAnsi="Times New Roman" w:cs="Times New Roman"/>
          <w:color w:val="231F20"/>
          <w:spacing w:val="-31"/>
        </w:rPr>
        <w:t xml:space="preserve"> </w:t>
      </w:r>
      <w:r w:rsidRPr="0052649B">
        <w:rPr>
          <w:rFonts w:ascii="Times New Roman" w:hAnsi="Times New Roman" w:cs="Times New Roman"/>
          <w:color w:val="231F20"/>
        </w:rPr>
        <w:t>анаграммы;</w:t>
      </w:r>
    </w:p>
    <w:p w:rsidR="00871D52" w:rsidRPr="0052649B" w:rsidRDefault="00871D52">
      <w:pPr>
        <w:pStyle w:val="ListParagraph"/>
        <w:numPr>
          <w:ilvl w:val="1"/>
          <w:numId w:val="3"/>
        </w:numPr>
        <w:tabs>
          <w:tab w:val="left" w:pos="1578"/>
        </w:tabs>
        <w:spacing w:line="283" w:lineRule="auto"/>
        <w:ind w:right="303"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spacing w:val="3"/>
          <w:lang w:val="ru-RU"/>
        </w:rPr>
        <w:t xml:space="preserve">графическая работа: построение графиков, схем </w:t>
      </w:r>
      <w:r w:rsidRPr="0052649B">
        <w:rPr>
          <w:rFonts w:ascii="Times New Roman" w:hAnsi="Times New Roman" w:cs="Times New Roman"/>
          <w:color w:val="231F20"/>
          <w:lang w:val="ru-RU"/>
        </w:rPr>
        <w:t xml:space="preserve">и </w:t>
      </w:r>
      <w:r w:rsidRPr="0052649B">
        <w:rPr>
          <w:rFonts w:ascii="Times New Roman" w:hAnsi="Times New Roman" w:cs="Times New Roman"/>
          <w:color w:val="231F20"/>
          <w:spacing w:val="4"/>
          <w:lang w:val="ru-RU"/>
        </w:rPr>
        <w:t>диаграмм связей;</w:t>
      </w:r>
    </w:p>
    <w:p w:rsidR="00871D52" w:rsidRPr="0052649B" w:rsidRDefault="00871D52">
      <w:pPr>
        <w:pStyle w:val="ListParagraph"/>
        <w:numPr>
          <w:ilvl w:val="1"/>
          <w:numId w:val="3"/>
        </w:numPr>
        <w:tabs>
          <w:tab w:val="left" w:pos="1578"/>
        </w:tabs>
        <w:spacing w:before="0" w:line="283" w:lineRule="auto"/>
        <w:ind w:right="308"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w w:val="95"/>
          <w:lang w:val="ru-RU"/>
        </w:rPr>
        <w:t xml:space="preserve">аналитическая работа: расчёт показателей, анализ статистических </w:t>
      </w:r>
      <w:r w:rsidRPr="0052649B">
        <w:rPr>
          <w:rFonts w:ascii="Times New Roman" w:hAnsi="Times New Roman" w:cs="Times New Roman"/>
          <w:color w:val="231F20"/>
          <w:lang w:val="ru-RU"/>
        </w:rPr>
        <w:t>данных, оценка</w:t>
      </w:r>
      <w:r w:rsidRPr="0052649B">
        <w:rPr>
          <w:rFonts w:ascii="Times New Roman" w:hAnsi="Times New Roman" w:cs="Times New Roman"/>
          <w:color w:val="231F20"/>
          <w:spacing w:val="-21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результатов;</w:t>
      </w:r>
    </w:p>
    <w:p w:rsidR="00871D52" w:rsidRPr="0052649B" w:rsidRDefault="00871D52">
      <w:pPr>
        <w:pStyle w:val="ListParagraph"/>
        <w:numPr>
          <w:ilvl w:val="1"/>
          <w:numId w:val="3"/>
        </w:numPr>
        <w:tabs>
          <w:tab w:val="left" w:pos="1578"/>
        </w:tabs>
        <w:spacing w:before="0" w:line="252" w:lineRule="exact"/>
        <w:ind w:firstLine="567"/>
        <w:rPr>
          <w:rFonts w:ascii="Times New Roman" w:hAnsi="Times New Roman" w:cs="Times New Roman"/>
        </w:rPr>
      </w:pPr>
      <w:r w:rsidRPr="0052649B">
        <w:rPr>
          <w:rFonts w:ascii="Times New Roman" w:hAnsi="Times New Roman" w:cs="Times New Roman"/>
          <w:color w:val="231F20"/>
        </w:rPr>
        <w:t>доклад;</w:t>
      </w:r>
    </w:p>
    <w:p w:rsidR="00871D52" w:rsidRPr="0052649B" w:rsidRDefault="00871D52">
      <w:pPr>
        <w:pStyle w:val="ListParagraph"/>
        <w:numPr>
          <w:ilvl w:val="1"/>
          <w:numId w:val="3"/>
        </w:numPr>
        <w:tabs>
          <w:tab w:val="left" w:pos="1578"/>
        </w:tabs>
        <w:spacing w:before="44"/>
        <w:ind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творческая</w:t>
      </w:r>
      <w:r w:rsidRPr="0052649B">
        <w:rPr>
          <w:rFonts w:ascii="Times New Roman" w:hAnsi="Times New Roman" w:cs="Times New Roman"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работа:</w:t>
      </w:r>
      <w:r w:rsidRPr="0052649B">
        <w:rPr>
          <w:rFonts w:ascii="Times New Roman" w:hAnsi="Times New Roman" w:cs="Times New Roman"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постер,</w:t>
      </w:r>
      <w:r w:rsidRPr="0052649B">
        <w:rPr>
          <w:rFonts w:ascii="Times New Roman" w:hAnsi="Times New Roman" w:cs="Times New Roman"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компьютерная</w:t>
      </w:r>
      <w:r w:rsidRPr="0052649B">
        <w:rPr>
          <w:rFonts w:ascii="Times New Roman" w:hAnsi="Times New Roman" w:cs="Times New Roman"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презентация.</w:t>
      </w:r>
    </w:p>
    <w:p w:rsidR="00871D52" w:rsidRPr="0052649B" w:rsidRDefault="00871D52">
      <w:pPr>
        <w:pStyle w:val="BodyText"/>
        <w:spacing w:before="2"/>
        <w:rPr>
          <w:rFonts w:ascii="Times New Roman" w:hAnsi="Times New Roman" w:cs="Times New Roman"/>
          <w:sz w:val="20"/>
          <w:lang w:val="ru-RU"/>
        </w:rPr>
      </w:pPr>
    </w:p>
    <w:p w:rsidR="00871D52" w:rsidRPr="0052649B" w:rsidRDefault="00871D52">
      <w:pPr>
        <w:pStyle w:val="Heading21"/>
        <w:rPr>
          <w:rFonts w:ascii="Times New Roman" w:hAnsi="Times New Roman" w:cs="Times New Roman"/>
        </w:rPr>
      </w:pPr>
      <w:r w:rsidRPr="0052649B">
        <w:rPr>
          <w:rFonts w:ascii="Times New Roman" w:hAnsi="Times New Roman" w:cs="Times New Roman"/>
          <w:color w:val="231F20"/>
        </w:rPr>
        <w:t>Итоговая аттестация:</w:t>
      </w:r>
    </w:p>
    <w:p w:rsidR="00871D52" w:rsidRPr="0052649B" w:rsidRDefault="00871D52">
      <w:pPr>
        <w:pStyle w:val="ListParagraph"/>
        <w:numPr>
          <w:ilvl w:val="1"/>
          <w:numId w:val="3"/>
        </w:numPr>
        <w:tabs>
          <w:tab w:val="left" w:pos="1578"/>
        </w:tabs>
        <w:spacing w:before="85"/>
        <w:ind w:firstLine="567"/>
        <w:rPr>
          <w:rFonts w:ascii="Times New Roman" w:hAnsi="Times New Roman" w:cs="Times New Roman"/>
        </w:rPr>
      </w:pPr>
      <w:r w:rsidRPr="0052649B">
        <w:rPr>
          <w:rFonts w:ascii="Times New Roman" w:hAnsi="Times New Roman" w:cs="Times New Roman"/>
          <w:color w:val="231F20"/>
        </w:rPr>
        <w:t>кейс;</w:t>
      </w:r>
    </w:p>
    <w:p w:rsidR="00871D52" w:rsidRPr="0052649B" w:rsidRDefault="00871D52">
      <w:pPr>
        <w:pStyle w:val="ListParagraph"/>
        <w:numPr>
          <w:ilvl w:val="1"/>
          <w:numId w:val="3"/>
        </w:numPr>
        <w:tabs>
          <w:tab w:val="left" w:pos="1578"/>
        </w:tabs>
        <w:ind w:firstLine="567"/>
        <w:rPr>
          <w:rFonts w:ascii="Times New Roman" w:hAnsi="Times New Roman" w:cs="Times New Roman"/>
        </w:rPr>
      </w:pPr>
      <w:r w:rsidRPr="0052649B">
        <w:rPr>
          <w:rFonts w:ascii="Times New Roman" w:hAnsi="Times New Roman" w:cs="Times New Roman"/>
          <w:color w:val="231F20"/>
        </w:rPr>
        <w:t>эссе;</w:t>
      </w:r>
    </w:p>
    <w:p w:rsidR="00871D52" w:rsidRPr="0052649B" w:rsidRDefault="00871D52">
      <w:pPr>
        <w:pStyle w:val="ListParagraph"/>
        <w:numPr>
          <w:ilvl w:val="1"/>
          <w:numId w:val="3"/>
        </w:numPr>
        <w:tabs>
          <w:tab w:val="left" w:pos="1578"/>
        </w:tabs>
        <w:ind w:firstLine="567"/>
        <w:rPr>
          <w:rFonts w:ascii="Times New Roman" w:hAnsi="Times New Roman" w:cs="Times New Roman"/>
        </w:rPr>
      </w:pPr>
      <w:r w:rsidRPr="0052649B">
        <w:rPr>
          <w:rFonts w:ascii="Times New Roman" w:hAnsi="Times New Roman" w:cs="Times New Roman"/>
          <w:color w:val="231F20"/>
        </w:rPr>
        <w:t>ролевая</w:t>
      </w:r>
      <w:r w:rsidRPr="0052649B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52649B">
        <w:rPr>
          <w:rFonts w:ascii="Times New Roman" w:hAnsi="Times New Roman" w:cs="Times New Roman"/>
          <w:color w:val="231F20"/>
        </w:rPr>
        <w:t>игра.</w:t>
      </w:r>
    </w:p>
    <w:p w:rsidR="00871D52" w:rsidRPr="0052649B" w:rsidRDefault="00871D52">
      <w:pPr>
        <w:pStyle w:val="BodyText"/>
        <w:spacing w:before="7"/>
        <w:rPr>
          <w:rFonts w:ascii="Times New Roman" w:hAnsi="Times New Roman" w:cs="Times New Roman"/>
          <w:sz w:val="23"/>
        </w:rPr>
      </w:pPr>
    </w:p>
    <w:p w:rsidR="00871D52" w:rsidRPr="0052649B" w:rsidRDefault="00871D52">
      <w:pPr>
        <w:pStyle w:val="Heading21"/>
        <w:rPr>
          <w:rFonts w:ascii="Times New Roman" w:hAnsi="Times New Roman" w:cs="Times New Roman"/>
        </w:rPr>
      </w:pPr>
      <w:r w:rsidRPr="0052649B">
        <w:rPr>
          <w:rFonts w:ascii="Times New Roman" w:hAnsi="Times New Roman" w:cs="Times New Roman"/>
          <w:color w:val="231F20"/>
        </w:rPr>
        <w:t>Внеурочная деятельность:</w:t>
      </w:r>
    </w:p>
    <w:p w:rsidR="00871D52" w:rsidRPr="0052649B" w:rsidRDefault="00871D52">
      <w:pPr>
        <w:pStyle w:val="ListParagraph"/>
        <w:numPr>
          <w:ilvl w:val="1"/>
          <w:numId w:val="3"/>
        </w:numPr>
        <w:tabs>
          <w:tab w:val="left" w:pos="1578"/>
        </w:tabs>
        <w:spacing w:before="119"/>
        <w:ind w:firstLine="567"/>
        <w:rPr>
          <w:rFonts w:ascii="Times New Roman" w:hAnsi="Times New Roman" w:cs="Times New Roman"/>
        </w:rPr>
      </w:pPr>
      <w:r w:rsidRPr="0052649B">
        <w:rPr>
          <w:rFonts w:ascii="Times New Roman" w:hAnsi="Times New Roman" w:cs="Times New Roman"/>
          <w:color w:val="231F20"/>
        </w:rPr>
        <w:t>исследовательская</w:t>
      </w:r>
      <w:r w:rsidRPr="0052649B">
        <w:rPr>
          <w:rFonts w:ascii="Times New Roman" w:hAnsi="Times New Roman" w:cs="Times New Roman"/>
          <w:color w:val="231F20"/>
          <w:spacing w:val="-12"/>
        </w:rPr>
        <w:t xml:space="preserve"> </w:t>
      </w:r>
      <w:r w:rsidRPr="0052649B">
        <w:rPr>
          <w:rFonts w:ascii="Times New Roman" w:hAnsi="Times New Roman" w:cs="Times New Roman"/>
          <w:color w:val="231F20"/>
        </w:rPr>
        <w:t>работа;</w:t>
      </w:r>
    </w:p>
    <w:p w:rsidR="00871D52" w:rsidRPr="0052649B" w:rsidRDefault="00871D52">
      <w:pPr>
        <w:pStyle w:val="ListParagraph"/>
        <w:numPr>
          <w:ilvl w:val="1"/>
          <w:numId w:val="3"/>
        </w:numPr>
        <w:tabs>
          <w:tab w:val="left" w:pos="1578"/>
        </w:tabs>
        <w:ind w:firstLine="567"/>
        <w:rPr>
          <w:rFonts w:ascii="Times New Roman" w:hAnsi="Times New Roman" w:cs="Times New Roman"/>
        </w:rPr>
      </w:pPr>
      <w:r w:rsidRPr="0052649B">
        <w:rPr>
          <w:rFonts w:ascii="Times New Roman" w:hAnsi="Times New Roman" w:cs="Times New Roman"/>
          <w:color w:val="231F20"/>
        </w:rPr>
        <w:t>проект: групповой и</w:t>
      </w:r>
      <w:r w:rsidRPr="0052649B">
        <w:rPr>
          <w:rFonts w:ascii="Times New Roman" w:hAnsi="Times New Roman" w:cs="Times New Roman"/>
          <w:color w:val="231F20"/>
          <w:spacing w:val="-28"/>
        </w:rPr>
        <w:t xml:space="preserve"> </w:t>
      </w:r>
      <w:r w:rsidRPr="0052649B">
        <w:rPr>
          <w:rFonts w:ascii="Times New Roman" w:hAnsi="Times New Roman" w:cs="Times New Roman"/>
          <w:color w:val="231F20"/>
        </w:rPr>
        <w:t>индивидуальный.</w:t>
      </w:r>
    </w:p>
    <w:p w:rsidR="00871D52" w:rsidRPr="0052649B" w:rsidRDefault="00871D52">
      <w:pPr>
        <w:rPr>
          <w:rFonts w:ascii="Times New Roman" w:hAnsi="Times New Roman" w:cs="Times New Roman"/>
        </w:rPr>
        <w:sectPr w:rsidR="00871D52" w:rsidRPr="0052649B">
          <w:headerReference w:type="default" r:id="rId9"/>
          <w:pgSz w:w="9640" w:h="13890"/>
          <w:pgMar w:top="1040" w:right="540" w:bottom="280" w:left="560" w:header="0" w:footer="0" w:gutter="0"/>
          <w:cols w:space="720"/>
        </w:sectPr>
      </w:pPr>
    </w:p>
    <w:p w:rsidR="00871D52" w:rsidRPr="0052649B" w:rsidRDefault="00871D52">
      <w:pPr>
        <w:pStyle w:val="Heading11"/>
        <w:spacing w:line="249" w:lineRule="auto"/>
        <w:ind w:left="1310"/>
        <w:rPr>
          <w:rFonts w:ascii="Times New Roman" w:hAnsi="Times New Roman" w:cs="Times New Roman"/>
          <w:lang w:val="ru-RU"/>
        </w:rPr>
      </w:pPr>
      <w:r>
        <w:rPr>
          <w:noProof/>
          <w:lang w:val="ru-RU" w:eastAsia="ru-RU"/>
        </w:rPr>
        <w:pict>
          <v:shape id="_x0000_s1446" type="#_x0000_t75" style="position:absolute;left:0;text-align:left;margin-left:76.05pt;margin-top:10.25pt;width:6.45pt;height:6.45pt;z-index:251656192;visibility:visible;mso-wrap-distance-left:0;mso-wrap-distance-right:0;mso-position-horizontal-relative:page">
            <v:imagedata r:id="rId8" o:title=""/>
            <w10:wrap anchorx="page"/>
          </v:shape>
        </w:pict>
      </w:r>
      <w:r w:rsidRPr="0052649B">
        <w:rPr>
          <w:rFonts w:ascii="Times New Roman" w:hAnsi="Times New Roman" w:cs="Times New Roman"/>
          <w:color w:val="231F20"/>
          <w:w w:val="95"/>
          <w:lang w:val="ru-RU"/>
        </w:rPr>
        <w:t xml:space="preserve">Учебно-методическое и материально-техническое </w:t>
      </w:r>
      <w:r w:rsidRPr="0052649B">
        <w:rPr>
          <w:rFonts w:ascii="Times New Roman" w:hAnsi="Times New Roman" w:cs="Times New Roman"/>
          <w:color w:val="231F20"/>
          <w:lang w:val="ru-RU"/>
        </w:rPr>
        <w:t>обеспечение курса</w:t>
      </w:r>
    </w:p>
    <w:p w:rsidR="00871D52" w:rsidRPr="0052649B" w:rsidRDefault="00871D52">
      <w:pPr>
        <w:pStyle w:val="BodyText"/>
        <w:spacing w:before="5"/>
        <w:rPr>
          <w:rFonts w:ascii="Times New Roman" w:hAnsi="Times New Roman" w:cs="Times New Roman"/>
          <w:sz w:val="20"/>
          <w:lang w:val="ru-RU"/>
        </w:rPr>
      </w:pPr>
      <w:r>
        <w:rPr>
          <w:noProof/>
          <w:lang w:val="ru-RU" w:eastAsia="ru-RU"/>
        </w:rPr>
        <w:pict>
          <v:group id="_x0000_s1447" style="position:absolute;margin-left:70.85pt;margin-top:13.75pt;width:340.2pt;height:1pt;z-index:-251656192;mso-wrap-distance-left:0;mso-wrap-distance-right:0;mso-position-horizontal-relative:page" coordorigin="1417,275" coordsize="6804,20">
            <v:rect id="_x0000_s1448" style="position:absolute;left:1417;top:274;width:61;height:20" fillcolor="#ee4d9b" stroked="f"/>
            <v:rect id="_x0000_s1449" style="position:absolute;left:1517;top:274;width:61;height:20" fillcolor="#ee4d9b" stroked="f"/>
            <v:rect id="_x0000_s1450" style="position:absolute;left:1618;top:274;width:61;height:20" fillcolor="#ee4d9b" stroked="f"/>
            <v:rect id="_x0000_s1451" style="position:absolute;left:1719;top:274;width:61;height:20" fillcolor="#ee4d9b" stroked="f"/>
            <v:rect id="_x0000_s1452" style="position:absolute;left:1819;top:274;width:61;height:20" fillcolor="#ee4d9b" stroked="f"/>
            <v:rect id="_x0000_s1453" style="position:absolute;left:1920;top:274;width:61;height:20" fillcolor="#ee4d9b" stroked="f"/>
            <v:rect id="_x0000_s1454" style="position:absolute;left:2021;top:274;width:61;height:20" fillcolor="#ee4d9b" stroked="f"/>
            <v:rect id="_x0000_s1455" style="position:absolute;left:2121;top:274;width:61;height:20" fillcolor="#ee4d9b" stroked="f"/>
            <v:rect id="_x0000_s1456" style="position:absolute;left:2222;top:274;width:61;height:20" fillcolor="#ee4d9b" stroked="f"/>
            <v:rect id="_x0000_s1457" style="position:absolute;left:2323;top:274;width:61;height:20" fillcolor="#ee4d9b" stroked="f"/>
            <v:rect id="_x0000_s1458" style="position:absolute;left:2423;top:274;width:61;height:20" fillcolor="#ee4d9b" stroked="f"/>
            <v:rect id="_x0000_s1459" style="position:absolute;left:2524;top:274;width:61;height:20" fillcolor="#ee4d9b" stroked="f"/>
            <v:rect id="_x0000_s1460" style="position:absolute;left:2625;top:274;width:61;height:20" fillcolor="#ee4d9b" stroked="f"/>
            <v:rect id="_x0000_s1461" style="position:absolute;left:2725;top:274;width:61;height:20" fillcolor="#ee4d9b" stroked="f"/>
            <v:rect id="_x0000_s1462" style="position:absolute;left:2826;top:274;width:61;height:20" fillcolor="#ee4d9b" stroked="f"/>
            <v:rect id="_x0000_s1463" style="position:absolute;left:2926;top:274;width:61;height:20" fillcolor="#ee4d9b" stroked="f"/>
            <v:rect id="_x0000_s1464" style="position:absolute;left:3027;top:274;width:61;height:20" fillcolor="#ee4d9b" stroked="f"/>
            <v:rect id="_x0000_s1465" style="position:absolute;left:3128;top:274;width:61;height:20" fillcolor="#ee4d9b" stroked="f"/>
            <v:rect id="_x0000_s1466" style="position:absolute;left:3228;top:274;width:61;height:20" fillcolor="#ee4d9b" stroked="f"/>
            <v:rect id="_x0000_s1467" style="position:absolute;left:3329;top:274;width:61;height:20" fillcolor="#ee4d9b" stroked="f"/>
            <v:rect id="_x0000_s1468" style="position:absolute;left:3430;top:274;width:61;height:20" fillcolor="#ee4d9b" stroked="f"/>
            <v:rect id="_x0000_s1469" style="position:absolute;left:3530;top:274;width:61;height:20" fillcolor="#ee4d9b" stroked="f"/>
            <v:rect id="_x0000_s1470" style="position:absolute;left:3631;top:274;width:61;height:20" fillcolor="#ee4d9b" stroked="f"/>
            <v:rect id="_x0000_s1471" style="position:absolute;left:3732;top:274;width:61;height:20" fillcolor="#ee4d9b" stroked="f"/>
            <v:rect id="_x0000_s1472" style="position:absolute;left:3832;top:274;width:61;height:20" fillcolor="#ee4d9b" stroked="f"/>
            <v:rect id="_x0000_s1473" style="position:absolute;left:3933;top:274;width:61;height:20" fillcolor="#ee4d9b" stroked="f"/>
            <v:rect id="_x0000_s1474" style="position:absolute;left:4033;top:274;width:61;height:20" fillcolor="#ee4d9b" stroked="f"/>
            <v:rect id="_x0000_s1475" style="position:absolute;left:4134;top:274;width:61;height:20" fillcolor="#ee4d9b" stroked="f"/>
            <v:rect id="_x0000_s1476" style="position:absolute;left:4235;top:274;width:61;height:20" fillcolor="#ee4d9b" stroked="f"/>
            <v:rect id="_x0000_s1477" style="position:absolute;left:4335;top:274;width:61;height:20" fillcolor="#ee4d9b" stroked="f"/>
            <v:rect id="_x0000_s1478" style="position:absolute;left:4436;top:274;width:61;height:20" fillcolor="#ee4d9b" stroked="f"/>
            <v:rect id="_x0000_s1479" style="position:absolute;left:4537;top:274;width:61;height:20" fillcolor="#ee4d9b" stroked="f"/>
            <v:rect id="_x0000_s1480" style="position:absolute;left:4637;top:274;width:61;height:20" fillcolor="#ee4d9b" stroked="f"/>
            <v:rect id="_x0000_s1481" style="position:absolute;left:4738;top:274;width:61;height:20" fillcolor="#ee4d9b" stroked="f"/>
            <v:rect id="_x0000_s1482" style="position:absolute;left:4839;top:274;width:61;height:20" fillcolor="#ee4d9b" stroked="f"/>
            <v:rect id="_x0000_s1483" style="position:absolute;left:4939;top:274;width:61;height:20" fillcolor="#ee4d9b" stroked="f"/>
            <v:rect id="_x0000_s1484" style="position:absolute;left:5040;top:274;width:61;height:20" fillcolor="#ee4d9b" stroked="f"/>
            <v:rect id="_x0000_s1485" style="position:absolute;left:5140;top:274;width:61;height:20" fillcolor="#ee4d9b" stroked="f"/>
            <v:rect id="_x0000_s1486" style="position:absolute;left:5241;top:274;width:61;height:20" fillcolor="#ee4d9b" stroked="f"/>
            <v:rect id="_x0000_s1487" style="position:absolute;left:5342;top:274;width:61;height:20" fillcolor="#ee4d9b" stroked="f"/>
            <v:rect id="_x0000_s1488" style="position:absolute;left:5442;top:274;width:61;height:20" fillcolor="#ee4d9b" stroked="f"/>
            <v:rect id="_x0000_s1489" style="position:absolute;left:5543;top:274;width:61;height:20" fillcolor="#ee4d9b" stroked="f"/>
            <v:rect id="_x0000_s1490" style="position:absolute;left:5644;top:274;width:61;height:20" fillcolor="#ee4d9b" stroked="f"/>
            <v:rect id="_x0000_s1491" style="position:absolute;left:5744;top:274;width:61;height:20" fillcolor="#ee4d9b" stroked="f"/>
            <v:rect id="_x0000_s1492" style="position:absolute;left:5845;top:274;width:61;height:20" fillcolor="#ee4d9b" stroked="f"/>
            <v:rect id="_x0000_s1493" style="position:absolute;left:5946;top:274;width:61;height:20" fillcolor="#ee4d9b" stroked="f"/>
            <v:rect id="_x0000_s1494" style="position:absolute;left:6046;top:274;width:61;height:20" fillcolor="#ee4d9b" stroked="f"/>
            <v:rect id="_x0000_s1495" style="position:absolute;left:6147;top:274;width:61;height:20" fillcolor="#ee4d9b" stroked="f"/>
            <v:rect id="_x0000_s1496" style="position:absolute;left:6248;top:274;width:61;height:20" fillcolor="#ee4d9b" stroked="f"/>
            <v:rect id="_x0000_s1497" style="position:absolute;left:6348;top:274;width:61;height:20" fillcolor="#ee4d9b" stroked="f"/>
            <v:rect id="_x0000_s1498" style="position:absolute;left:6449;top:274;width:61;height:20" fillcolor="#ee4d9b" stroked="f"/>
            <v:rect id="_x0000_s1499" style="position:absolute;left:6549;top:274;width:61;height:20" fillcolor="#ee4d9b" stroked="f"/>
            <v:rect id="_x0000_s1500" style="position:absolute;left:6650;top:274;width:61;height:20" fillcolor="#ee4d9b" stroked="f"/>
            <v:rect id="_x0000_s1501" style="position:absolute;left:6751;top:274;width:61;height:20" fillcolor="#ee4d9b" stroked="f"/>
            <v:rect id="_x0000_s1502" style="position:absolute;left:6851;top:274;width:61;height:20" fillcolor="#ee4d9b" stroked="f"/>
            <v:rect id="_x0000_s1503" style="position:absolute;left:6952;top:274;width:61;height:20" fillcolor="#ee4d9b" stroked="f"/>
            <v:rect id="_x0000_s1504" style="position:absolute;left:7053;top:274;width:61;height:20" fillcolor="#ee4d9b" stroked="f"/>
            <v:rect id="_x0000_s1505" style="position:absolute;left:7153;top:274;width:61;height:20" fillcolor="#ee4d9b" stroked="f"/>
            <v:rect id="_x0000_s1506" style="position:absolute;left:7254;top:274;width:61;height:20" fillcolor="#ee4d9b" stroked="f"/>
            <v:rect id="_x0000_s1507" style="position:absolute;left:7355;top:274;width:61;height:20" fillcolor="#ee4d9b" stroked="f"/>
            <v:rect id="_x0000_s1508" style="position:absolute;left:7455;top:274;width:61;height:20" fillcolor="#ee4d9b" stroked="f"/>
            <v:rect id="_x0000_s1509" style="position:absolute;left:7556;top:274;width:61;height:20" fillcolor="#ee4d9b" stroked="f"/>
            <v:rect id="_x0000_s1510" style="position:absolute;left:7656;top:274;width:61;height:20" fillcolor="#ee4d9b" stroked="f"/>
            <v:rect id="_x0000_s1511" style="position:absolute;left:7757;top:274;width:61;height:20" fillcolor="#ee4d9b" stroked="f"/>
            <v:rect id="_x0000_s1512" style="position:absolute;left:7858;top:274;width:61;height:20" fillcolor="#ee4d9b" stroked="f"/>
            <v:rect id="_x0000_s1513" style="position:absolute;left:7958;top:274;width:61;height:20" fillcolor="#ee4d9b" stroked="f"/>
            <v:rect id="_x0000_s1514" style="position:absolute;left:8059;top:274;width:61;height:20" fillcolor="#ee4d9b" stroked="f"/>
            <v:rect id="_x0000_s1515" style="position:absolute;left:8160;top:274;width:61;height:20" fillcolor="#ee4d9b" stroked="f"/>
            <w10:wrap type="topAndBottom" anchorx="page"/>
          </v:group>
        </w:pict>
      </w:r>
    </w:p>
    <w:p w:rsidR="00871D52" w:rsidRPr="0052649B" w:rsidRDefault="00871D52">
      <w:pPr>
        <w:pStyle w:val="BodyText"/>
        <w:spacing w:before="11"/>
        <w:rPr>
          <w:rFonts w:ascii="Times New Roman" w:hAnsi="Times New Roman" w:cs="Times New Roman"/>
          <w:sz w:val="29"/>
          <w:lang w:val="ru-RU"/>
        </w:rPr>
      </w:pPr>
    </w:p>
    <w:p w:rsidR="00871D52" w:rsidRPr="0052649B" w:rsidRDefault="00871D52">
      <w:pPr>
        <w:pStyle w:val="Heading21"/>
        <w:spacing w:before="95"/>
        <w:ind w:left="85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Литература:</w:t>
      </w:r>
    </w:p>
    <w:p w:rsidR="00871D52" w:rsidRPr="0052649B" w:rsidRDefault="00871D52">
      <w:pPr>
        <w:spacing w:before="118" w:line="283" w:lineRule="auto"/>
        <w:ind w:left="290" w:firstLine="566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i/>
          <w:color w:val="231F20"/>
          <w:lang w:val="ru-RU"/>
        </w:rPr>
        <w:t xml:space="preserve">Липсиц И., Вигдорчик Е. </w:t>
      </w:r>
      <w:r w:rsidRPr="0052649B">
        <w:rPr>
          <w:rFonts w:ascii="Times New Roman" w:hAnsi="Times New Roman" w:cs="Times New Roman"/>
          <w:color w:val="231F20"/>
          <w:lang w:val="ru-RU"/>
        </w:rPr>
        <w:t>Финансовая грамотность. 5—7 классы: материалы для учащихся. — М.: ВИТА-ПРЕСС, 2014.</w:t>
      </w:r>
    </w:p>
    <w:p w:rsidR="00871D52" w:rsidRPr="0052649B" w:rsidRDefault="00871D52">
      <w:pPr>
        <w:spacing w:line="252" w:lineRule="exact"/>
        <w:ind w:left="85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i/>
          <w:color w:val="231F20"/>
          <w:lang w:val="ru-RU"/>
        </w:rPr>
        <w:t xml:space="preserve">Вигдорчик Е., Липсиц И., Корлюгова Ю. </w:t>
      </w:r>
      <w:r w:rsidRPr="0052649B">
        <w:rPr>
          <w:rFonts w:ascii="Times New Roman" w:hAnsi="Times New Roman" w:cs="Times New Roman"/>
          <w:color w:val="231F20"/>
          <w:lang w:val="ru-RU"/>
        </w:rPr>
        <w:t>Финансовая грамотность.</w:t>
      </w:r>
    </w:p>
    <w:p w:rsidR="00871D52" w:rsidRPr="0052649B" w:rsidRDefault="00871D52">
      <w:pPr>
        <w:pStyle w:val="BodyText"/>
        <w:ind w:left="290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5—7 классы: учебная программа. — М.: ВИТА-ПРЕСС, 2014.</w:t>
      </w:r>
    </w:p>
    <w:p w:rsidR="00871D52" w:rsidRPr="0052649B" w:rsidRDefault="00871D52">
      <w:pPr>
        <w:spacing w:before="45" w:line="283" w:lineRule="auto"/>
        <w:ind w:left="290" w:right="877" w:firstLine="566"/>
        <w:jc w:val="both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i/>
          <w:color w:val="231F20"/>
          <w:lang w:val="ru-RU"/>
        </w:rPr>
        <w:t xml:space="preserve">Вигдорчик Е., Липсиц И., Корлюгова Ю.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 xml:space="preserve">Финансовая грамотность. </w:t>
      </w:r>
      <w:r w:rsidRPr="0052649B">
        <w:rPr>
          <w:rFonts w:ascii="Times New Roman" w:hAnsi="Times New Roman" w:cs="Times New Roman"/>
          <w:color w:val="231F20"/>
          <w:w w:val="95"/>
          <w:lang w:val="ru-RU"/>
        </w:rPr>
        <w:t>5—7</w:t>
      </w:r>
      <w:r w:rsidRPr="0052649B">
        <w:rPr>
          <w:rFonts w:ascii="Times New Roman" w:hAnsi="Times New Roman" w:cs="Times New Roman"/>
          <w:color w:val="231F20"/>
          <w:spacing w:val="-2"/>
          <w:w w:val="9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w w:val="95"/>
          <w:lang w:val="ru-RU"/>
        </w:rPr>
        <w:t>классы:</w:t>
      </w:r>
      <w:r w:rsidRPr="0052649B">
        <w:rPr>
          <w:rFonts w:ascii="Times New Roman" w:hAnsi="Times New Roman" w:cs="Times New Roman"/>
          <w:color w:val="231F20"/>
          <w:spacing w:val="-11"/>
          <w:w w:val="9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w w:val="95"/>
          <w:lang w:val="ru-RU"/>
        </w:rPr>
        <w:t>методические</w:t>
      </w:r>
      <w:r w:rsidRPr="0052649B">
        <w:rPr>
          <w:rFonts w:ascii="Times New Roman" w:hAnsi="Times New Roman" w:cs="Times New Roman"/>
          <w:color w:val="231F20"/>
          <w:spacing w:val="-12"/>
          <w:w w:val="9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w w:val="95"/>
          <w:lang w:val="ru-RU"/>
        </w:rPr>
        <w:t>рекомендации</w:t>
      </w:r>
      <w:r w:rsidRPr="0052649B">
        <w:rPr>
          <w:rFonts w:ascii="Times New Roman" w:hAnsi="Times New Roman" w:cs="Times New Roman"/>
          <w:color w:val="231F20"/>
          <w:spacing w:val="-12"/>
          <w:w w:val="9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w w:val="95"/>
          <w:lang w:val="ru-RU"/>
        </w:rPr>
        <w:t>для</w:t>
      </w:r>
      <w:r w:rsidRPr="0052649B">
        <w:rPr>
          <w:rFonts w:ascii="Times New Roman" w:hAnsi="Times New Roman" w:cs="Times New Roman"/>
          <w:color w:val="231F20"/>
          <w:spacing w:val="-11"/>
          <w:w w:val="9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w w:val="95"/>
          <w:lang w:val="ru-RU"/>
        </w:rPr>
        <w:t>учителя.</w:t>
      </w:r>
      <w:r w:rsidRPr="0052649B">
        <w:rPr>
          <w:rFonts w:ascii="Times New Roman" w:hAnsi="Times New Roman" w:cs="Times New Roman"/>
          <w:color w:val="231F20"/>
          <w:spacing w:val="-12"/>
          <w:w w:val="9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w w:val="95"/>
          <w:lang w:val="ru-RU"/>
        </w:rPr>
        <w:t>—</w:t>
      </w:r>
      <w:r w:rsidRPr="0052649B">
        <w:rPr>
          <w:rFonts w:ascii="Times New Roman" w:hAnsi="Times New Roman" w:cs="Times New Roman"/>
          <w:color w:val="231F20"/>
          <w:spacing w:val="-12"/>
          <w:w w:val="9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w w:val="95"/>
          <w:lang w:val="ru-RU"/>
        </w:rPr>
        <w:t>М.:</w:t>
      </w:r>
      <w:r w:rsidRPr="0052649B">
        <w:rPr>
          <w:rFonts w:ascii="Times New Roman" w:hAnsi="Times New Roman" w:cs="Times New Roman"/>
          <w:color w:val="231F20"/>
          <w:spacing w:val="-11"/>
          <w:w w:val="9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spacing w:val="-3"/>
          <w:w w:val="95"/>
          <w:lang w:val="ru-RU"/>
        </w:rPr>
        <w:t xml:space="preserve">ВИТА-ПРЕСС,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2014.</w:t>
      </w:r>
    </w:p>
    <w:p w:rsidR="00871D52" w:rsidRPr="0052649B" w:rsidRDefault="00871D52">
      <w:pPr>
        <w:spacing w:line="252" w:lineRule="exact"/>
        <w:ind w:left="85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i/>
          <w:color w:val="231F20"/>
          <w:lang w:val="ru-RU"/>
        </w:rPr>
        <w:t xml:space="preserve">Вигдорчик Е., Липсиц И., Корлюгова Ю. </w:t>
      </w:r>
      <w:r w:rsidRPr="0052649B">
        <w:rPr>
          <w:rFonts w:ascii="Times New Roman" w:hAnsi="Times New Roman" w:cs="Times New Roman"/>
          <w:color w:val="231F20"/>
          <w:lang w:val="ru-RU"/>
        </w:rPr>
        <w:t>Финансовая грамотность.</w:t>
      </w:r>
    </w:p>
    <w:p w:rsidR="00871D52" w:rsidRPr="0052649B" w:rsidRDefault="00871D52">
      <w:pPr>
        <w:pStyle w:val="BodyText"/>
        <w:ind w:left="290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5—7 классы: материалы для родителей. — М.: ВИТА-ПРЕСС, 2014.</w:t>
      </w:r>
    </w:p>
    <w:p w:rsidR="00871D52" w:rsidRPr="0052649B" w:rsidRDefault="00871D52">
      <w:pPr>
        <w:spacing w:before="45" w:line="283" w:lineRule="auto"/>
        <w:ind w:left="290" w:right="877" w:firstLine="566"/>
        <w:jc w:val="both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i/>
          <w:color w:val="231F20"/>
          <w:lang w:val="ru-RU"/>
        </w:rPr>
        <w:t xml:space="preserve">Корлюгова Ю., Вигдорчик Е., Липсиц И.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 xml:space="preserve">Финансовая грамотность. </w:t>
      </w:r>
      <w:r w:rsidRPr="0052649B">
        <w:rPr>
          <w:rFonts w:ascii="Times New Roman" w:hAnsi="Times New Roman" w:cs="Times New Roman"/>
          <w:color w:val="231F20"/>
          <w:w w:val="95"/>
          <w:lang w:val="ru-RU"/>
        </w:rPr>
        <w:t xml:space="preserve">5—7 классы: </w:t>
      </w:r>
      <w:r w:rsidRPr="0052649B">
        <w:rPr>
          <w:rFonts w:ascii="Times New Roman" w:hAnsi="Times New Roman" w:cs="Times New Roman"/>
          <w:color w:val="231F20"/>
          <w:spacing w:val="-3"/>
          <w:w w:val="95"/>
          <w:lang w:val="ru-RU"/>
        </w:rPr>
        <w:t xml:space="preserve">контрольные измерительные материалы. </w:t>
      </w:r>
      <w:r w:rsidRPr="0052649B">
        <w:rPr>
          <w:rFonts w:ascii="Times New Roman" w:hAnsi="Times New Roman" w:cs="Times New Roman"/>
          <w:color w:val="231F20"/>
          <w:w w:val="95"/>
          <w:lang w:val="ru-RU"/>
        </w:rPr>
        <w:t xml:space="preserve">— М.: </w:t>
      </w:r>
      <w:r w:rsidRPr="0052649B">
        <w:rPr>
          <w:rFonts w:ascii="Times New Roman" w:hAnsi="Times New Roman" w:cs="Times New Roman"/>
          <w:color w:val="231F20"/>
          <w:spacing w:val="-3"/>
          <w:w w:val="95"/>
          <w:lang w:val="ru-RU"/>
        </w:rPr>
        <w:t xml:space="preserve">ВИТА-ПРЕСС, </w:t>
      </w:r>
      <w:r w:rsidRPr="0052649B">
        <w:rPr>
          <w:rFonts w:ascii="Times New Roman" w:hAnsi="Times New Roman" w:cs="Times New Roman"/>
          <w:color w:val="231F20"/>
          <w:spacing w:val="-3"/>
          <w:lang w:val="ru-RU"/>
        </w:rPr>
        <w:t>2014.</w:t>
      </w:r>
    </w:p>
    <w:p w:rsidR="00871D52" w:rsidRPr="0052649B" w:rsidRDefault="00871D52">
      <w:pPr>
        <w:pStyle w:val="BodyText"/>
        <w:spacing w:before="4"/>
        <w:rPr>
          <w:rFonts w:ascii="Times New Roman" w:hAnsi="Times New Roman" w:cs="Times New Roman"/>
          <w:sz w:val="11"/>
          <w:lang w:val="ru-RU"/>
        </w:rPr>
      </w:pPr>
    </w:p>
    <w:p w:rsidR="00871D52" w:rsidRPr="0052649B" w:rsidRDefault="00871D52">
      <w:pPr>
        <w:pStyle w:val="Heading21"/>
        <w:spacing w:before="94"/>
        <w:ind w:left="857"/>
        <w:rPr>
          <w:rFonts w:ascii="Times New Roman" w:hAnsi="Times New Roman" w:cs="Times New Roman"/>
        </w:rPr>
      </w:pPr>
      <w:r w:rsidRPr="0052649B">
        <w:rPr>
          <w:rFonts w:ascii="Times New Roman" w:hAnsi="Times New Roman" w:cs="Times New Roman"/>
          <w:color w:val="231F20"/>
          <w:w w:val="105"/>
        </w:rPr>
        <w:t>Интернет-источники</w:t>
      </w:r>
    </w:p>
    <w:p w:rsidR="00871D52" w:rsidRPr="0052649B" w:rsidRDefault="00871D52">
      <w:pPr>
        <w:pStyle w:val="ListParagraph"/>
        <w:numPr>
          <w:ilvl w:val="0"/>
          <w:numId w:val="2"/>
        </w:numPr>
        <w:tabs>
          <w:tab w:val="left" w:pos="1050"/>
        </w:tabs>
        <w:spacing w:before="119"/>
        <w:ind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</w:rPr>
        <w:t>C</w:t>
      </w:r>
      <w:r w:rsidRPr="0052649B">
        <w:rPr>
          <w:rFonts w:ascii="Times New Roman" w:hAnsi="Times New Roman" w:cs="Times New Roman"/>
          <w:color w:val="231F20"/>
          <w:lang w:val="ru-RU"/>
        </w:rPr>
        <w:t>айт журнала «Семейный бюджет» —</w:t>
      </w:r>
      <w:r w:rsidRPr="0052649B">
        <w:rPr>
          <w:rFonts w:ascii="Times New Roman" w:hAnsi="Times New Roman" w:cs="Times New Roman"/>
          <w:color w:val="231F20"/>
          <w:spacing w:val="-40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</w:rPr>
        <w:t>http</w:t>
      </w:r>
      <w:r w:rsidRPr="0052649B">
        <w:rPr>
          <w:rFonts w:ascii="Times New Roman" w:hAnsi="Times New Roman" w:cs="Times New Roman"/>
          <w:color w:val="231F20"/>
          <w:lang w:val="ru-RU"/>
        </w:rPr>
        <w:t>://</w:t>
      </w:r>
      <w:r w:rsidRPr="0052649B">
        <w:rPr>
          <w:rFonts w:ascii="Times New Roman" w:hAnsi="Times New Roman" w:cs="Times New Roman"/>
          <w:color w:val="231F20"/>
        </w:rPr>
        <w:t>www</w:t>
      </w:r>
      <w:r w:rsidRPr="0052649B">
        <w:rPr>
          <w:rFonts w:ascii="Times New Roman" w:hAnsi="Times New Roman" w:cs="Times New Roman"/>
          <w:color w:val="231F20"/>
          <w:lang w:val="ru-RU"/>
        </w:rPr>
        <w:t>.7</w:t>
      </w:r>
      <w:r w:rsidRPr="0052649B">
        <w:rPr>
          <w:rFonts w:ascii="Times New Roman" w:hAnsi="Times New Roman" w:cs="Times New Roman"/>
          <w:color w:val="231F20"/>
        </w:rPr>
        <w:t>budget</w:t>
      </w:r>
      <w:r w:rsidRPr="0052649B">
        <w:rPr>
          <w:rFonts w:ascii="Times New Roman" w:hAnsi="Times New Roman" w:cs="Times New Roman"/>
          <w:color w:val="231F20"/>
          <w:lang w:val="ru-RU"/>
        </w:rPr>
        <w:t>.</w:t>
      </w:r>
      <w:r w:rsidRPr="0052649B">
        <w:rPr>
          <w:rFonts w:ascii="Times New Roman" w:hAnsi="Times New Roman" w:cs="Times New Roman"/>
          <w:color w:val="231F20"/>
        </w:rPr>
        <w:t>ru</w:t>
      </w:r>
      <w:r w:rsidRPr="0052649B">
        <w:rPr>
          <w:rFonts w:ascii="Times New Roman" w:hAnsi="Times New Roman" w:cs="Times New Roman"/>
          <w:color w:val="231F20"/>
          <w:lang w:val="ru-RU"/>
        </w:rPr>
        <w:t>;</w:t>
      </w:r>
    </w:p>
    <w:p w:rsidR="00871D52" w:rsidRPr="0052649B" w:rsidRDefault="00871D52">
      <w:pPr>
        <w:pStyle w:val="ListParagraph"/>
        <w:numPr>
          <w:ilvl w:val="0"/>
          <w:numId w:val="2"/>
        </w:numPr>
        <w:tabs>
          <w:tab w:val="left" w:pos="1169"/>
        </w:tabs>
        <w:spacing w:line="283" w:lineRule="auto"/>
        <w:ind w:right="875"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 xml:space="preserve">Сайт по основам финансовой грамотности «Достаток.ру» — </w:t>
      </w:r>
      <w:r w:rsidRPr="0052649B">
        <w:rPr>
          <w:rFonts w:ascii="Times New Roman" w:hAnsi="Times New Roman" w:cs="Times New Roman"/>
          <w:color w:val="231F20"/>
        </w:rPr>
        <w:t>http</w:t>
      </w:r>
      <w:r w:rsidRPr="0052649B">
        <w:rPr>
          <w:rFonts w:ascii="Times New Roman" w:hAnsi="Times New Roman" w:cs="Times New Roman"/>
          <w:color w:val="231F20"/>
          <w:lang w:val="ru-RU"/>
        </w:rPr>
        <w:t>://</w:t>
      </w:r>
      <w:r w:rsidRPr="0052649B">
        <w:rPr>
          <w:rFonts w:ascii="Times New Roman" w:hAnsi="Times New Roman" w:cs="Times New Roman"/>
          <w:color w:val="231F20"/>
        </w:rPr>
        <w:t>www</w:t>
      </w:r>
      <w:r w:rsidRPr="0052649B">
        <w:rPr>
          <w:rFonts w:ascii="Times New Roman" w:hAnsi="Times New Roman" w:cs="Times New Roman"/>
          <w:color w:val="231F20"/>
          <w:lang w:val="ru-RU"/>
        </w:rPr>
        <w:t>.</w:t>
      </w:r>
      <w:r w:rsidRPr="0052649B">
        <w:rPr>
          <w:rFonts w:ascii="Times New Roman" w:hAnsi="Times New Roman" w:cs="Times New Roman"/>
          <w:color w:val="231F20"/>
        </w:rPr>
        <w:t>dostatok</w:t>
      </w:r>
      <w:r w:rsidRPr="0052649B">
        <w:rPr>
          <w:rFonts w:ascii="Times New Roman" w:hAnsi="Times New Roman" w:cs="Times New Roman"/>
          <w:color w:val="231F20"/>
          <w:lang w:val="ru-RU"/>
        </w:rPr>
        <w:t>.</w:t>
      </w:r>
      <w:r w:rsidRPr="0052649B">
        <w:rPr>
          <w:rFonts w:ascii="Times New Roman" w:hAnsi="Times New Roman" w:cs="Times New Roman"/>
          <w:color w:val="231F20"/>
        </w:rPr>
        <w:t>ru</w:t>
      </w:r>
      <w:r w:rsidRPr="0052649B">
        <w:rPr>
          <w:rFonts w:ascii="Times New Roman" w:hAnsi="Times New Roman" w:cs="Times New Roman"/>
          <w:color w:val="231F20"/>
          <w:lang w:val="ru-RU"/>
        </w:rPr>
        <w:t>;</w:t>
      </w:r>
    </w:p>
    <w:p w:rsidR="00871D52" w:rsidRPr="0052649B" w:rsidRDefault="00871D52">
      <w:pPr>
        <w:pStyle w:val="BodyText"/>
        <w:spacing w:before="0" w:line="283" w:lineRule="auto"/>
        <w:ind w:left="290" w:right="875" w:firstLine="566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3.</w:t>
      </w:r>
      <w:r w:rsidRPr="0052649B">
        <w:rPr>
          <w:rFonts w:ascii="Times New Roman" w:hAnsi="Times New Roman" w:cs="Times New Roman"/>
          <w:color w:val="231F20"/>
          <w:spacing w:val="-2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Журнал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«Работа</w:t>
      </w:r>
      <w:r w:rsidRPr="0052649B">
        <w:rPr>
          <w:rFonts w:ascii="Times New Roman" w:hAnsi="Times New Roman" w:cs="Times New Roman"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и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зарплата»</w:t>
      </w:r>
      <w:r w:rsidRPr="0052649B">
        <w:rPr>
          <w:rFonts w:ascii="Times New Roman" w:hAnsi="Times New Roman" w:cs="Times New Roman"/>
          <w:color w:val="231F20"/>
          <w:spacing w:val="-14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—</w:t>
      </w:r>
      <w:r w:rsidRPr="0052649B">
        <w:rPr>
          <w:rFonts w:ascii="Times New Roman" w:hAnsi="Times New Roman" w:cs="Times New Roman"/>
          <w:color w:val="231F20"/>
          <w:spacing w:val="-13"/>
          <w:lang w:val="ru-RU"/>
        </w:rPr>
        <w:t xml:space="preserve"> </w:t>
      </w:r>
      <w:hyperlink r:id="rId10">
        <w:r w:rsidRPr="0052649B">
          <w:rPr>
            <w:rFonts w:ascii="Times New Roman" w:hAnsi="Times New Roman" w:cs="Times New Roman"/>
            <w:color w:val="231F20"/>
          </w:rPr>
          <w:t>http</w:t>
        </w:r>
        <w:r w:rsidRPr="0052649B">
          <w:rPr>
            <w:rFonts w:ascii="Times New Roman" w:hAnsi="Times New Roman" w:cs="Times New Roman"/>
            <w:color w:val="231F20"/>
            <w:lang w:val="ru-RU"/>
          </w:rPr>
          <w:t>://</w:t>
        </w:r>
        <w:r w:rsidRPr="0052649B">
          <w:rPr>
            <w:rFonts w:ascii="Times New Roman" w:hAnsi="Times New Roman" w:cs="Times New Roman"/>
            <w:color w:val="231F20"/>
          </w:rPr>
          <w:t>zarplata</w:t>
        </w:r>
        <w:r w:rsidRPr="0052649B">
          <w:rPr>
            <w:rFonts w:ascii="Times New Roman" w:hAnsi="Times New Roman" w:cs="Times New Roman"/>
            <w:color w:val="231F20"/>
            <w:lang w:val="ru-RU"/>
          </w:rPr>
          <w:t>-</w:t>
        </w:r>
        <w:r w:rsidRPr="0052649B">
          <w:rPr>
            <w:rFonts w:ascii="Times New Roman" w:hAnsi="Times New Roman" w:cs="Times New Roman"/>
            <w:color w:val="231F20"/>
          </w:rPr>
          <w:t>i</w:t>
        </w:r>
        <w:r w:rsidRPr="0052649B">
          <w:rPr>
            <w:rFonts w:ascii="Times New Roman" w:hAnsi="Times New Roman" w:cs="Times New Roman"/>
            <w:color w:val="231F20"/>
            <w:lang w:val="ru-RU"/>
          </w:rPr>
          <w:t>-</w:t>
        </w:r>
        <w:r w:rsidRPr="0052649B">
          <w:rPr>
            <w:rFonts w:ascii="Times New Roman" w:hAnsi="Times New Roman" w:cs="Times New Roman"/>
            <w:color w:val="231F20"/>
          </w:rPr>
          <w:t>rabota</w:t>
        </w:r>
        <w:r w:rsidRPr="0052649B">
          <w:rPr>
            <w:rFonts w:ascii="Times New Roman" w:hAnsi="Times New Roman" w:cs="Times New Roman"/>
            <w:color w:val="231F20"/>
            <w:lang w:val="ru-RU"/>
          </w:rPr>
          <w:t>.</w:t>
        </w:r>
        <w:r w:rsidRPr="0052649B">
          <w:rPr>
            <w:rFonts w:ascii="Times New Roman" w:hAnsi="Times New Roman" w:cs="Times New Roman"/>
            <w:color w:val="231F20"/>
          </w:rPr>
          <w:t>ru</w:t>
        </w:r>
        <w:r w:rsidRPr="0052649B">
          <w:rPr>
            <w:rFonts w:ascii="Times New Roman" w:hAnsi="Times New Roman" w:cs="Times New Roman"/>
            <w:color w:val="231F20"/>
            <w:lang w:val="ru-RU"/>
          </w:rPr>
          <w:t>/</w:t>
        </w:r>
        <w:r w:rsidRPr="0052649B">
          <w:rPr>
            <w:rFonts w:ascii="Times New Roman" w:hAnsi="Times New Roman" w:cs="Times New Roman"/>
            <w:color w:val="231F20"/>
          </w:rPr>
          <w:t>zhurnal</w:t>
        </w:r>
        <w:r w:rsidRPr="0052649B">
          <w:rPr>
            <w:rFonts w:ascii="Times New Roman" w:hAnsi="Times New Roman" w:cs="Times New Roman"/>
            <w:color w:val="231F20"/>
            <w:lang w:val="ru-RU"/>
          </w:rPr>
          <w:t>-</w:t>
        </w:r>
      </w:hyperlink>
      <w:r w:rsidRPr="0052649B">
        <w:rPr>
          <w:rFonts w:ascii="Times New Roman" w:hAnsi="Times New Roman" w:cs="Times New Roman"/>
          <w:color w:val="231F20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</w:rPr>
        <w:t>rabota</w:t>
      </w:r>
      <w:r w:rsidRPr="0052649B">
        <w:rPr>
          <w:rFonts w:ascii="Times New Roman" w:hAnsi="Times New Roman" w:cs="Times New Roman"/>
          <w:color w:val="231F20"/>
          <w:lang w:val="ru-RU"/>
        </w:rPr>
        <w:t>-</w:t>
      </w:r>
      <w:r w:rsidRPr="0052649B">
        <w:rPr>
          <w:rFonts w:ascii="Times New Roman" w:hAnsi="Times New Roman" w:cs="Times New Roman"/>
          <w:color w:val="231F20"/>
        </w:rPr>
        <w:t>i</w:t>
      </w:r>
      <w:r w:rsidRPr="0052649B">
        <w:rPr>
          <w:rFonts w:ascii="Times New Roman" w:hAnsi="Times New Roman" w:cs="Times New Roman"/>
          <w:color w:val="231F20"/>
          <w:lang w:val="ru-RU"/>
        </w:rPr>
        <w:t>-</w:t>
      </w:r>
      <w:r w:rsidRPr="0052649B">
        <w:rPr>
          <w:rFonts w:ascii="Times New Roman" w:hAnsi="Times New Roman" w:cs="Times New Roman"/>
          <w:color w:val="231F20"/>
        </w:rPr>
        <w:t>zarplata</w:t>
      </w:r>
      <w:r w:rsidRPr="0052649B">
        <w:rPr>
          <w:rFonts w:ascii="Times New Roman" w:hAnsi="Times New Roman" w:cs="Times New Roman"/>
          <w:color w:val="231F20"/>
          <w:lang w:val="ru-RU"/>
        </w:rPr>
        <w:t>;</w:t>
      </w:r>
    </w:p>
    <w:p w:rsidR="00871D52" w:rsidRPr="0052649B" w:rsidRDefault="00871D52">
      <w:pPr>
        <w:pStyle w:val="ListParagraph"/>
        <w:numPr>
          <w:ilvl w:val="0"/>
          <w:numId w:val="1"/>
        </w:numPr>
        <w:tabs>
          <w:tab w:val="left" w:pos="1134"/>
        </w:tabs>
        <w:spacing w:before="0" w:line="283" w:lineRule="auto"/>
        <w:ind w:right="875"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w w:val="105"/>
          <w:lang w:val="ru-RU"/>
        </w:rPr>
        <w:t>Портал</w:t>
      </w:r>
      <w:r w:rsidRPr="0052649B">
        <w:rPr>
          <w:rFonts w:ascii="Times New Roman" w:hAnsi="Times New Roman" w:cs="Times New Roman"/>
          <w:color w:val="231F20"/>
          <w:spacing w:val="-11"/>
          <w:w w:val="10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w w:val="105"/>
          <w:lang w:val="ru-RU"/>
        </w:rPr>
        <w:t>«Профориентир».</w:t>
      </w:r>
      <w:r w:rsidRPr="0052649B">
        <w:rPr>
          <w:rFonts w:ascii="Times New Roman" w:hAnsi="Times New Roman" w:cs="Times New Roman"/>
          <w:color w:val="231F20"/>
          <w:spacing w:val="-10"/>
          <w:w w:val="10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w w:val="105"/>
          <w:lang w:val="ru-RU"/>
        </w:rPr>
        <w:t>«Мир</w:t>
      </w:r>
      <w:r w:rsidRPr="0052649B">
        <w:rPr>
          <w:rFonts w:ascii="Times New Roman" w:hAnsi="Times New Roman" w:cs="Times New Roman"/>
          <w:color w:val="231F20"/>
          <w:spacing w:val="-10"/>
          <w:w w:val="10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w w:val="105"/>
          <w:lang w:val="ru-RU"/>
        </w:rPr>
        <w:t>профессий»</w:t>
      </w:r>
      <w:r w:rsidRPr="0052649B">
        <w:rPr>
          <w:rFonts w:ascii="Times New Roman" w:hAnsi="Times New Roman" w:cs="Times New Roman"/>
          <w:color w:val="231F20"/>
          <w:spacing w:val="-11"/>
          <w:w w:val="10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w w:val="105"/>
          <w:lang w:val="ru-RU"/>
        </w:rPr>
        <w:t>–</w:t>
      </w:r>
      <w:r w:rsidRPr="0052649B">
        <w:rPr>
          <w:rFonts w:ascii="Times New Roman" w:hAnsi="Times New Roman" w:cs="Times New Roman"/>
          <w:color w:val="231F20"/>
          <w:spacing w:val="-10"/>
          <w:w w:val="105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w w:val="105"/>
        </w:rPr>
        <w:t>http</w:t>
      </w:r>
      <w:r w:rsidRPr="0052649B">
        <w:rPr>
          <w:rFonts w:ascii="Times New Roman" w:hAnsi="Times New Roman" w:cs="Times New Roman"/>
          <w:color w:val="231F20"/>
          <w:w w:val="105"/>
          <w:lang w:val="ru-RU"/>
        </w:rPr>
        <w:t>://</w:t>
      </w:r>
      <w:r w:rsidRPr="0052649B">
        <w:rPr>
          <w:rFonts w:ascii="Times New Roman" w:hAnsi="Times New Roman" w:cs="Times New Roman"/>
          <w:color w:val="231F20"/>
          <w:w w:val="105"/>
        </w:rPr>
        <w:t>www</w:t>
      </w:r>
      <w:r w:rsidRPr="0052649B">
        <w:rPr>
          <w:rFonts w:ascii="Times New Roman" w:hAnsi="Times New Roman" w:cs="Times New Roman"/>
          <w:color w:val="231F20"/>
          <w:w w:val="105"/>
          <w:lang w:val="ru-RU"/>
        </w:rPr>
        <w:t>.</w:t>
      </w:r>
      <w:r w:rsidRPr="0052649B">
        <w:rPr>
          <w:rFonts w:ascii="Times New Roman" w:hAnsi="Times New Roman" w:cs="Times New Roman"/>
          <w:color w:val="231F20"/>
          <w:w w:val="105"/>
        </w:rPr>
        <w:t>cls</w:t>
      </w:r>
      <w:r w:rsidRPr="0052649B">
        <w:rPr>
          <w:rFonts w:ascii="Times New Roman" w:hAnsi="Times New Roman" w:cs="Times New Roman"/>
          <w:color w:val="231F20"/>
          <w:w w:val="105"/>
          <w:lang w:val="ru-RU"/>
        </w:rPr>
        <w:t xml:space="preserve">- </w:t>
      </w:r>
      <w:r w:rsidRPr="0052649B">
        <w:rPr>
          <w:rFonts w:ascii="Times New Roman" w:hAnsi="Times New Roman" w:cs="Times New Roman"/>
          <w:color w:val="231F20"/>
          <w:w w:val="105"/>
        </w:rPr>
        <w:t>kuntsevo</w:t>
      </w:r>
      <w:r w:rsidRPr="0052649B">
        <w:rPr>
          <w:rFonts w:ascii="Times New Roman" w:hAnsi="Times New Roman" w:cs="Times New Roman"/>
          <w:color w:val="231F20"/>
          <w:w w:val="105"/>
          <w:lang w:val="ru-RU"/>
        </w:rPr>
        <w:t>.</w:t>
      </w:r>
      <w:r w:rsidRPr="0052649B">
        <w:rPr>
          <w:rFonts w:ascii="Times New Roman" w:hAnsi="Times New Roman" w:cs="Times New Roman"/>
          <w:color w:val="231F20"/>
          <w:w w:val="105"/>
        </w:rPr>
        <w:t>ru</w:t>
      </w:r>
      <w:r w:rsidRPr="0052649B">
        <w:rPr>
          <w:rFonts w:ascii="Times New Roman" w:hAnsi="Times New Roman" w:cs="Times New Roman"/>
          <w:color w:val="231F20"/>
          <w:w w:val="105"/>
          <w:lang w:val="ru-RU"/>
        </w:rPr>
        <w:t>/</w:t>
      </w:r>
      <w:r w:rsidRPr="0052649B">
        <w:rPr>
          <w:rFonts w:ascii="Times New Roman" w:hAnsi="Times New Roman" w:cs="Times New Roman"/>
          <w:color w:val="231F20"/>
          <w:w w:val="105"/>
        </w:rPr>
        <w:t>portal</w:t>
      </w:r>
      <w:r w:rsidRPr="0052649B">
        <w:rPr>
          <w:rFonts w:ascii="Times New Roman" w:hAnsi="Times New Roman" w:cs="Times New Roman"/>
          <w:color w:val="231F20"/>
          <w:w w:val="105"/>
          <w:lang w:val="ru-RU"/>
        </w:rPr>
        <w:t>_</w:t>
      </w:r>
      <w:r w:rsidRPr="0052649B">
        <w:rPr>
          <w:rFonts w:ascii="Times New Roman" w:hAnsi="Times New Roman" w:cs="Times New Roman"/>
          <w:color w:val="231F20"/>
          <w:w w:val="105"/>
        </w:rPr>
        <w:t>proforientir</w:t>
      </w:r>
      <w:r w:rsidRPr="0052649B">
        <w:rPr>
          <w:rFonts w:ascii="Times New Roman" w:hAnsi="Times New Roman" w:cs="Times New Roman"/>
          <w:color w:val="231F20"/>
          <w:w w:val="105"/>
          <w:lang w:val="ru-RU"/>
        </w:rPr>
        <w:t>/</w:t>
      </w:r>
      <w:r w:rsidRPr="0052649B">
        <w:rPr>
          <w:rFonts w:ascii="Times New Roman" w:hAnsi="Times New Roman" w:cs="Times New Roman"/>
          <w:color w:val="231F20"/>
          <w:w w:val="105"/>
        </w:rPr>
        <w:t>mir</w:t>
      </w:r>
      <w:r w:rsidRPr="0052649B">
        <w:rPr>
          <w:rFonts w:ascii="Times New Roman" w:hAnsi="Times New Roman" w:cs="Times New Roman"/>
          <w:color w:val="231F20"/>
          <w:w w:val="105"/>
          <w:lang w:val="ru-RU"/>
        </w:rPr>
        <w:t>_</w:t>
      </w:r>
      <w:r w:rsidRPr="0052649B">
        <w:rPr>
          <w:rFonts w:ascii="Times New Roman" w:hAnsi="Times New Roman" w:cs="Times New Roman"/>
          <w:color w:val="231F20"/>
          <w:w w:val="105"/>
        </w:rPr>
        <w:t>professii</w:t>
      </w:r>
      <w:r w:rsidRPr="0052649B">
        <w:rPr>
          <w:rFonts w:ascii="Times New Roman" w:hAnsi="Times New Roman" w:cs="Times New Roman"/>
          <w:color w:val="231F20"/>
          <w:w w:val="105"/>
          <w:lang w:val="ru-RU"/>
        </w:rPr>
        <w:t>_</w:t>
      </w:r>
      <w:r w:rsidRPr="0052649B">
        <w:rPr>
          <w:rFonts w:ascii="Times New Roman" w:hAnsi="Times New Roman" w:cs="Times New Roman"/>
          <w:color w:val="231F20"/>
          <w:w w:val="105"/>
        </w:rPr>
        <w:t>news</w:t>
      </w:r>
      <w:r w:rsidRPr="0052649B">
        <w:rPr>
          <w:rFonts w:ascii="Times New Roman" w:hAnsi="Times New Roman" w:cs="Times New Roman"/>
          <w:color w:val="231F20"/>
          <w:w w:val="105"/>
          <w:lang w:val="ru-RU"/>
        </w:rPr>
        <w:t>_</w:t>
      </w:r>
      <w:r w:rsidRPr="0052649B">
        <w:rPr>
          <w:rFonts w:ascii="Times New Roman" w:hAnsi="Times New Roman" w:cs="Times New Roman"/>
          <w:color w:val="231F20"/>
          <w:w w:val="105"/>
        </w:rPr>
        <w:t>prof</w:t>
      </w:r>
      <w:r w:rsidRPr="0052649B">
        <w:rPr>
          <w:rFonts w:ascii="Times New Roman" w:hAnsi="Times New Roman" w:cs="Times New Roman"/>
          <w:color w:val="231F20"/>
          <w:w w:val="105"/>
          <w:lang w:val="ru-RU"/>
        </w:rPr>
        <w:t>.</w:t>
      </w:r>
      <w:r w:rsidRPr="0052649B">
        <w:rPr>
          <w:rFonts w:ascii="Times New Roman" w:hAnsi="Times New Roman" w:cs="Times New Roman"/>
          <w:color w:val="231F20"/>
          <w:w w:val="105"/>
        </w:rPr>
        <w:t>php</w:t>
      </w:r>
      <w:r w:rsidRPr="0052649B">
        <w:rPr>
          <w:rFonts w:ascii="Times New Roman" w:hAnsi="Times New Roman" w:cs="Times New Roman"/>
          <w:color w:val="231F20"/>
          <w:w w:val="105"/>
          <w:lang w:val="ru-RU"/>
        </w:rPr>
        <w:t>;</w:t>
      </w:r>
    </w:p>
    <w:p w:rsidR="00871D52" w:rsidRPr="0052649B" w:rsidRDefault="00871D52">
      <w:pPr>
        <w:pStyle w:val="ListParagraph"/>
        <w:numPr>
          <w:ilvl w:val="0"/>
          <w:numId w:val="1"/>
        </w:numPr>
        <w:tabs>
          <w:tab w:val="left" w:pos="1094"/>
        </w:tabs>
        <w:spacing w:before="0" w:line="252" w:lineRule="exact"/>
        <w:ind w:left="1093" w:hanging="236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>Сайт</w:t>
      </w:r>
      <w:r w:rsidRPr="0052649B">
        <w:rPr>
          <w:rFonts w:ascii="Times New Roman" w:hAnsi="Times New Roman" w:cs="Times New Roman"/>
          <w:color w:val="231F20"/>
          <w:spacing w:val="-10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«Все</w:t>
      </w:r>
      <w:r w:rsidRPr="0052649B">
        <w:rPr>
          <w:rFonts w:ascii="Times New Roman" w:hAnsi="Times New Roman" w:cs="Times New Roman"/>
          <w:color w:val="231F20"/>
          <w:spacing w:val="-9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о</w:t>
      </w:r>
      <w:r w:rsidRPr="0052649B">
        <w:rPr>
          <w:rFonts w:ascii="Times New Roman" w:hAnsi="Times New Roman" w:cs="Times New Roman"/>
          <w:color w:val="231F20"/>
          <w:spacing w:val="-9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пособиях»</w:t>
      </w:r>
      <w:r w:rsidRPr="0052649B">
        <w:rPr>
          <w:rFonts w:ascii="Times New Roman" w:hAnsi="Times New Roman" w:cs="Times New Roman"/>
          <w:color w:val="231F20"/>
          <w:spacing w:val="-9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—</w:t>
      </w:r>
      <w:r w:rsidRPr="0052649B">
        <w:rPr>
          <w:rFonts w:ascii="Times New Roman" w:hAnsi="Times New Roman" w:cs="Times New Roman"/>
          <w:color w:val="231F20"/>
          <w:spacing w:val="-9"/>
          <w:lang w:val="ru-RU"/>
        </w:rPr>
        <w:t xml:space="preserve"> </w:t>
      </w:r>
      <w:hyperlink r:id="rId11">
        <w:r w:rsidRPr="0052649B">
          <w:rPr>
            <w:rFonts w:ascii="Times New Roman" w:hAnsi="Times New Roman" w:cs="Times New Roman"/>
            <w:color w:val="231F20"/>
          </w:rPr>
          <w:t>http</w:t>
        </w:r>
        <w:r w:rsidRPr="0052649B">
          <w:rPr>
            <w:rFonts w:ascii="Times New Roman" w:hAnsi="Times New Roman" w:cs="Times New Roman"/>
            <w:color w:val="231F20"/>
            <w:lang w:val="ru-RU"/>
          </w:rPr>
          <w:t>://</w:t>
        </w:r>
        <w:r w:rsidRPr="0052649B">
          <w:rPr>
            <w:rFonts w:ascii="Times New Roman" w:hAnsi="Times New Roman" w:cs="Times New Roman"/>
            <w:color w:val="231F20"/>
          </w:rPr>
          <w:t>subsidii</w:t>
        </w:r>
        <w:r w:rsidRPr="0052649B">
          <w:rPr>
            <w:rFonts w:ascii="Times New Roman" w:hAnsi="Times New Roman" w:cs="Times New Roman"/>
            <w:color w:val="231F20"/>
            <w:lang w:val="ru-RU"/>
          </w:rPr>
          <w:t>.</w:t>
        </w:r>
        <w:r w:rsidRPr="0052649B">
          <w:rPr>
            <w:rFonts w:ascii="Times New Roman" w:hAnsi="Times New Roman" w:cs="Times New Roman"/>
            <w:color w:val="231F20"/>
          </w:rPr>
          <w:t>net</w:t>
        </w:r>
        <w:r w:rsidRPr="0052649B">
          <w:rPr>
            <w:rFonts w:ascii="Times New Roman" w:hAnsi="Times New Roman" w:cs="Times New Roman"/>
            <w:color w:val="231F20"/>
            <w:lang w:val="ru-RU"/>
          </w:rPr>
          <w:t>/</w:t>
        </w:r>
      </w:hyperlink>
    </w:p>
    <w:p w:rsidR="00871D52" w:rsidRPr="0052649B" w:rsidRDefault="00871D52">
      <w:pPr>
        <w:pStyle w:val="ListParagraph"/>
        <w:numPr>
          <w:ilvl w:val="0"/>
          <w:numId w:val="1"/>
        </w:numPr>
        <w:tabs>
          <w:tab w:val="left" w:pos="1144"/>
        </w:tabs>
        <w:spacing w:before="43" w:line="283" w:lineRule="auto"/>
        <w:ind w:right="875" w:firstLine="567"/>
        <w:rPr>
          <w:rFonts w:ascii="Times New Roman" w:hAnsi="Times New Roman" w:cs="Times New Roman"/>
          <w:lang w:val="ru-RU"/>
        </w:rPr>
      </w:pPr>
      <w:r w:rsidRPr="0052649B">
        <w:rPr>
          <w:rFonts w:ascii="Times New Roman" w:hAnsi="Times New Roman" w:cs="Times New Roman"/>
          <w:color w:val="231F20"/>
          <w:lang w:val="ru-RU"/>
        </w:rPr>
        <w:t xml:space="preserve">Сайт «Все о страховании» — </w:t>
      </w:r>
      <w:hyperlink r:id="rId12">
        <w:r w:rsidRPr="0052649B">
          <w:rPr>
            <w:rFonts w:ascii="Times New Roman" w:hAnsi="Times New Roman" w:cs="Times New Roman"/>
            <w:color w:val="231F20"/>
          </w:rPr>
          <w:t>http</w:t>
        </w:r>
        <w:r w:rsidRPr="0052649B">
          <w:rPr>
            <w:rFonts w:ascii="Times New Roman" w:hAnsi="Times New Roman" w:cs="Times New Roman"/>
            <w:color w:val="231F20"/>
            <w:lang w:val="ru-RU"/>
          </w:rPr>
          <w:t>://</w:t>
        </w:r>
        <w:r w:rsidRPr="0052649B">
          <w:rPr>
            <w:rFonts w:ascii="Times New Roman" w:hAnsi="Times New Roman" w:cs="Times New Roman"/>
            <w:color w:val="231F20"/>
          </w:rPr>
          <w:t>www</w:t>
        </w:r>
        <w:r w:rsidRPr="0052649B">
          <w:rPr>
            <w:rFonts w:ascii="Times New Roman" w:hAnsi="Times New Roman" w:cs="Times New Roman"/>
            <w:color w:val="231F20"/>
            <w:lang w:val="ru-RU"/>
          </w:rPr>
          <w:t>.</w:t>
        </w:r>
        <w:r w:rsidRPr="0052649B">
          <w:rPr>
            <w:rFonts w:ascii="Times New Roman" w:hAnsi="Times New Roman" w:cs="Times New Roman"/>
            <w:color w:val="231F20"/>
          </w:rPr>
          <w:t>o</w:t>
        </w:r>
        <w:r w:rsidRPr="0052649B">
          <w:rPr>
            <w:rFonts w:ascii="Times New Roman" w:hAnsi="Times New Roman" w:cs="Times New Roman"/>
            <w:color w:val="231F20"/>
            <w:lang w:val="ru-RU"/>
          </w:rPr>
          <w:t>-</w:t>
        </w:r>
        <w:r w:rsidRPr="0052649B">
          <w:rPr>
            <w:rFonts w:ascii="Times New Roman" w:hAnsi="Times New Roman" w:cs="Times New Roman"/>
            <w:color w:val="231F20"/>
          </w:rPr>
          <w:t>strahovanie</w:t>
        </w:r>
        <w:r w:rsidRPr="0052649B">
          <w:rPr>
            <w:rFonts w:ascii="Times New Roman" w:hAnsi="Times New Roman" w:cs="Times New Roman"/>
            <w:color w:val="231F20"/>
            <w:lang w:val="ru-RU"/>
          </w:rPr>
          <w:t>.</w:t>
        </w:r>
        <w:r w:rsidRPr="0052649B">
          <w:rPr>
            <w:rFonts w:ascii="Times New Roman" w:hAnsi="Times New Roman" w:cs="Times New Roman"/>
            <w:color w:val="231F20"/>
          </w:rPr>
          <w:t>ru</w:t>
        </w:r>
        <w:r w:rsidRPr="0052649B">
          <w:rPr>
            <w:rFonts w:ascii="Times New Roman" w:hAnsi="Times New Roman" w:cs="Times New Roman"/>
            <w:color w:val="231F20"/>
            <w:lang w:val="ru-RU"/>
          </w:rPr>
          <w:t>/</w:t>
        </w:r>
        <w:r w:rsidRPr="0052649B">
          <w:rPr>
            <w:rFonts w:ascii="Times New Roman" w:hAnsi="Times New Roman" w:cs="Times New Roman"/>
            <w:color w:val="231F20"/>
          </w:rPr>
          <w:t>vidi</w:t>
        </w:r>
        <w:r w:rsidRPr="0052649B">
          <w:rPr>
            <w:rFonts w:ascii="Times New Roman" w:hAnsi="Times New Roman" w:cs="Times New Roman"/>
            <w:color w:val="231F20"/>
            <w:lang w:val="ru-RU"/>
          </w:rPr>
          <w:t>-</w:t>
        </w:r>
      </w:hyperlink>
      <w:r w:rsidRPr="0052649B">
        <w:rPr>
          <w:rFonts w:ascii="Times New Roman" w:hAnsi="Times New Roman" w:cs="Times New Roman"/>
          <w:color w:val="231F20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</w:rPr>
        <w:t>strahovaniay</w:t>
      </w:r>
      <w:r w:rsidRPr="0052649B">
        <w:rPr>
          <w:rFonts w:ascii="Times New Roman" w:hAnsi="Times New Roman" w:cs="Times New Roman"/>
          <w:color w:val="231F20"/>
          <w:lang w:val="ru-RU"/>
        </w:rPr>
        <w:t>.</w:t>
      </w:r>
      <w:r w:rsidRPr="0052649B">
        <w:rPr>
          <w:rFonts w:ascii="Times New Roman" w:hAnsi="Times New Roman" w:cs="Times New Roman"/>
          <w:color w:val="231F20"/>
        </w:rPr>
        <w:t>php</w:t>
      </w:r>
    </w:p>
    <w:p w:rsidR="00871D52" w:rsidRPr="0052649B" w:rsidRDefault="00871D52" w:rsidP="0052649B">
      <w:pPr>
        <w:pStyle w:val="ListParagraph"/>
        <w:numPr>
          <w:ilvl w:val="0"/>
          <w:numId w:val="1"/>
        </w:numPr>
        <w:tabs>
          <w:tab w:val="left" w:pos="1060"/>
        </w:tabs>
        <w:spacing w:before="0" w:line="283" w:lineRule="auto"/>
        <w:ind w:right="875" w:firstLine="567"/>
        <w:rPr>
          <w:lang w:val="ru-RU"/>
        </w:rPr>
        <w:sectPr w:rsidR="00871D52" w:rsidRPr="0052649B">
          <w:pgSz w:w="9640" w:h="13890"/>
          <w:pgMar w:top="1040" w:right="540" w:bottom="280" w:left="560" w:header="0" w:footer="0" w:gutter="0"/>
          <w:cols w:space="720"/>
        </w:sectPr>
      </w:pPr>
      <w:r w:rsidRPr="0052649B">
        <w:rPr>
          <w:rFonts w:ascii="Times New Roman" w:hAnsi="Times New Roman" w:cs="Times New Roman"/>
          <w:color w:val="231F20"/>
          <w:lang w:val="ru-RU"/>
        </w:rPr>
        <w:t>Сайт</w:t>
      </w:r>
      <w:r w:rsidRPr="0052649B">
        <w:rPr>
          <w:rFonts w:ascii="Times New Roman" w:hAnsi="Times New Roman" w:cs="Times New Roman"/>
          <w:color w:val="231F20"/>
          <w:spacing w:val="-27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«Налоги</w:t>
      </w:r>
      <w:r w:rsidRPr="0052649B">
        <w:rPr>
          <w:rFonts w:ascii="Times New Roman" w:hAnsi="Times New Roman" w:cs="Times New Roman"/>
          <w:color w:val="231F20"/>
          <w:spacing w:val="-2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России»</w:t>
      </w:r>
      <w:r w:rsidRPr="0052649B">
        <w:rPr>
          <w:rFonts w:ascii="Times New Roman" w:hAnsi="Times New Roman" w:cs="Times New Roman"/>
          <w:color w:val="231F20"/>
          <w:spacing w:val="-2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/</w:t>
      </w:r>
      <w:r w:rsidRPr="0052649B">
        <w:rPr>
          <w:rFonts w:ascii="Times New Roman" w:hAnsi="Times New Roman" w:cs="Times New Roman"/>
          <w:color w:val="231F20"/>
          <w:spacing w:val="-27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Ставки</w:t>
      </w:r>
      <w:r w:rsidRPr="0052649B">
        <w:rPr>
          <w:rFonts w:ascii="Times New Roman" w:hAnsi="Times New Roman" w:cs="Times New Roman"/>
          <w:color w:val="231F20"/>
          <w:spacing w:val="-2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налогов</w:t>
      </w:r>
      <w:r w:rsidRPr="0052649B">
        <w:rPr>
          <w:rFonts w:ascii="Times New Roman" w:hAnsi="Times New Roman" w:cs="Times New Roman"/>
          <w:color w:val="231F20"/>
          <w:spacing w:val="-2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в</w:t>
      </w:r>
      <w:r w:rsidRPr="0052649B">
        <w:rPr>
          <w:rFonts w:ascii="Times New Roman" w:hAnsi="Times New Roman" w:cs="Times New Roman"/>
          <w:color w:val="231F20"/>
          <w:spacing w:val="-27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России</w:t>
      </w:r>
      <w:r w:rsidRPr="0052649B">
        <w:rPr>
          <w:rFonts w:ascii="Times New Roman" w:hAnsi="Times New Roman" w:cs="Times New Roman"/>
          <w:color w:val="231F20"/>
          <w:spacing w:val="-2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в</w:t>
      </w:r>
      <w:r w:rsidRPr="0052649B">
        <w:rPr>
          <w:rFonts w:ascii="Times New Roman" w:hAnsi="Times New Roman" w:cs="Times New Roman"/>
          <w:color w:val="231F20"/>
          <w:spacing w:val="-2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2013</w:t>
      </w:r>
      <w:r w:rsidRPr="0052649B">
        <w:rPr>
          <w:rFonts w:ascii="Times New Roman" w:hAnsi="Times New Roman" w:cs="Times New Roman"/>
          <w:color w:val="231F20"/>
          <w:spacing w:val="-2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г.</w:t>
      </w:r>
      <w:r w:rsidRPr="0052649B">
        <w:rPr>
          <w:rFonts w:ascii="Times New Roman" w:hAnsi="Times New Roman" w:cs="Times New Roman"/>
          <w:color w:val="231F20"/>
          <w:spacing w:val="-27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  <w:lang w:val="ru-RU"/>
        </w:rPr>
        <w:t>—</w:t>
      </w:r>
      <w:r w:rsidRPr="0052649B">
        <w:rPr>
          <w:rFonts w:ascii="Times New Roman" w:hAnsi="Times New Roman" w:cs="Times New Roman"/>
          <w:color w:val="231F20"/>
          <w:spacing w:val="-26"/>
          <w:lang w:val="ru-RU"/>
        </w:rPr>
        <w:t xml:space="preserve"> </w:t>
      </w:r>
      <w:r w:rsidRPr="0052649B">
        <w:rPr>
          <w:rFonts w:ascii="Times New Roman" w:hAnsi="Times New Roman" w:cs="Times New Roman"/>
          <w:color w:val="231F20"/>
        </w:rPr>
        <w:t>http</w:t>
      </w:r>
      <w:r w:rsidRPr="0052649B">
        <w:rPr>
          <w:rFonts w:ascii="Times New Roman" w:hAnsi="Times New Roman" w:cs="Times New Roman"/>
          <w:color w:val="231F20"/>
          <w:lang w:val="ru-RU"/>
        </w:rPr>
        <w:t xml:space="preserve">:// </w:t>
      </w:r>
      <w:hyperlink r:id="rId13">
        <w:r w:rsidRPr="0052649B">
          <w:rPr>
            <w:rFonts w:ascii="Times New Roman" w:hAnsi="Times New Roman" w:cs="Times New Roman"/>
            <w:color w:val="231F20"/>
            <w:w w:val="110"/>
          </w:rPr>
          <w:t>www</w:t>
        </w:r>
        <w:r w:rsidRPr="0052649B">
          <w:rPr>
            <w:rFonts w:ascii="Times New Roman" w:hAnsi="Times New Roman" w:cs="Times New Roman"/>
            <w:color w:val="231F20"/>
            <w:w w:val="110"/>
            <w:lang w:val="ru-RU"/>
          </w:rPr>
          <w:t>.</w:t>
        </w:r>
        <w:r w:rsidRPr="0052649B">
          <w:rPr>
            <w:rFonts w:ascii="Times New Roman" w:hAnsi="Times New Roman" w:cs="Times New Roman"/>
            <w:color w:val="231F20"/>
            <w:w w:val="110"/>
          </w:rPr>
          <w:t>taxru</w:t>
        </w:r>
        <w:r w:rsidRPr="0052649B">
          <w:rPr>
            <w:rFonts w:ascii="Times New Roman" w:hAnsi="Times New Roman" w:cs="Times New Roman"/>
            <w:color w:val="231F20"/>
            <w:w w:val="110"/>
            <w:lang w:val="ru-RU"/>
          </w:rPr>
          <w:t>.</w:t>
        </w:r>
        <w:r w:rsidRPr="0052649B">
          <w:rPr>
            <w:rFonts w:ascii="Times New Roman" w:hAnsi="Times New Roman" w:cs="Times New Roman"/>
            <w:color w:val="231F20"/>
            <w:w w:val="110"/>
          </w:rPr>
          <w:t>com</w:t>
        </w:r>
        <w:r w:rsidRPr="0052649B">
          <w:rPr>
            <w:rFonts w:ascii="Times New Roman" w:hAnsi="Times New Roman" w:cs="Times New Roman"/>
            <w:color w:val="231F20"/>
            <w:w w:val="110"/>
            <w:lang w:val="ru-RU"/>
          </w:rPr>
          <w:t>/</w:t>
        </w:r>
        <w:r w:rsidRPr="0052649B">
          <w:rPr>
            <w:rFonts w:ascii="Times New Roman" w:hAnsi="Times New Roman" w:cs="Times New Roman"/>
            <w:color w:val="231F20"/>
            <w:w w:val="110"/>
          </w:rPr>
          <w:t>blog</w:t>
        </w:r>
        <w:r w:rsidRPr="0052649B">
          <w:rPr>
            <w:rFonts w:ascii="Times New Roman" w:hAnsi="Times New Roman" w:cs="Times New Roman"/>
            <w:color w:val="231F20"/>
            <w:w w:val="110"/>
            <w:lang w:val="ru-RU"/>
          </w:rPr>
          <w:t>/2013-02-10-10585</w:t>
        </w:r>
      </w:hyperlink>
    </w:p>
    <w:p w:rsidR="00871D52" w:rsidRPr="0052649B" w:rsidRDefault="00871D52" w:rsidP="0052649B">
      <w:pPr>
        <w:pStyle w:val="Heading21"/>
        <w:spacing w:before="95"/>
        <w:ind w:left="0"/>
        <w:rPr>
          <w:sz w:val="12"/>
          <w:lang w:val="ru-RU"/>
        </w:rPr>
      </w:pPr>
    </w:p>
    <w:sectPr w:rsidR="00871D52" w:rsidRPr="0052649B" w:rsidSect="00531BF3">
      <w:headerReference w:type="default" r:id="rId14"/>
      <w:pgSz w:w="9640" w:h="13890"/>
      <w:pgMar w:top="1300" w:right="540" w:bottom="280" w:left="56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1D52" w:rsidRDefault="00871D52" w:rsidP="00531BF3">
      <w:r>
        <w:separator/>
      </w:r>
    </w:p>
  </w:endnote>
  <w:endnote w:type="continuationSeparator" w:id="0">
    <w:p w:rsidR="00871D52" w:rsidRDefault="00871D52" w:rsidP="00531B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1D52" w:rsidRDefault="00871D52" w:rsidP="00531BF3">
      <w:r>
        <w:separator/>
      </w:r>
    </w:p>
  </w:footnote>
  <w:footnote w:type="continuationSeparator" w:id="0">
    <w:p w:rsidR="00871D52" w:rsidRDefault="00871D52" w:rsidP="00531B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D52" w:rsidRDefault="00871D52">
    <w:pPr>
      <w:pStyle w:val="BodyText"/>
      <w:spacing w:before="0" w:line="14" w:lineRule="auto"/>
      <w:rPr>
        <w:sz w:val="20"/>
      </w:rPr>
    </w:pPr>
    <w:r>
      <w:rPr>
        <w:noProof/>
        <w:lang w:val="ru-RU"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24.png" o:spid="_x0000_s2049" type="#_x0000_t75" style="position:absolute;margin-left:0;margin-top:0;width:481.85pt;height:52.3pt;z-index:-251694080;visibility:visible;mso-wrap-distance-left:0;mso-wrap-distance-right:0;mso-position-horizontal-relative:page;mso-position-vertical-relative:page">
          <v:imagedata r:id="rId1" o:title=""/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D52" w:rsidRDefault="00871D52">
    <w:pPr>
      <w:pStyle w:val="BodyText"/>
      <w:spacing w:before="0" w:line="14" w:lineRule="auto"/>
      <w:rPr>
        <w:sz w:val="20"/>
      </w:rPr>
    </w:pPr>
    <w:r>
      <w:rPr>
        <w:noProof/>
        <w:lang w:val="ru-RU" w:eastAsia="ru-RU"/>
      </w:rPr>
      <w:pict>
        <v:group id="_x0000_s2050" style="position:absolute;margin-left:0;margin-top:0;width:481.9pt;height:52.8pt;z-index:-251693056;mso-position-horizontal-relative:page;mso-position-vertical-relative:page" coordsize="9638,10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style="position:absolute;left:3205;top:10;width:6433;height:1046">
            <v:imagedata r:id="rId1" o:title=""/>
          </v:shape>
          <v:shape id="_x0000_s2052" type="#_x0000_t75" style="position:absolute;width:3196;height:1046">
            <v:imagedata r:id="rId2" o:title=""/>
          </v:shape>
          <w10:wrap anchorx="page" anchory="page"/>
        </v:group>
      </w:pict>
    </w:r>
    <w:r>
      <w:rPr>
        <w:noProof/>
        <w:lang w:val="ru-RU" w:eastAsia="ru-RU"/>
      </w:rPr>
      <w:pict>
        <v:rect id="_x0000_s2053" style="position:absolute;margin-left:99.2pt;margin-top:93.45pt;width:3pt;height:1pt;z-index:-251692032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054" style="position:absolute;margin-left:104.25pt;margin-top:93.45pt;width:3pt;height:1pt;z-index:-251691008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055" style="position:absolute;margin-left:109.3pt;margin-top:93.45pt;width:3pt;height:1pt;z-index:-251689984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056" style="position:absolute;margin-left:114.3pt;margin-top:93.45pt;width:3pt;height:1pt;z-index:-251688960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057" style="position:absolute;margin-left:119.35pt;margin-top:93.45pt;width:3pt;height:1pt;z-index:-251687936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058" style="position:absolute;margin-left:124.35pt;margin-top:93.45pt;width:3pt;height:1pt;z-index:-251686912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059" style="position:absolute;margin-left:129.4pt;margin-top:93.45pt;width:3pt;height:1pt;z-index:-251685888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060" style="position:absolute;margin-left:134.45pt;margin-top:93.45pt;width:3pt;height:1pt;z-index:-251684864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061" style="position:absolute;margin-left:139.45pt;margin-top:93.45pt;width:3pt;height:1pt;z-index:-251683840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062" style="position:absolute;margin-left:144.5pt;margin-top:93.45pt;width:3pt;height:1pt;z-index:-251682816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063" style="position:absolute;margin-left:149.55pt;margin-top:93.45pt;width:3pt;height:1pt;z-index:-251681792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064" style="position:absolute;margin-left:154.55pt;margin-top:93.45pt;width:3pt;height:1pt;z-index:-251680768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065" style="position:absolute;margin-left:159.6pt;margin-top:93.45pt;width:3pt;height:1pt;z-index:-251679744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066" style="position:absolute;margin-left:164.65pt;margin-top:93.45pt;width:3pt;height:1pt;z-index:-251678720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067" style="position:absolute;margin-left:169.65pt;margin-top:93.45pt;width:3pt;height:1pt;z-index:-251677696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068" style="position:absolute;margin-left:174.7pt;margin-top:93.45pt;width:3pt;height:1pt;z-index:-251676672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069" style="position:absolute;margin-left:179.7pt;margin-top:93.45pt;width:3pt;height:1pt;z-index:-251675648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070" style="position:absolute;margin-left:184.75pt;margin-top:93.45pt;width:3pt;height:1pt;z-index:-251674624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071" style="position:absolute;margin-left:189.8pt;margin-top:93.45pt;width:3pt;height:1pt;z-index:-251673600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072" style="position:absolute;margin-left:194.8pt;margin-top:93.45pt;width:3pt;height:1pt;z-index:-251672576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073" style="position:absolute;margin-left:199.85pt;margin-top:93.45pt;width:3pt;height:1pt;z-index:-251671552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074" style="position:absolute;margin-left:204.9pt;margin-top:93.45pt;width:3pt;height:1pt;z-index:-251670528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075" style="position:absolute;margin-left:209.9pt;margin-top:93.45pt;width:3pt;height:1pt;z-index:-251669504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076" style="position:absolute;margin-left:214.95pt;margin-top:93.45pt;width:3pt;height:1pt;z-index:-251668480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077" style="position:absolute;margin-left:220pt;margin-top:93.45pt;width:3pt;height:1pt;z-index:-251667456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078" style="position:absolute;margin-left:225pt;margin-top:93.45pt;width:3pt;height:1pt;z-index:-251666432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079" style="position:absolute;margin-left:230.05pt;margin-top:93.45pt;width:3pt;height:1pt;z-index:-251665408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080" style="position:absolute;margin-left:235.05pt;margin-top:93.45pt;width:3pt;height:1pt;z-index:-251664384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081" style="position:absolute;margin-left:240.1pt;margin-top:93.45pt;width:3pt;height:1pt;z-index:-251663360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082" style="position:absolute;margin-left:245.15pt;margin-top:93.45pt;width:3pt;height:1pt;z-index:-251662336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083" style="position:absolute;margin-left:250.15pt;margin-top:93.45pt;width:3pt;height:1pt;z-index:-251661312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084" style="position:absolute;margin-left:255.2pt;margin-top:93.45pt;width:3pt;height:1pt;z-index:-251660288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085" style="position:absolute;margin-left:260.25pt;margin-top:93.45pt;width:3pt;height:1pt;z-index:-251659264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086" style="position:absolute;margin-left:265.25pt;margin-top:93.45pt;width:3pt;height:1pt;z-index:-251658240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087" style="position:absolute;margin-left:270.3pt;margin-top:93.45pt;width:3pt;height:1pt;z-index:-251657216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088" style="position:absolute;margin-left:275.35pt;margin-top:93.45pt;width:3pt;height:1pt;z-index:-251656192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089" style="position:absolute;margin-left:280.35pt;margin-top:93.45pt;width:3pt;height:1pt;z-index:-251655168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090" style="position:absolute;margin-left:285.4pt;margin-top:93.45pt;width:3pt;height:1pt;z-index:-251654144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091" style="position:absolute;margin-left:290.45pt;margin-top:93.45pt;width:3pt;height:1pt;z-index:-251653120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092" style="position:absolute;margin-left:295.45pt;margin-top:93.45pt;width:3pt;height:1pt;z-index:-251652096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093" style="position:absolute;margin-left:300.5pt;margin-top:93.45pt;width:3pt;height:1pt;z-index:-251651072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094" style="position:absolute;margin-left:305.5pt;margin-top:93.45pt;width:3pt;height:1pt;z-index:-251650048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095" style="position:absolute;margin-left:310.55pt;margin-top:93.45pt;width:3pt;height:1pt;z-index:-251649024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096" style="position:absolute;margin-left:315.6pt;margin-top:93.45pt;width:3pt;height:1pt;z-index:-251648000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097" style="position:absolute;margin-left:320.6pt;margin-top:93.45pt;width:3pt;height:1pt;z-index:-251646976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098" style="position:absolute;margin-left:325.65pt;margin-top:93.45pt;width:3pt;height:1pt;z-index:-251645952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099" style="position:absolute;margin-left:330.7pt;margin-top:93.45pt;width:3pt;height:1pt;z-index:-251644928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100" style="position:absolute;margin-left:335.7pt;margin-top:93.45pt;width:3pt;height:1pt;z-index:-251643904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101" style="position:absolute;margin-left:340.75pt;margin-top:93.45pt;width:3pt;height:1pt;z-index:-251642880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102" style="position:absolute;margin-left:345.8pt;margin-top:93.45pt;width:3pt;height:1pt;z-index:-251641856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103" style="position:absolute;margin-left:350.8pt;margin-top:93.45pt;width:3pt;height:1pt;z-index:-251640832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104" style="position:absolute;margin-left:355.85pt;margin-top:93.45pt;width:3pt;height:1pt;z-index:-251639808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105" style="position:absolute;margin-left:360.85pt;margin-top:93.45pt;width:3pt;height:1pt;z-index:-251638784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106" style="position:absolute;margin-left:365.9pt;margin-top:93.45pt;width:3pt;height:1pt;z-index:-251637760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107" style="position:absolute;margin-left:370.95pt;margin-top:93.45pt;width:3pt;height:1pt;z-index:-251636736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108" style="position:absolute;margin-left:375.95pt;margin-top:93.45pt;width:3pt;height:1pt;z-index:-251635712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109" style="position:absolute;margin-left:381pt;margin-top:93.45pt;width:3pt;height:1pt;z-index:-251634688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110" style="position:absolute;margin-left:386.05pt;margin-top:93.45pt;width:3pt;height:1pt;z-index:-251633664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111" style="position:absolute;margin-left:391.05pt;margin-top:93.45pt;width:3pt;height:1pt;z-index:-251632640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112" style="position:absolute;margin-left:396.1pt;margin-top:93.45pt;width:3pt;height:1pt;z-index:-251631616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113" style="position:absolute;margin-left:401.15pt;margin-top:93.45pt;width:3pt;height:1pt;z-index:-251630592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114" style="position:absolute;margin-left:406.15pt;margin-top:93.45pt;width:3pt;height:1pt;z-index:-251629568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115" style="position:absolute;margin-left:411.2pt;margin-top:93.45pt;width:3pt;height:1pt;z-index:-251628544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116" style="position:absolute;margin-left:416.25pt;margin-top:93.45pt;width:3pt;height:1pt;z-index:-251627520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117" style="position:absolute;margin-left:421.25pt;margin-top:93.45pt;width:3pt;height:1pt;z-index:-251626496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118" style="position:absolute;margin-left:426.3pt;margin-top:93.45pt;width:3pt;height:1pt;z-index:-251625472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119" style="position:absolute;margin-left:431.3pt;margin-top:93.45pt;width:3pt;height:1pt;z-index:-251624448;mso-position-horizontal-relative:page;mso-position-vertical-relative:page" fillcolor="#ee4d9b" stroked="f">
          <w10:wrap anchorx="page" anchory="page"/>
        </v:rect>
      </w:pict>
    </w:r>
    <w:r>
      <w:rPr>
        <w:noProof/>
        <w:lang w:val="ru-RU" w:eastAsia="ru-RU"/>
      </w:rPr>
      <w:pict>
        <v:rect id="_x0000_s2120" style="position:absolute;margin-left:436.35pt;margin-top:93.45pt;width:3pt;height:1pt;z-index:-251623424;mso-position-horizontal-relative:page;mso-position-vertical-relative:page" fillcolor="#ee4d9b" stroked="f">
          <w10:wrap anchorx="page" anchory="page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D52" w:rsidRDefault="00871D52">
    <w:pPr>
      <w:pStyle w:val="BodyText"/>
      <w:spacing w:before="0"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E04748"/>
    <w:multiLevelType w:val="hybridMultilevel"/>
    <w:tmpl w:val="7EAE3BC2"/>
    <w:lvl w:ilvl="0" w:tplc="E820B99A">
      <w:start w:val="4"/>
      <w:numFmt w:val="decimal"/>
      <w:lvlText w:val="%1."/>
      <w:lvlJc w:val="left"/>
      <w:pPr>
        <w:ind w:left="290" w:hanging="277"/>
      </w:pPr>
      <w:rPr>
        <w:rFonts w:ascii="Arial" w:eastAsia="Times New Roman" w:hAnsi="Arial" w:cs="Arial" w:hint="default"/>
        <w:color w:val="231F20"/>
        <w:w w:val="104"/>
        <w:sz w:val="22"/>
        <w:szCs w:val="22"/>
      </w:rPr>
    </w:lvl>
    <w:lvl w:ilvl="1" w:tplc="CC9E71CC">
      <w:start w:val="1"/>
      <w:numFmt w:val="decimal"/>
      <w:lvlText w:val="%2."/>
      <w:lvlJc w:val="left"/>
      <w:pPr>
        <w:ind w:left="1333" w:hanging="193"/>
      </w:pPr>
      <w:rPr>
        <w:rFonts w:ascii="Arial" w:eastAsia="Times New Roman" w:hAnsi="Arial" w:cs="Arial" w:hint="default"/>
        <w:color w:val="231F20"/>
        <w:w w:val="76"/>
        <w:sz w:val="22"/>
        <w:szCs w:val="22"/>
      </w:rPr>
    </w:lvl>
    <w:lvl w:ilvl="2" w:tplc="05DC3ED8">
      <w:numFmt w:val="bullet"/>
      <w:lvlText w:val="•"/>
      <w:lvlJc w:val="left"/>
      <w:pPr>
        <w:ind w:left="2139" w:hanging="193"/>
      </w:pPr>
      <w:rPr>
        <w:rFonts w:hint="default"/>
      </w:rPr>
    </w:lvl>
    <w:lvl w:ilvl="3" w:tplc="731EE2CE">
      <w:numFmt w:val="bullet"/>
      <w:lvlText w:val="•"/>
      <w:lvlJc w:val="left"/>
      <w:pPr>
        <w:ind w:left="2939" w:hanging="193"/>
      </w:pPr>
      <w:rPr>
        <w:rFonts w:hint="default"/>
      </w:rPr>
    </w:lvl>
    <w:lvl w:ilvl="4" w:tplc="9EDE51B6">
      <w:numFmt w:val="bullet"/>
      <w:lvlText w:val="•"/>
      <w:lvlJc w:val="left"/>
      <w:pPr>
        <w:ind w:left="3739" w:hanging="193"/>
      </w:pPr>
      <w:rPr>
        <w:rFonts w:hint="default"/>
      </w:rPr>
    </w:lvl>
    <w:lvl w:ilvl="5" w:tplc="3E82862E">
      <w:numFmt w:val="bullet"/>
      <w:lvlText w:val="•"/>
      <w:lvlJc w:val="left"/>
      <w:pPr>
        <w:ind w:left="4539" w:hanging="193"/>
      </w:pPr>
      <w:rPr>
        <w:rFonts w:hint="default"/>
      </w:rPr>
    </w:lvl>
    <w:lvl w:ilvl="6" w:tplc="2A7C1C1A">
      <w:numFmt w:val="bullet"/>
      <w:lvlText w:val="•"/>
      <w:lvlJc w:val="left"/>
      <w:pPr>
        <w:ind w:left="5338" w:hanging="193"/>
      </w:pPr>
      <w:rPr>
        <w:rFonts w:hint="default"/>
      </w:rPr>
    </w:lvl>
    <w:lvl w:ilvl="7" w:tplc="81B2F946">
      <w:numFmt w:val="bullet"/>
      <w:lvlText w:val="•"/>
      <w:lvlJc w:val="left"/>
      <w:pPr>
        <w:ind w:left="6138" w:hanging="193"/>
      </w:pPr>
      <w:rPr>
        <w:rFonts w:hint="default"/>
      </w:rPr>
    </w:lvl>
    <w:lvl w:ilvl="8" w:tplc="90F0C722">
      <w:numFmt w:val="bullet"/>
      <w:lvlText w:val="•"/>
      <w:lvlJc w:val="left"/>
      <w:pPr>
        <w:ind w:left="6938" w:hanging="193"/>
      </w:pPr>
      <w:rPr>
        <w:rFonts w:hint="default"/>
      </w:rPr>
    </w:lvl>
  </w:abstractNum>
  <w:abstractNum w:abstractNumId="1">
    <w:nsid w:val="70B17BDC"/>
    <w:multiLevelType w:val="hybridMultilevel"/>
    <w:tmpl w:val="FC3AF98A"/>
    <w:lvl w:ilvl="0" w:tplc="B2BAF5DE">
      <w:numFmt w:val="bullet"/>
      <w:lvlText w:val="•"/>
      <w:lvlJc w:val="left"/>
      <w:pPr>
        <w:ind w:left="290" w:hanging="154"/>
      </w:pPr>
      <w:rPr>
        <w:rFonts w:ascii="Arial" w:eastAsia="Times New Roman" w:hAnsi="Arial" w:hint="default"/>
        <w:color w:val="231F20"/>
        <w:w w:val="108"/>
        <w:sz w:val="22"/>
      </w:rPr>
    </w:lvl>
    <w:lvl w:ilvl="1" w:tplc="D17C0164">
      <w:numFmt w:val="bullet"/>
      <w:lvlText w:val="•"/>
      <w:lvlJc w:val="left"/>
      <w:pPr>
        <w:ind w:left="857" w:hanging="154"/>
      </w:pPr>
      <w:rPr>
        <w:rFonts w:ascii="Arial" w:eastAsia="Times New Roman" w:hAnsi="Arial" w:hint="default"/>
        <w:color w:val="231F20"/>
        <w:w w:val="108"/>
        <w:sz w:val="22"/>
      </w:rPr>
    </w:lvl>
    <w:lvl w:ilvl="2" w:tplc="90D267E8">
      <w:numFmt w:val="bullet"/>
      <w:lvlText w:val="•"/>
      <w:lvlJc w:val="left"/>
      <w:pPr>
        <w:ind w:left="1713" w:hanging="154"/>
      </w:pPr>
      <w:rPr>
        <w:rFonts w:hint="default"/>
      </w:rPr>
    </w:lvl>
    <w:lvl w:ilvl="3" w:tplc="96409942">
      <w:numFmt w:val="bullet"/>
      <w:lvlText w:val="•"/>
      <w:lvlJc w:val="left"/>
      <w:pPr>
        <w:ind w:left="2566" w:hanging="154"/>
      </w:pPr>
      <w:rPr>
        <w:rFonts w:hint="default"/>
      </w:rPr>
    </w:lvl>
    <w:lvl w:ilvl="4" w:tplc="FC862CBA">
      <w:numFmt w:val="bullet"/>
      <w:lvlText w:val="•"/>
      <w:lvlJc w:val="left"/>
      <w:pPr>
        <w:ind w:left="3419" w:hanging="154"/>
      </w:pPr>
      <w:rPr>
        <w:rFonts w:hint="default"/>
      </w:rPr>
    </w:lvl>
    <w:lvl w:ilvl="5" w:tplc="55C85EE8">
      <w:numFmt w:val="bullet"/>
      <w:lvlText w:val="•"/>
      <w:lvlJc w:val="left"/>
      <w:pPr>
        <w:ind w:left="4272" w:hanging="154"/>
      </w:pPr>
      <w:rPr>
        <w:rFonts w:hint="default"/>
      </w:rPr>
    </w:lvl>
    <w:lvl w:ilvl="6" w:tplc="752A3D96">
      <w:numFmt w:val="bullet"/>
      <w:lvlText w:val="•"/>
      <w:lvlJc w:val="left"/>
      <w:pPr>
        <w:ind w:left="5125" w:hanging="154"/>
      </w:pPr>
      <w:rPr>
        <w:rFonts w:hint="default"/>
      </w:rPr>
    </w:lvl>
    <w:lvl w:ilvl="7" w:tplc="288E4DE2">
      <w:numFmt w:val="bullet"/>
      <w:lvlText w:val="•"/>
      <w:lvlJc w:val="left"/>
      <w:pPr>
        <w:ind w:left="5978" w:hanging="154"/>
      </w:pPr>
      <w:rPr>
        <w:rFonts w:hint="default"/>
      </w:rPr>
    </w:lvl>
    <w:lvl w:ilvl="8" w:tplc="285E0A42">
      <w:numFmt w:val="bullet"/>
      <w:lvlText w:val="•"/>
      <w:lvlJc w:val="left"/>
      <w:pPr>
        <w:ind w:left="6831" w:hanging="154"/>
      </w:pPr>
      <w:rPr>
        <w:rFonts w:hint="default"/>
      </w:rPr>
    </w:lvl>
  </w:abstractNum>
  <w:abstractNum w:abstractNumId="2">
    <w:nsid w:val="77E3034D"/>
    <w:multiLevelType w:val="hybridMultilevel"/>
    <w:tmpl w:val="953EF52E"/>
    <w:lvl w:ilvl="0" w:tplc="8A2E8F48">
      <w:start w:val="1"/>
      <w:numFmt w:val="decimal"/>
      <w:lvlText w:val="%1."/>
      <w:lvlJc w:val="left"/>
      <w:pPr>
        <w:ind w:left="290" w:hanging="193"/>
      </w:pPr>
      <w:rPr>
        <w:rFonts w:ascii="Arial" w:eastAsia="Times New Roman" w:hAnsi="Arial" w:cs="Arial" w:hint="default"/>
        <w:color w:val="231F20"/>
        <w:w w:val="76"/>
        <w:sz w:val="22"/>
        <w:szCs w:val="22"/>
      </w:rPr>
    </w:lvl>
    <w:lvl w:ilvl="1" w:tplc="2C983048">
      <w:numFmt w:val="bullet"/>
      <w:lvlText w:val="•"/>
      <w:lvlJc w:val="left"/>
      <w:pPr>
        <w:ind w:left="1123" w:hanging="193"/>
      </w:pPr>
      <w:rPr>
        <w:rFonts w:hint="default"/>
      </w:rPr>
    </w:lvl>
    <w:lvl w:ilvl="2" w:tplc="B6F8E936">
      <w:numFmt w:val="bullet"/>
      <w:lvlText w:val="•"/>
      <w:lvlJc w:val="left"/>
      <w:pPr>
        <w:ind w:left="1947" w:hanging="193"/>
      </w:pPr>
      <w:rPr>
        <w:rFonts w:hint="default"/>
      </w:rPr>
    </w:lvl>
    <w:lvl w:ilvl="3" w:tplc="6D386718">
      <w:numFmt w:val="bullet"/>
      <w:lvlText w:val="•"/>
      <w:lvlJc w:val="left"/>
      <w:pPr>
        <w:ind w:left="2771" w:hanging="193"/>
      </w:pPr>
      <w:rPr>
        <w:rFonts w:hint="default"/>
      </w:rPr>
    </w:lvl>
    <w:lvl w:ilvl="4" w:tplc="843A4558">
      <w:numFmt w:val="bullet"/>
      <w:lvlText w:val="•"/>
      <w:lvlJc w:val="left"/>
      <w:pPr>
        <w:ind w:left="3595" w:hanging="193"/>
      </w:pPr>
      <w:rPr>
        <w:rFonts w:hint="default"/>
      </w:rPr>
    </w:lvl>
    <w:lvl w:ilvl="5" w:tplc="9B20B290">
      <w:numFmt w:val="bullet"/>
      <w:lvlText w:val="•"/>
      <w:lvlJc w:val="left"/>
      <w:pPr>
        <w:ind w:left="4418" w:hanging="193"/>
      </w:pPr>
      <w:rPr>
        <w:rFonts w:hint="default"/>
      </w:rPr>
    </w:lvl>
    <w:lvl w:ilvl="6" w:tplc="D990FB52">
      <w:numFmt w:val="bullet"/>
      <w:lvlText w:val="•"/>
      <w:lvlJc w:val="left"/>
      <w:pPr>
        <w:ind w:left="5242" w:hanging="193"/>
      </w:pPr>
      <w:rPr>
        <w:rFonts w:hint="default"/>
      </w:rPr>
    </w:lvl>
    <w:lvl w:ilvl="7" w:tplc="0BA4D58C">
      <w:numFmt w:val="bullet"/>
      <w:lvlText w:val="•"/>
      <w:lvlJc w:val="left"/>
      <w:pPr>
        <w:ind w:left="6066" w:hanging="193"/>
      </w:pPr>
      <w:rPr>
        <w:rFonts w:hint="default"/>
      </w:rPr>
    </w:lvl>
    <w:lvl w:ilvl="8" w:tplc="E310787E">
      <w:numFmt w:val="bullet"/>
      <w:lvlText w:val="•"/>
      <w:lvlJc w:val="left"/>
      <w:pPr>
        <w:ind w:left="6890" w:hanging="193"/>
      </w:pPr>
      <w:rPr>
        <w:rFonts w:hint="default"/>
      </w:rPr>
    </w:lvl>
  </w:abstractNum>
  <w:abstractNum w:abstractNumId="3">
    <w:nsid w:val="7F1B0ADB"/>
    <w:multiLevelType w:val="hybridMultilevel"/>
    <w:tmpl w:val="4E2EAE40"/>
    <w:lvl w:ilvl="0" w:tplc="70247666">
      <w:numFmt w:val="bullet"/>
      <w:lvlText w:val="•"/>
      <w:lvlJc w:val="left"/>
      <w:pPr>
        <w:ind w:left="857" w:hanging="154"/>
      </w:pPr>
      <w:rPr>
        <w:rFonts w:ascii="Arial" w:eastAsia="Times New Roman" w:hAnsi="Arial" w:hint="default"/>
        <w:color w:val="231F20"/>
        <w:w w:val="108"/>
        <w:sz w:val="22"/>
      </w:rPr>
    </w:lvl>
    <w:lvl w:ilvl="1" w:tplc="A2A4012C">
      <w:numFmt w:val="bullet"/>
      <w:lvlText w:val="•"/>
      <w:lvlJc w:val="left"/>
      <w:pPr>
        <w:ind w:left="1627" w:hanging="154"/>
      </w:pPr>
      <w:rPr>
        <w:rFonts w:hint="default"/>
      </w:rPr>
    </w:lvl>
    <w:lvl w:ilvl="2" w:tplc="2BA6EE1C">
      <w:numFmt w:val="bullet"/>
      <w:lvlText w:val="•"/>
      <w:lvlJc w:val="left"/>
      <w:pPr>
        <w:ind w:left="2395" w:hanging="154"/>
      </w:pPr>
      <w:rPr>
        <w:rFonts w:hint="default"/>
      </w:rPr>
    </w:lvl>
    <w:lvl w:ilvl="3" w:tplc="43325718">
      <w:numFmt w:val="bullet"/>
      <w:lvlText w:val="•"/>
      <w:lvlJc w:val="left"/>
      <w:pPr>
        <w:ind w:left="3163" w:hanging="154"/>
      </w:pPr>
      <w:rPr>
        <w:rFonts w:hint="default"/>
      </w:rPr>
    </w:lvl>
    <w:lvl w:ilvl="4" w:tplc="A826259E">
      <w:numFmt w:val="bullet"/>
      <w:lvlText w:val="•"/>
      <w:lvlJc w:val="left"/>
      <w:pPr>
        <w:ind w:left="3931" w:hanging="154"/>
      </w:pPr>
      <w:rPr>
        <w:rFonts w:hint="default"/>
      </w:rPr>
    </w:lvl>
    <w:lvl w:ilvl="5" w:tplc="A432B000">
      <w:numFmt w:val="bullet"/>
      <w:lvlText w:val="•"/>
      <w:lvlJc w:val="left"/>
      <w:pPr>
        <w:ind w:left="4698" w:hanging="154"/>
      </w:pPr>
      <w:rPr>
        <w:rFonts w:hint="default"/>
      </w:rPr>
    </w:lvl>
    <w:lvl w:ilvl="6" w:tplc="61A20744">
      <w:numFmt w:val="bullet"/>
      <w:lvlText w:val="•"/>
      <w:lvlJc w:val="left"/>
      <w:pPr>
        <w:ind w:left="5466" w:hanging="154"/>
      </w:pPr>
      <w:rPr>
        <w:rFonts w:hint="default"/>
      </w:rPr>
    </w:lvl>
    <w:lvl w:ilvl="7" w:tplc="37F2B518">
      <w:numFmt w:val="bullet"/>
      <w:lvlText w:val="•"/>
      <w:lvlJc w:val="left"/>
      <w:pPr>
        <w:ind w:left="6234" w:hanging="154"/>
      </w:pPr>
      <w:rPr>
        <w:rFonts w:hint="default"/>
      </w:rPr>
    </w:lvl>
    <w:lvl w:ilvl="8" w:tplc="E12A9810">
      <w:numFmt w:val="bullet"/>
      <w:lvlText w:val="•"/>
      <w:lvlJc w:val="left"/>
      <w:pPr>
        <w:ind w:left="7002" w:hanging="154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12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1BF3"/>
    <w:rsid w:val="001149F2"/>
    <w:rsid w:val="00453627"/>
    <w:rsid w:val="004807D3"/>
    <w:rsid w:val="0052649B"/>
    <w:rsid w:val="00531BF3"/>
    <w:rsid w:val="007B14A7"/>
    <w:rsid w:val="00871D52"/>
    <w:rsid w:val="008A3500"/>
    <w:rsid w:val="008D3F44"/>
    <w:rsid w:val="009C35C7"/>
    <w:rsid w:val="00A24F21"/>
    <w:rsid w:val="00B544D3"/>
    <w:rsid w:val="00C8333C"/>
    <w:rsid w:val="00C946B6"/>
    <w:rsid w:val="00E1312E"/>
    <w:rsid w:val="00EC6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BF3"/>
    <w:pPr>
      <w:widowControl w:val="0"/>
      <w:autoSpaceDE w:val="0"/>
      <w:autoSpaceDN w:val="0"/>
    </w:pPr>
    <w:rPr>
      <w:rFonts w:ascii="Arial" w:hAnsi="Arial" w:cs="Arial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531BF3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1">
    <w:name w:val="TOC 11"/>
    <w:basedOn w:val="Normal"/>
    <w:uiPriority w:val="99"/>
    <w:rsid w:val="00531BF3"/>
    <w:pPr>
      <w:spacing w:before="343"/>
      <w:ind w:left="474"/>
    </w:pPr>
  </w:style>
  <w:style w:type="paragraph" w:styleId="BodyText">
    <w:name w:val="Body Text"/>
    <w:basedOn w:val="Normal"/>
    <w:link w:val="BodyTextChar"/>
    <w:uiPriority w:val="99"/>
    <w:rsid w:val="00531BF3"/>
    <w:pPr>
      <w:spacing w:before="45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52C43"/>
    <w:rPr>
      <w:rFonts w:ascii="Arial" w:hAnsi="Arial" w:cs="Arial"/>
      <w:lang w:val="en-US" w:eastAsia="en-US"/>
    </w:rPr>
  </w:style>
  <w:style w:type="paragraph" w:customStyle="1" w:styleId="Heading11">
    <w:name w:val="Heading 11"/>
    <w:basedOn w:val="Normal"/>
    <w:uiPriority w:val="99"/>
    <w:rsid w:val="00531BF3"/>
    <w:pPr>
      <w:spacing w:before="90"/>
      <w:ind w:left="1835" w:hanging="42"/>
      <w:outlineLvl w:val="1"/>
    </w:pPr>
    <w:rPr>
      <w:sz w:val="26"/>
      <w:szCs w:val="26"/>
    </w:rPr>
  </w:style>
  <w:style w:type="paragraph" w:customStyle="1" w:styleId="Heading21">
    <w:name w:val="Heading 21"/>
    <w:basedOn w:val="Normal"/>
    <w:uiPriority w:val="99"/>
    <w:rsid w:val="00531BF3"/>
    <w:pPr>
      <w:ind w:left="1424"/>
      <w:outlineLvl w:val="2"/>
    </w:pPr>
    <w:rPr>
      <w:b/>
      <w:bCs/>
    </w:rPr>
  </w:style>
  <w:style w:type="paragraph" w:styleId="ListParagraph">
    <w:name w:val="List Paragraph"/>
    <w:basedOn w:val="Normal"/>
    <w:uiPriority w:val="99"/>
    <w:qFormat/>
    <w:rsid w:val="00531BF3"/>
    <w:pPr>
      <w:spacing w:before="45"/>
      <w:ind w:left="857" w:firstLine="567"/>
    </w:pPr>
  </w:style>
  <w:style w:type="paragraph" w:customStyle="1" w:styleId="TableParagraph">
    <w:name w:val="Table Paragraph"/>
    <w:basedOn w:val="Normal"/>
    <w:uiPriority w:val="99"/>
    <w:rsid w:val="00531BF3"/>
    <w:pPr>
      <w:spacing w:before="128"/>
      <w:ind w:left="77"/>
    </w:pPr>
  </w:style>
  <w:style w:type="paragraph" w:styleId="BalloonText">
    <w:name w:val="Balloon Text"/>
    <w:basedOn w:val="Normal"/>
    <w:link w:val="BalloonTextChar"/>
    <w:uiPriority w:val="99"/>
    <w:semiHidden/>
    <w:rsid w:val="005264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649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taxru.com/blog/2013-02-10-10585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www.o-strahovanie.ru/vidi-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ubsidii.net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zarplata-i-rabota.ru/zhurnal-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15</Pages>
  <Words>2482</Words>
  <Characters>14149</Characters>
  <Application>Microsoft Office Outlook</Application>
  <DocSecurity>0</DocSecurity>
  <Lines>0</Lines>
  <Paragraphs>0</Paragraphs>
  <ScaleCrop>false</ScaleCrop>
  <Company>МОУ СОШ №2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&amp;#x04;ˆ</dc:title>
  <dc:subject/>
  <dc:creator>P-Leonid</dc:creator>
  <cp:keywords/>
  <dc:description/>
  <cp:lastModifiedBy>Наташа</cp:lastModifiedBy>
  <cp:revision>8</cp:revision>
  <dcterms:created xsi:type="dcterms:W3CDTF">2018-10-17T13:54:00Z</dcterms:created>
  <dcterms:modified xsi:type="dcterms:W3CDTF">2020-05-24T09:12:00Z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InDesign CS6 (Windows)</vt:lpwstr>
  </property>
</Properties>
</file>